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709" w:rsidRPr="005745D7" w:rsidRDefault="00D52709" w:rsidP="006C307D">
      <w:pPr>
        <w:keepNext/>
        <w:keepLines/>
        <w:suppressLineNumbers/>
        <w:suppressAutoHyphens/>
        <w:jc w:val="center"/>
        <w:rPr>
          <w:b/>
        </w:rPr>
      </w:pPr>
      <w:bookmarkStart w:id="0" w:name="_Toc128200363"/>
      <w:bookmarkStart w:id="1" w:name="_Toc127616658"/>
      <w:bookmarkStart w:id="2" w:name="_Toc127332920"/>
      <w:bookmarkStart w:id="3" w:name="_Toc15890874"/>
      <w:bookmarkStart w:id="4" w:name="_Toc119428341"/>
      <w:bookmarkStart w:id="5" w:name="_Toc154990626"/>
      <w:bookmarkStart w:id="6" w:name="_Toc130971509"/>
      <w:bookmarkStart w:id="7" w:name="_Toc130965959"/>
      <w:bookmarkStart w:id="8" w:name="_Toc130965457"/>
      <w:bookmarkStart w:id="9" w:name="_Ref119427269"/>
      <w:r>
        <w:rPr>
          <w:b/>
        </w:rPr>
        <w:t>Документация</w:t>
      </w:r>
    </w:p>
    <w:p w:rsidR="00D52709" w:rsidRPr="005745D7" w:rsidRDefault="00D52709" w:rsidP="00E2596F">
      <w:pPr>
        <w:rPr>
          <w:lang w:eastAsia="en-US"/>
        </w:rPr>
      </w:pPr>
      <w:r w:rsidRPr="005745D7">
        <w:t xml:space="preserve">по проведению </w:t>
      </w:r>
      <w:r w:rsidRPr="005745D7">
        <w:rPr>
          <w:lang w:eastAsia="en-US"/>
        </w:rPr>
        <w:t xml:space="preserve">продажи муниципального имущества посредством </w:t>
      </w:r>
      <w:hyperlink w:anchor="sub_23" w:history="1">
        <w:r w:rsidRPr="005745D7">
          <w:rPr>
            <w:color w:val="106BBE"/>
            <w:lang w:eastAsia="en-US"/>
          </w:rPr>
          <w:t>публичного предложения</w:t>
        </w:r>
      </w:hyperlink>
      <w:r w:rsidRPr="005745D7">
        <w:rPr>
          <w:lang w:eastAsia="en-US"/>
        </w:rPr>
        <w:t xml:space="preserve"> </w:t>
      </w:r>
      <w:r w:rsidRPr="005745D7">
        <w:t>на право заключения договора купли-продажи муниципального имущества:</w:t>
      </w:r>
    </w:p>
    <w:p w:rsidR="00332299" w:rsidRPr="00332299" w:rsidRDefault="00332299" w:rsidP="00332299">
      <w:pPr>
        <w:tabs>
          <w:tab w:val="left" w:pos="0"/>
        </w:tabs>
        <w:autoSpaceDE w:val="0"/>
        <w:autoSpaceDN w:val="0"/>
        <w:adjustRightInd w:val="0"/>
        <w:spacing w:after="0"/>
        <w:ind w:firstLine="142"/>
      </w:pPr>
      <w:r w:rsidRPr="00332299">
        <w:t>автобус, идентификационный номер (VIN)  X</w:t>
      </w:r>
      <w:r w:rsidRPr="00332299">
        <w:rPr>
          <w:lang w:val="en-US"/>
        </w:rPr>
        <w:t>VG</w:t>
      </w:r>
      <w:r w:rsidRPr="00332299">
        <w:t>52770070000157, марка, модель ТС: 5277,  категория ТС - Д, год изготовления ТС-2007, модель, №двигателя: 236НЕ234 №70243708, шасси №: отсутствует, кузов (прицеп) № X</w:t>
      </w:r>
      <w:r w:rsidRPr="00332299">
        <w:rPr>
          <w:lang w:val="en-US"/>
        </w:rPr>
        <w:t>VG</w:t>
      </w:r>
      <w:r w:rsidRPr="00332299">
        <w:t>52770070000157, цвет кузова (кабины) белый, ПТС 54 00 307740, дата выдачи паспорта 13.01.2017г., организация - изготовитель ТС - Мичуринский завод (Россия),  находящийся  по адресу: Новосибирская область, г.Искитим, ул.Чайковского,47 .</w:t>
      </w:r>
    </w:p>
    <w:p w:rsidR="00247760" w:rsidRDefault="00247760" w:rsidP="00C32CFF">
      <w:pPr>
        <w:tabs>
          <w:tab w:val="left" w:pos="9356"/>
          <w:tab w:val="left" w:pos="9498"/>
        </w:tabs>
        <w:rPr>
          <w:color w:val="000000"/>
        </w:rPr>
      </w:pPr>
    </w:p>
    <w:p w:rsidR="00D52709" w:rsidRPr="005745D7" w:rsidRDefault="00D52709" w:rsidP="00C32CFF">
      <w:pPr>
        <w:tabs>
          <w:tab w:val="left" w:pos="9356"/>
          <w:tab w:val="left" w:pos="9498"/>
        </w:tabs>
        <w:rPr>
          <w:b/>
          <w:bCs/>
        </w:rPr>
      </w:pPr>
      <w:r w:rsidRPr="005745D7">
        <w:rPr>
          <w:color w:val="000000"/>
        </w:rPr>
        <w:t xml:space="preserve">Адрес заказчика </w:t>
      </w:r>
      <w:r>
        <w:rPr>
          <w:color w:val="000000"/>
        </w:rPr>
        <w:t>продажи</w:t>
      </w:r>
      <w:r w:rsidRPr="005745D7">
        <w:rPr>
          <w:b/>
          <w:color w:val="000000"/>
        </w:rPr>
        <w:t>:</w:t>
      </w:r>
      <w:r w:rsidRPr="005745D7">
        <w:rPr>
          <w:color w:val="000000"/>
        </w:rPr>
        <w:t xml:space="preserve"> </w:t>
      </w:r>
      <w:r w:rsidRPr="005745D7">
        <w:rPr>
          <w:bCs/>
          <w:color w:val="000000"/>
        </w:rPr>
        <w:t>633209, Новосибирская область, г. Искитим, ул. Пушкина, 51</w:t>
      </w:r>
    </w:p>
    <w:p w:rsidR="00D52709" w:rsidRPr="005745D7" w:rsidRDefault="00D52709" w:rsidP="006C307D">
      <w:pPr>
        <w:keepNext/>
        <w:keepLines/>
        <w:suppressLineNumbers/>
        <w:suppressAutoHyphens/>
      </w:pPr>
      <w:r w:rsidRPr="005745D7">
        <w:t xml:space="preserve">Организатор </w:t>
      </w:r>
      <w:r>
        <w:t>продажи</w:t>
      </w:r>
      <w:r w:rsidRPr="005745D7">
        <w:t>: администрация Искитимского района Новосибирской области в лице Управления по имуществу и земельным отношениям.</w:t>
      </w:r>
    </w:p>
    <w:p w:rsidR="00D52709" w:rsidRPr="005745D7" w:rsidRDefault="00D52709" w:rsidP="00C32CFF">
      <w:pPr>
        <w:tabs>
          <w:tab w:val="left" w:pos="9356"/>
          <w:tab w:val="left" w:pos="9498"/>
        </w:tabs>
        <w:rPr>
          <w:bCs/>
          <w:color w:val="000000"/>
        </w:rPr>
      </w:pPr>
      <w:r w:rsidRPr="005745D7">
        <w:rPr>
          <w:color w:val="000000"/>
        </w:rPr>
        <w:t xml:space="preserve">Адрес организатора </w:t>
      </w:r>
      <w:r>
        <w:rPr>
          <w:color w:val="000000"/>
        </w:rPr>
        <w:t>продажи</w:t>
      </w:r>
      <w:r w:rsidRPr="005745D7">
        <w:rPr>
          <w:b/>
          <w:color w:val="000000"/>
        </w:rPr>
        <w:t>:</w:t>
      </w:r>
      <w:r w:rsidRPr="005745D7">
        <w:rPr>
          <w:color w:val="000000"/>
        </w:rPr>
        <w:t xml:space="preserve"> </w:t>
      </w:r>
      <w:r w:rsidRPr="005745D7">
        <w:rPr>
          <w:bCs/>
          <w:color w:val="000000"/>
        </w:rPr>
        <w:t>633209, Новосибирская область, г. Искитим, ул. Пушкина, 39, каб.213</w:t>
      </w:r>
    </w:p>
    <w:p w:rsidR="00D52709" w:rsidRDefault="00D52709" w:rsidP="00C32CFF">
      <w:pPr>
        <w:tabs>
          <w:tab w:val="left" w:pos="9356"/>
          <w:tab w:val="left" w:pos="9498"/>
        </w:tabs>
        <w:rPr>
          <w:bCs/>
          <w:color w:val="000000"/>
        </w:rPr>
      </w:pPr>
    </w:p>
    <w:p w:rsidR="00D52709" w:rsidRPr="005745D7" w:rsidRDefault="00D52709" w:rsidP="004241A2">
      <w:pPr>
        <w:pStyle w:val="1"/>
        <w:jc w:val="center"/>
        <w:rPr>
          <w:rFonts w:ascii="Times New Roman" w:hAnsi="Times New Roman"/>
        </w:rPr>
      </w:pPr>
      <w:bookmarkStart w:id="10" w:name="_Toc232909660"/>
      <w:bookmarkStart w:id="11" w:name="_GoBack"/>
      <w:bookmarkEnd w:id="0"/>
      <w:bookmarkEnd w:id="1"/>
      <w:bookmarkEnd w:id="2"/>
      <w:bookmarkEnd w:id="3"/>
      <w:bookmarkEnd w:id="4"/>
      <w:bookmarkEnd w:id="11"/>
      <w:r w:rsidRPr="005745D7">
        <w:rPr>
          <w:rFonts w:ascii="Times New Roman" w:hAnsi="Times New Roman"/>
        </w:rPr>
        <w:t>РАЗДЕЛ 1</w:t>
      </w:r>
      <w:bookmarkStart w:id="12" w:name="_Toc221338495"/>
      <w:r w:rsidRPr="005745D7">
        <w:rPr>
          <w:rFonts w:ascii="Times New Roman" w:hAnsi="Times New Roman"/>
        </w:rPr>
        <w:t>. ОБЩИЕ ПОЛОЖЕНИЯ</w:t>
      </w:r>
      <w:bookmarkEnd w:id="10"/>
      <w:bookmarkEnd w:id="12"/>
    </w:p>
    <w:p w:rsidR="00D52709" w:rsidRPr="005745D7" w:rsidRDefault="00D52709" w:rsidP="004241A2">
      <w:pPr>
        <w:pStyle w:val="26"/>
        <w:tabs>
          <w:tab w:val="left" w:pos="708"/>
        </w:tabs>
        <w:spacing w:after="0"/>
        <w:ind w:left="567" w:firstLine="0"/>
        <w:jc w:val="center"/>
        <w:outlineLvl w:val="1"/>
        <w:rPr>
          <w:szCs w:val="24"/>
        </w:rPr>
      </w:pPr>
      <w:bookmarkStart w:id="13" w:name="_Toc119349428"/>
      <w:bookmarkStart w:id="14" w:name="_Toc119343901"/>
      <w:bookmarkStart w:id="15" w:name="_Toc232912270"/>
      <w:bookmarkStart w:id="16" w:name="_Toc241572447"/>
      <w:r w:rsidRPr="005745D7">
        <w:rPr>
          <w:szCs w:val="24"/>
        </w:rPr>
        <w:t xml:space="preserve">1.1. </w:t>
      </w:r>
      <w:bookmarkStart w:id="17" w:name="_Toc232909661"/>
      <w:r w:rsidRPr="005745D7">
        <w:rPr>
          <w:szCs w:val="24"/>
        </w:rPr>
        <w:t>Законодательное регулирование</w:t>
      </w:r>
      <w:bookmarkStart w:id="18" w:name="_Ref119427085"/>
      <w:bookmarkStart w:id="19" w:name="_Ref11225299"/>
      <w:bookmarkEnd w:id="13"/>
      <w:bookmarkEnd w:id="14"/>
      <w:bookmarkEnd w:id="15"/>
      <w:bookmarkEnd w:id="16"/>
      <w:bookmarkEnd w:id="17"/>
    </w:p>
    <w:p w:rsidR="00D52709" w:rsidRPr="00B76A37" w:rsidRDefault="00D52709" w:rsidP="0057363A">
      <w:pPr>
        <w:pStyle w:val="1"/>
        <w:rPr>
          <w:rFonts w:ascii="Times New Roman" w:hAnsi="Times New Roman"/>
          <w:b w:val="0"/>
          <w:color w:val="auto"/>
        </w:rPr>
      </w:pPr>
      <w:r w:rsidRPr="005745D7">
        <w:rPr>
          <w:rFonts w:ascii="Times New Roman" w:hAnsi="Times New Roman"/>
          <w:b w:val="0"/>
        </w:rPr>
        <w:t xml:space="preserve">             </w:t>
      </w:r>
      <w:r w:rsidRPr="005745D7">
        <w:rPr>
          <w:rFonts w:ascii="Times New Roman" w:hAnsi="Times New Roman"/>
          <w:b w:val="0"/>
          <w:color w:val="auto"/>
        </w:rPr>
        <w:t xml:space="preserve">Настоящая </w:t>
      </w:r>
      <w:r>
        <w:rPr>
          <w:rFonts w:ascii="Times New Roman" w:hAnsi="Times New Roman"/>
          <w:b w:val="0"/>
          <w:color w:val="auto"/>
        </w:rPr>
        <w:t xml:space="preserve">аукционная </w:t>
      </w:r>
      <w:r w:rsidRPr="005745D7">
        <w:rPr>
          <w:rFonts w:ascii="Times New Roman" w:hAnsi="Times New Roman"/>
          <w:b w:val="0"/>
          <w:color w:val="auto"/>
        </w:rPr>
        <w:t>документация подготовлена адм</w:t>
      </w:r>
      <w:r>
        <w:rPr>
          <w:rFonts w:ascii="Times New Roman" w:hAnsi="Times New Roman"/>
          <w:b w:val="0"/>
          <w:color w:val="auto"/>
        </w:rPr>
        <w:t>инистрацией Искитимского района</w:t>
      </w:r>
      <w:r w:rsidRPr="005745D7">
        <w:rPr>
          <w:rFonts w:ascii="Times New Roman" w:hAnsi="Times New Roman"/>
          <w:b w:val="0"/>
          <w:color w:val="auto"/>
        </w:rPr>
        <w:t xml:space="preserve"> в соответствии с Гражданским Кодексом Российской Федерации, Федеральным законом от 26 июля 2006г. № 135-ФЗ «О защите конкуренции», Федеральным законом от 21 декабря 2001 № 178-ФЗ «О приватизации государственного и муниципального имущества», Постановлением  Правительства РФ от 22 июля 2002 г. N 549"Об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bookmarkStart w:id="20" w:name="_Toc241572459"/>
      <w:bookmarkStart w:id="21" w:name="_Toc232912282"/>
      <w:bookmarkStart w:id="22" w:name="_Toc232909673"/>
      <w:r>
        <w:rPr>
          <w:rFonts w:ascii="Times New Roman" w:hAnsi="Times New Roman"/>
          <w:b w:val="0"/>
          <w:color w:val="auto"/>
        </w:rPr>
        <w:t xml:space="preserve"> </w:t>
      </w:r>
      <w:r w:rsidRPr="0057363A">
        <w:rPr>
          <w:rFonts w:ascii="Times New Roman" w:hAnsi="Times New Roman"/>
          <w:b w:val="0"/>
          <w:color w:val="auto"/>
        </w:rPr>
        <w:t>П</w:t>
      </w:r>
      <w:r w:rsidRPr="00F35BF4">
        <w:rPr>
          <w:rFonts w:ascii="Times New Roman" w:hAnsi="Times New Roman"/>
          <w:b w:val="0"/>
          <w:color w:val="000000"/>
        </w:rPr>
        <w:t>оложением об управлении и распоряжении имуществом, находящимся в собственности Искитимского района, утвержденным решением сессии  Совет</w:t>
      </w:r>
      <w:r w:rsidR="00332299">
        <w:rPr>
          <w:rFonts w:ascii="Times New Roman" w:hAnsi="Times New Roman"/>
          <w:b w:val="0"/>
          <w:color w:val="000000"/>
        </w:rPr>
        <w:t>а депутатов от 12.02.2016 № 42,</w:t>
      </w:r>
      <w:r w:rsidRPr="00F35BF4">
        <w:rPr>
          <w:rFonts w:ascii="Times New Roman" w:hAnsi="Times New Roman"/>
          <w:b w:val="0"/>
          <w:color w:val="auto"/>
        </w:rPr>
        <w:t xml:space="preserve"> Распоряжени</w:t>
      </w:r>
      <w:r>
        <w:rPr>
          <w:rFonts w:ascii="Times New Roman" w:hAnsi="Times New Roman"/>
          <w:b w:val="0"/>
          <w:color w:val="auto"/>
        </w:rPr>
        <w:t>ем</w:t>
      </w:r>
      <w:r w:rsidRPr="00F35BF4">
        <w:rPr>
          <w:rFonts w:ascii="Times New Roman" w:hAnsi="Times New Roman"/>
          <w:b w:val="0"/>
          <w:color w:val="auto"/>
        </w:rPr>
        <w:t xml:space="preserve">  администрации Искитимского района Новосибирской области от  </w:t>
      </w:r>
      <w:r w:rsidR="00B76A37">
        <w:rPr>
          <w:rFonts w:ascii="Times New Roman" w:hAnsi="Times New Roman"/>
          <w:b w:val="0"/>
          <w:color w:val="auto"/>
        </w:rPr>
        <w:t>05.04</w:t>
      </w:r>
      <w:r w:rsidR="004A1811">
        <w:rPr>
          <w:rFonts w:ascii="Times New Roman" w:hAnsi="Times New Roman"/>
          <w:b w:val="0"/>
          <w:color w:val="auto"/>
        </w:rPr>
        <w:t>.2018 №</w:t>
      </w:r>
      <w:r w:rsidR="00B76A37">
        <w:rPr>
          <w:rFonts w:ascii="Times New Roman" w:hAnsi="Times New Roman"/>
          <w:b w:val="0"/>
          <w:color w:val="auto"/>
        </w:rPr>
        <w:t>70</w:t>
      </w:r>
      <w:r w:rsidR="004A1811">
        <w:rPr>
          <w:rFonts w:ascii="Times New Roman" w:hAnsi="Times New Roman"/>
          <w:b w:val="0"/>
          <w:color w:val="auto"/>
        </w:rPr>
        <w:t>-р</w:t>
      </w:r>
      <w:r w:rsidRPr="00F35BF4">
        <w:rPr>
          <w:rFonts w:ascii="Times New Roman" w:hAnsi="Times New Roman"/>
          <w:b w:val="0"/>
          <w:color w:val="000000"/>
        </w:rPr>
        <w:t xml:space="preserve"> </w:t>
      </w:r>
      <w:r w:rsidRPr="00B76A37">
        <w:rPr>
          <w:rFonts w:ascii="Times New Roman" w:hAnsi="Times New Roman"/>
          <w:b w:val="0"/>
          <w:color w:val="auto"/>
        </w:rPr>
        <w:t>«</w:t>
      </w:r>
      <w:r w:rsidR="00B76A37" w:rsidRPr="00B76A37">
        <w:rPr>
          <w:b w:val="0"/>
          <w:color w:val="auto"/>
        </w:rPr>
        <w:t>О продаже муниципального имущества ранее установленным способом»</w:t>
      </w:r>
      <w:r w:rsidR="00B76A37">
        <w:rPr>
          <w:b w:val="0"/>
          <w:color w:val="auto"/>
        </w:rPr>
        <w:t>.</w:t>
      </w:r>
    </w:p>
    <w:p w:rsidR="00D52709" w:rsidRPr="005745D7" w:rsidRDefault="00D52709" w:rsidP="0057363A">
      <w:pPr>
        <w:tabs>
          <w:tab w:val="left" w:pos="240"/>
        </w:tabs>
        <w:autoSpaceDE w:val="0"/>
        <w:autoSpaceDN w:val="0"/>
        <w:adjustRightInd w:val="0"/>
        <w:spacing w:after="139"/>
        <w:ind w:hanging="120"/>
      </w:pPr>
      <w:r w:rsidRPr="005745D7">
        <w:t>1.2. Содержание  аукционной документации</w:t>
      </w:r>
      <w:bookmarkEnd w:id="20"/>
      <w:bookmarkEnd w:id="21"/>
      <w:bookmarkEnd w:id="22"/>
    </w:p>
    <w:p w:rsidR="00D52709" w:rsidRPr="005745D7" w:rsidRDefault="00D52709" w:rsidP="006C307D">
      <w:pPr>
        <w:pStyle w:val="31"/>
        <w:ind w:left="0" w:firstLine="567"/>
        <w:rPr>
          <w:szCs w:val="24"/>
        </w:rPr>
      </w:pPr>
      <w:r w:rsidRPr="005745D7">
        <w:rPr>
          <w:szCs w:val="24"/>
        </w:rPr>
        <w:t>1.2.1. Аукционная документация включает перечисленные ниже основные разделы:</w:t>
      </w:r>
    </w:p>
    <w:tbl>
      <w:tblPr>
        <w:tblW w:w="0" w:type="auto"/>
        <w:tblInd w:w="108" w:type="dxa"/>
        <w:tblLayout w:type="fixed"/>
        <w:tblLook w:val="00A0" w:firstRow="1" w:lastRow="0" w:firstColumn="1" w:lastColumn="0" w:noHBand="0" w:noVBand="0"/>
      </w:tblPr>
      <w:tblGrid>
        <w:gridCol w:w="2160"/>
        <w:gridCol w:w="7560"/>
      </w:tblGrid>
      <w:tr w:rsidR="00D52709" w:rsidRPr="005745D7" w:rsidTr="006C307D">
        <w:tc>
          <w:tcPr>
            <w:tcW w:w="2160" w:type="dxa"/>
          </w:tcPr>
          <w:p w:rsidR="00D52709" w:rsidRPr="005745D7" w:rsidRDefault="00D52709">
            <w:pPr>
              <w:keepNext/>
              <w:keepLines/>
              <w:widowControl w:val="0"/>
              <w:suppressLineNumbers/>
              <w:suppressAutoHyphens/>
              <w:spacing w:line="240" w:lineRule="atLeast"/>
              <w:ind w:firstLine="709"/>
              <w:rPr>
                <w:b/>
                <w:lang w:val="en-US" w:eastAsia="en-US"/>
              </w:rPr>
            </w:pPr>
            <w:r w:rsidRPr="005745D7">
              <w:rPr>
                <w:b/>
                <w:lang w:eastAsia="en-US"/>
              </w:rPr>
              <w:t xml:space="preserve">Раздел </w:t>
            </w:r>
            <w:r w:rsidRPr="005745D7">
              <w:rPr>
                <w:b/>
                <w:lang w:val="en-US" w:eastAsia="en-US"/>
              </w:rPr>
              <w:t>1</w:t>
            </w:r>
          </w:p>
        </w:tc>
        <w:tc>
          <w:tcPr>
            <w:tcW w:w="7560" w:type="dxa"/>
          </w:tcPr>
          <w:p w:rsidR="00D52709" w:rsidRPr="005745D7" w:rsidRDefault="00D52709">
            <w:pPr>
              <w:keepNext/>
              <w:keepLines/>
              <w:widowControl w:val="0"/>
              <w:suppressLineNumbers/>
              <w:suppressAutoHyphens/>
              <w:spacing w:line="240" w:lineRule="atLeast"/>
              <w:ind w:firstLine="709"/>
              <w:rPr>
                <w:lang w:eastAsia="en-US"/>
              </w:rPr>
            </w:pPr>
            <w:r w:rsidRPr="005745D7">
              <w:rPr>
                <w:lang w:eastAsia="en-US"/>
              </w:rPr>
              <w:t xml:space="preserve">Общие положения </w:t>
            </w:r>
          </w:p>
        </w:tc>
      </w:tr>
      <w:tr w:rsidR="00D52709" w:rsidRPr="005745D7" w:rsidTr="006C307D">
        <w:tc>
          <w:tcPr>
            <w:tcW w:w="2160" w:type="dxa"/>
          </w:tcPr>
          <w:p w:rsidR="00D52709" w:rsidRPr="005745D7" w:rsidRDefault="00D52709">
            <w:pPr>
              <w:pStyle w:val="ab"/>
              <w:keepNext/>
              <w:keepLines/>
              <w:widowControl w:val="0"/>
              <w:suppressLineNumbers/>
              <w:suppressAutoHyphens/>
              <w:spacing w:line="240" w:lineRule="atLeast"/>
              <w:ind w:firstLine="709"/>
              <w:rPr>
                <w:b/>
                <w:szCs w:val="24"/>
                <w:lang w:eastAsia="en-US"/>
              </w:rPr>
            </w:pPr>
            <w:r w:rsidRPr="005745D7">
              <w:rPr>
                <w:b/>
                <w:szCs w:val="24"/>
                <w:lang w:eastAsia="en-US"/>
              </w:rPr>
              <w:t>Раздел 2</w:t>
            </w:r>
          </w:p>
        </w:tc>
        <w:tc>
          <w:tcPr>
            <w:tcW w:w="7560" w:type="dxa"/>
          </w:tcPr>
          <w:p w:rsidR="00D52709" w:rsidRPr="005745D7" w:rsidRDefault="00D52709">
            <w:pPr>
              <w:keepNext/>
              <w:keepLines/>
              <w:widowControl w:val="0"/>
              <w:suppressLineNumbers/>
              <w:suppressAutoHyphens/>
              <w:spacing w:line="240" w:lineRule="atLeast"/>
              <w:ind w:firstLine="709"/>
              <w:rPr>
                <w:lang w:eastAsia="en-US"/>
              </w:rPr>
            </w:pPr>
            <w:r w:rsidRPr="005745D7">
              <w:rPr>
                <w:lang w:eastAsia="en-US"/>
              </w:rPr>
              <w:t xml:space="preserve">Инструкция участникам </w:t>
            </w:r>
            <w:r>
              <w:rPr>
                <w:lang w:eastAsia="en-US"/>
              </w:rPr>
              <w:t>продажи</w:t>
            </w:r>
          </w:p>
        </w:tc>
      </w:tr>
      <w:tr w:rsidR="00D52709" w:rsidRPr="005745D7" w:rsidTr="006C307D">
        <w:tc>
          <w:tcPr>
            <w:tcW w:w="2160" w:type="dxa"/>
          </w:tcPr>
          <w:p w:rsidR="00D52709" w:rsidRPr="005745D7" w:rsidRDefault="00D52709">
            <w:pPr>
              <w:keepNext/>
              <w:keepLines/>
              <w:widowControl w:val="0"/>
              <w:suppressLineNumbers/>
              <w:suppressAutoHyphens/>
              <w:spacing w:line="240" w:lineRule="atLeast"/>
              <w:ind w:firstLine="709"/>
              <w:rPr>
                <w:b/>
                <w:lang w:eastAsia="en-US"/>
              </w:rPr>
            </w:pPr>
            <w:r w:rsidRPr="005745D7">
              <w:rPr>
                <w:b/>
                <w:lang w:eastAsia="en-US"/>
              </w:rPr>
              <w:t>Раздел 3</w:t>
            </w:r>
          </w:p>
        </w:tc>
        <w:tc>
          <w:tcPr>
            <w:tcW w:w="7560" w:type="dxa"/>
          </w:tcPr>
          <w:p w:rsidR="00D52709" w:rsidRPr="005745D7" w:rsidRDefault="00D52709">
            <w:pPr>
              <w:keepNext/>
              <w:keepLines/>
              <w:widowControl w:val="0"/>
              <w:suppressLineNumbers/>
              <w:suppressAutoHyphens/>
              <w:spacing w:line="240" w:lineRule="atLeast"/>
              <w:ind w:firstLine="709"/>
              <w:rPr>
                <w:lang w:eastAsia="en-US"/>
              </w:rPr>
            </w:pPr>
            <w:r w:rsidRPr="005745D7">
              <w:rPr>
                <w:lang w:eastAsia="en-US"/>
              </w:rPr>
              <w:t xml:space="preserve">Информационная карта </w:t>
            </w:r>
            <w:r>
              <w:rPr>
                <w:lang w:eastAsia="en-US"/>
              </w:rPr>
              <w:t>продажи</w:t>
            </w:r>
            <w:r w:rsidRPr="005745D7">
              <w:rPr>
                <w:lang w:eastAsia="en-US"/>
              </w:rPr>
              <w:t xml:space="preserve"> </w:t>
            </w:r>
          </w:p>
        </w:tc>
      </w:tr>
      <w:tr w:rsidR="00D52709" w:rsidRPr="005745D7" w:rsidTr="006C307D">
        <w:tc>
          <w:tcPr>
            <w:tcW w:w="2160" w:type="dxa"/>
          </w:tcPr>
          <w:p w:rsidR="00D52709" w:rsidRPr="005745D7" w:rsidRDefault="00D52709">
            <w:pPr>
              <w:keepNext/>
              <w:keepLines/>
              <w:widowControl w:val="0"/>
              <w:suppressLineNumbers/>
              <w:suppressAutoHyphens/>
              <w:spacing w:line="240" w:lineRule="atLeast"/>
              <w:ind w:firstLine="709"/>
              <w:rPr>
                <w:b/>
                <w:lang w:eastAsia="en-US"/>
              </w:rPr>
            </w:pPr>
            <w:r w:rsidRPr="005745D7">
              <w:rPr>
                <w:b/>
                <w:lang w:eastAsia="en-US"/>
              </w:rPr>
              <w:t>Раздел 4</w:t>
            </w:r>
          </w:p>
        </w:tc>
        <w:tc>
          <w:tcPr>
            <w:tcW w:w="7560" w:type="dxa"/>
          </w:tcPr>
          <w:p w:rsidR="00D52709" w:rsidRPr="005745D7" w:rsidRDefault="00D52709">
            <w:pPr>
              <w:keepNext/>
              <w:keepLines/>
              <w:widowControl w:val="0"/>
              <w:suppressLineNumbers/>
              <w:suppressAutoHyphens/>
              <w:spacing w:line="240" w:lineRule="atLeast"/>
              <w:ind w:firstLine="709"/>
              <w:rPr>
                <w:lang w:eastAsia="en-US"/>
              </w:rPr>
            </w:pPr>
            <w:r w:rsidRPr="005745D7">
              <w:rPr>
                <w:lang w:eastAsia="en-US"/>
              </w:rPr>
              <w:t xml:space="preserve">Образцы форм и документов для заполнения участниками </w:t>
            </w:r>
          </w:p>
          <w:p w:rsidR="00D52709" w:rsidRPr="005745D7" w:rsidRDefault="00D52709" w:rsidP="00DF1F7C">
            <w:pPr>
              <w:keepNext/>
              <w:keepLines/>
              <w:widowControl w:val="0"/>
              <w:suppressLineNumbers/>
              <w:suppressAutoHyphens/>
              <w:spacing w:line="240" w:lineRule="atLeast"/>
              <w:rPr>
                <w:lang w:eastAsia="en-US"/>
              </w:rPr>
            </w:pPr>
            <w:r w:rsidRPr="005745D7">
              <w:rPr>
                <w:lang w:eastAsia="en-US"/>
              </w:rPr>
              <w:t xml:space="preserve">            </w:t>
            </w:r>
            <w:r>
              <w:rPr>
                <w:lang w:eastAsia="en-US"/>
              </w:rPr>
              <w:t>продажи</w:t>
            </w:r>
          </w:p>
        </w:tc>
      </w:tr>
      <w:tr w:rsidR="00D52709" w:rsidRPr="005745D7" w:rsidTr="006C307D">
        <w:tc>
          <w:tcPr>
            <w:tcW w:w="2160" w:type="dxa"/>
          </w:tcPr>
          <w:p w:rsidR="00D52709" w:rsidRPr="005745D7" w:rsidRDefault="00D52709">
            <w:pPr>
              <w:keepNext/>
              <w:keepLines/>
              <w:widowControl w:val="0"/>
              <w:suppressLineNumbers/>
              <w:suppressAutoHyphens/>
              <w:spacing w:line="240" w:lineRule="atLeast"/>
              <w:ind w:firstLine="709"/>
              <w:rPr>
                <w:b/>
                <w:lang w:eastAsia="en-US"/>
              </w:rPr>
            </w:pPr>
            <w:r w:rsidRPr="005745D7">
              <w:rPr>
                <w:b/>
                <w:lang w:eastAsia="en-US"/>
              </w:rPr>
              <w:t>Раздел 5</w:t>
            </w:r>
          </w:p>
        </w:tc>
        <w:tc>
          <w:tcPr>
            <w:tcW w:w="7560" w:type="dxa"/>
          </w:tcPr>
          <w:p w:rsidR="00D52709" w:rsidRPr="005745D7" w:rsidRDefault="00D52709">
            <w:pPr>
              <w:keepNext/>
              <w:keepLines/>
              <w:widowControl w:val="0"/>
              <w:suppressLineNumbers/>
              <w:suppressAutoHyphens/>
              <w:spacing w:line="240" w:lineRule="atLeast"/>
              <w:ind w:firstLine="709"/>
              <w:rPr>
                <w:lang w:eastAsia="en-US"/>
              </w:rPr>
            </w:pPr>
            <w:r w:rsidRPr="005745D7">
              <w:rPr>
                <w:lang w:eastAsia="en-US"/>
              </w:rPr>
              <w:t xml:space="preserve">Проект договора купли-продажи </w:t>
            </w:r>
          </w:p>
        </w:tc>
      </w:tr>
      <w:tr w:rsidR="00D52709" w:rsidRPr="005745D7" w:rsidTr="006C307D">
        <w:tc>
          <w:tcPr>
            <w:tcW w:w="2160" w:type="dxa"/>
          </w:tcPr>
          <w:p w:rsidR="00D52709" w:rsidRPr="005745D7" w:rsidRDefault="00D52709">
            <w:pPr>
              <w:keepNext/>
              <w:keepLines/>
              <w:widowControl w:val="0"/>
              <w:suppressLineNumbers/>
              <w:suppressAutoHyphens/>
              <w:spacing w:line="240" w:lineRule="atLeast"/>
              <w:ind w:firstLine="709"/>
              <w:rPr>
                <w:b/>
                <w:lang w:eastAsia="en-US"/>
              </w:rPr>
            </w:pPr>
          </w:p>
        </w:tc>
        <w:tc>
          <w:tcPr>
            <w:tcW w:w="7560" w:type="dxa"/>
          </w:tcPr>
          <w:p w:rsidR="00D52709" w:rsidRPr="005745D7" w:rsidRDefault="00D52709">
            <w:pPr>
              <w:keepNext/>
              <w:keepLines/>
              <w:widowControl w:val="0"/>
              <w:suppressLineNumbers/>
              <w:suppressAutoHyphens/>
              <w:spacing w:line="240" w:lineRule="atLeast"/>
              <w:ind w:firstLine="709"/>
              <w:rPr>
                <w:lang w:eastAsia="en-US"/>
              </w:rPr>
            </w:pPr>
          </w:p>
        </w:tc>
      </w:tr>
    </w:tbl>
    <w:p w:rsidR="00D52709" w:rsidRPr="005745D7" w:rsidRDefault="00D52709" w:rsidP="006C307D">
      <w:pPr>
        <w:pStyle w:val="26"/>
        <w:tabs>
          <w:tab w:val="left" w:pos="708"/>
        </w:tabs>
        <w:spacing w:after="0"/>
        <w:ind w:left="0" w:firstLine="0"/>
        <w:outlineLvl w:val="1"/>
        <w:rPr>
          <w:i/>
          <w:szCs w:val="24"/>
        </w:rPr>
      </w:pPr>
    </w:p>
    <w:p w:rsidR="00D52709" w:rsidRPr="005745D7" w:rsidRDefault="00D52709" w:rsidP="006C307D">
      <w:pPr>
        <w:tabs>
          <w:tab w:val="left" w:pos="240"/>
        </w:tabs>
        <w:autoSpaceDE w:val="0"/>
        <w:autoSpaceDN w:val="0"/>
        <w:adjustRightInd w:val="0"/>
        <w:spacing w:after="139"/>
        <w:ind w:hanging="120"/>
      </w:pPr>
    </w:p>
    <w:p w:rsidR="00D52709" w:rsidRPr="005745D7" w:rsidRDefault="00D52709" w:rsidP="004241A2">
      <w:pPr>
        <w:pStyle w:val="26"/>
        <w:tabs>
          <w:tab w:val="num" w:pos="0"/>
        </w:tabs>
        <w:spacing w:after="0"/>
        <w:ind w:left="0" w:firstLine="567"/>
        <w:jc w:val="center"/>
        <w:rPr>
          <w:szCs w:val="24"/>
        </w:rPr>
      </w:pPr>
      <w:r w:rsidRPr="005745D7">
        <w:rPr>
          <w:szCs w:val="24"/>
        </w:rPr>
        <w:lastRenderedPageBreak/>
        <w:t>1.3.</w:t>
      </w:r>
      <w:r w:rsidRPr="005745D7">
        <w:rPr>
          <w:b w:val="0"/>
          <w:szCs w:val="24"/>
        </w:rPr>
        <w:t xml:space="preserve"> </w:t>
      </w:r>
      <w:bookmarkStart w:id="23" w:name="_Toc119349429"/>
      <w:bookmarkStart w:id="24" w:name="_Toc241572448"/>
      <w:bookmarkStart w:id="25" w:name="_Toc232912271"/>
      <w:bookmarkStart w:id="26" w:name="_Toc232909662"/>
      <w:bookmarkEnd w:id="18"/>
      <w:r w:rsidRPr="005745D7">
        <w:rPr>
          <w:szCs w:val="24"/>
        </w:rPr>
        <w:t xml:space="preserve">Извещение о проведении  </w:t>
      </w:r>
      <w:r w:rsidRPr="005745D7">
        <w:rPr>
          <w:szCs w:val="24"/>
          <w:lang w:eastAsia="en-US"/>
        </w:rPr>
        <w:t xml:space="preserve">продажи муниципального имущества посредством </w:t>
      </w:r>
      <w:hyperlink w:anchor="sub_23" w:history="1">
        <w:r w:rsidRPr="0057363A">
          <w:rPr>
            <w:szCs w:val="24"/>
            <w:lang w:eastAsia="en-US"/>
          </w:rPr>
          <w:t>публичного предложения</w:t>
        </w:r>
      </w:hyperlink>
      <w:r w:rsidRPr="0057363A">
        <w:rPr>
          <w:szCs w:val="24"/>
        </w:rPr>
        <w:t>.</w:t>
      </w:r>
      <w:r w:rsidRPr="005745D7">
        <w:rPr>
          <w:szCs w:val="24"/>
        </w:rPr>
        <w:t xml:space="preserve"> </w:t>
      </w:r>
      <w:bookmarkEnd w:id="23"/>
      <w:r w:rsidRPr="005745D7">
        <w:rPr>
          <w:szCs w:val="24"/>
        </w:rPr>
        <w:t xml:space="preserve">Сведения о заказчике </w:t>
      </w:r>
      <w:r>
        <w:rPr>
          <w:szCs w:val="24"/>
        </w:rPr>
        <w:t>продажи</w:t>
      </w:r>
      <w:r w:rsidRPr="005745D7">
        <w:rPr>
          <w:szCs w:val="24"/>
        </w:rPr>
        <w:t>.</w:t>
      </w:r>
      <w:bookmarkEnd w:id="24"/>
      <w:bookmarkEnd w:id="25"/>
      <w:bookmarkEnd w:id="26"/>
      <w:r w:rsidRPr="005745D7">
        <w:rPr>
          <w:szCs w:val="24"/>
        </w:rPr>
        <w:t xml:space="preserve"> Сведения об организаторе </w:t>
      </w:r>
      <w:r>
        <w:rPr>
          <w:szCs w:val="24"/>
        </w:rPr>
        <w:t>продажи</w:t>
      </w:r>
      <w:r w:rsidRPr="005745D7">
        <w:rPr>
          <w:szCs w:val="24"/>
        </w:rPr>
        <w:t>.</w:t>
      </w:r>
    </w:p>
    <w:p w:rsidR="00D52709" w:rsidRPr="005745D7" w:rsidRDefault="00D52709" w:rsidP="006C307D">
      <w:pPr>
        <w:keepNext/>
        <w:keepLines/>
        <w:suppressLineNumbers/>
        <w:suppressAutoHyphens/>
      </w:pPr>
      <w:r w:rsidRPr="005745D7">
        <w:t xml:space="preserve">          1.3.1. Искитимский район Новосибирской области является  «Заказчиком» </w:t>
      </w:r>
      <w:r>
        <w:t>продажи</w:t>
      </w:r>
      <w:r w:rsidRPr="005745D7">
        <w:t xml:space="preserve">, администрация Искитимского района Новосибирской области в лице Управления по имуществу и земельным отношениям  является «Организатором» </w:t>
      </w:r>
      <w:r>
        <w:t>продажи</w:t>
      </w:r>
      <w:r w:rsidRPr="005745D7">
        <w:t>.</w:t>
      </w:r>
    </w:p>
    <w:p w:rsidR="00D52709" w:rsidRPr="005745D7" w:rsidRDefault="00D52709" w:rsidP="006C307D">
      <w:pPr>
        <w:keepNext/>
        <w:keepLines/>
        <w:suppressLineNumbers/>
        <w:suppressAutoHyphens/>
      </w:pPr>
      <w:r w:rsidRPr="005745D7">
        <w:t xml:space="preserve">          Организатор </w:t>
      </w:r>
      <w:r>
        <w:t>продажи</w:t>
      </w:r>
      <w:r w:rsidRPr="005745D7">
        <w:t xml:space="preserve"> извещением о проведении </w:t>
      </w:r>
      <w:r w:rsidRPr="005745D7">
        <w:rPr>
          <w:lang w:eastAsia="en-US"/>
        </w:rPr>
        <w:t xml:space="preserve">продажи муниципального имущества посредством </w:t>
      </w:r>
      <w:hyperlink w:anchor="sub_23" w:history="1">
        <w:r w:rsidRPr="005745D7">
          <w:rPr>
            <w:color w:val="106BBE"/>
            <w:lang w:eastAsia="en-US"/>
          </w:rPr>
          <w:t>публичного предложения</w:t>
        </w:r>
      </w:hyperlink>
      <w:r w:rsidRPr="005745D7">
        <w:t xml:space="preserve">, размещенном на  сайтах в сети Интернет </w:t>
      </w:r>
      <w:hyperlink r:id="rId8" w:history="1">
        <w:r w:rsidRPr="005745D7">
          <w:rPr>
            <w:rStyle w:val="a3"/>
            <w:lang w:val="en-US"/>
          </w:rPr>
          <w:t>www</w:t>
        </w:r>
        <w:r w:rsidRPr="005745D7">
          <w:rPr>
            <w:rStyle w:val="a3"/>
          </w:rPr>
          <w:t>.</w:t>
        </w:r>
        <w:r w:rsidRPr="005745D7">
          <w:rPr>
            <w:rStyle w:val="a3"/>
            <w:lang w:val="en-US"/>
          </w:rPr>
          <w:t>iskitim</w:t>
        </w:r>
        <w:r w:rsidRPr="005745D7">
          <w:rPr>
            <w:rStyle w:val="a3"/>
          </w:rPr>
          <w:t>-</w:t>
        </w:r>
        <w:r w:rsidRPr="005745D7">
          <w:rPr>
            <w:rStyle w:val="a3"/>
            <w:lang w:val="en-US"/>
          </w:rPr>
          <w:t>r</w:t>
        </w:r>
        <w:r w:rsidRPr="005745D7">
          <w:rPr>
            <w:rStyle w:val="a3"/>
          </w:rPr>
          <w:t>.</w:t>
        </w:r>
        <w:r w:rsidRPr="005745D7">
          <w:rPr>
            <w:rStyle w:val="a3"/>
            <w:lang w:val="en-US"/>
          </w:rPr>
          <w:t>ru</w:t>
        </w:r>
      </w:hyperlink>
      <w:r w:rsidRPr="005745D7">
        <w:t xml:space="preserve">, </w:t>
      </w:r>
      <w:r w:rsidRPr="005745D7">
        <w:rPr>
          <w:color w:val="0000FF"/>
          <w:u w:val="single"/>
        </w:rPr>
        <w:t>www.torgi.gov.ru</w:t>
      </w:r>
      <w:r w:rsidRPr="005745D7">
        <w:t xml:space="preserve"> пригласил юридических лиц, предпринимателей и физических лиц принять участие в данно</w:t>
      </w:r>
      <w:r>
        <w:t>й</w:t>
      </w:r>
      <w:r w:rsidRPr="005745D7">
        <w:t xml:space="preserve"> продаже </w:t>
      </w:r>
      <w:r w:rsidRPr="005745D7">
        <w:rPr>
          <w:lang w:eastAsia="en-US"/>
        </w:rPr>
        <w:t xml:space="preserve">муниципального имущества посредством </w:t>
      </w:r>
      <w:hyperlink w:anchor="sub_23" w:history="1">
        <w:r w:rsidRPr="00386E78">
          <w:rPr>
            <w:lang w:eastAsia="en-US"/>
          </w:rPr>
          <w:t>публичного предложения</w:t>
        </w:r>
      </w:hyperlink>
      <w:r w:rsidRPr="00386E78">
        <w:t xml:space="preserve">. </w:t>
      </w:r>
    </w:p>
    <w:p w:rsidR="00D52709" w:rsidRPr="005745D7" w:rsidRDefault="00D52709" w:rsidP="006C307D">
      <w:pPr>
        <w:keepNext/>
        <w:keepLines/>
        <w:suppressLineNumbers/>
        <w:suppressAutoHyphens/>
      </w:pPr>
      <w:r w:rsidRPr="005745D7">
        <w:t xml:space="preserve">Адрес «заказчика» (организатора) </w:t>
      </w:r>
      <w:r>
        <w:t>продажи</w:t>
      </w:r>
      <w:r w:rsidRPr="005745D7">
        <w:t xml:space="preserve"> указан  в Информационной карте </w:t>
      </w:r>
      <w:r>
        <w:t>продажи</w:t>
      </w:r>
      <w:r w:rsidRPr="005745D7">
        <w:t>.</w:t>
      </w:r>
    </w:p>
    <w:p w:rsidR="00D52709" w:rsidRPr="005745D7" w:rsidRDefault="00D52709" w:rsidP="006C307D">
      <w:r w:rsidRPr="005745D7">
        <w:t xml:space="preserve">         1.3.2. Настоящая документация является неотъемлемым приложением к указанному выше извещению о проведении  </w:t>
      </w:r>
      <w:r w:rsidRPr="005745D7">
        <w:rPr>
          <w:lang w:eastAsia="en-US"/>
        </w:rPr>
        <w:t xml:space="preserve">продажи муниципального имущества посредством </w:t>
      </w:r>
      <w:hyperlink w:anchor="sub_23" w:history="1">
        <w:r w:rsidRPr="005745D7">
          <w:rPr>
            <w:color w:val="106BBE"/>
            <w:lang w:eastAsia="en-US"/>
          </w:rPr>
          <w:t>публичного предложения</w:t>
        </w:r>
      </w:hyperlink>
      <w:r w:rsidRPr="005745D7">
        <w:t xml:space="preserve"> и содержит требования к заявкам на участие в продаже, инструкции по их подготовке; требования к участникам </w:t>
      </w:r>
      <w:r>
        <w:t>продажи</w:t>
      </w:r>
      <w:r w:rsidRPr="005745D7">
        <w:t xml:space="preserve">; сведения о сроках и месте проведения отдельных процедур </w:t>
      </w:r>
      <w:r>
        <w:t>продажи</w:t>
      </w:r>
      <w:r w:rsidRPr="005745D7">
        <w:t xml:space="preserve">; проект договора купли-продажи и порядок его заключения; </w:t>
      </w:r>
    </w:p>
    <w:p w:rsidR="00D52709" w:rsidRPr="005745D7" w:rsidRDefault="00D52709" w:rsidP="004241A2">
      <w:pPr>
        <w:pStyle w:val="26"/>
        <w:tabs>
          <w:tab w:val="left" w:pos="700"/>
        </w:tabs>
        <w:spacing w:after="0"/>
        <w:ind w:left="0" w:firstLine="0"/>
        <w:jc w:val="center"/>
        <w:outlineLvl w:val="1"/>
        <w:rPr>
          <w:szCs w:val="24"/>
        </w:rPr>
      </w:pPr>
      <w:bookmarkStart w:id="27" w:name="_Toc119349430"/>
      <w:bookmarkStart w:id="28" w:name="_Toc241572449"/>
      <w:bookmarkStart w:id="29" w:name="_Toc232912272"/>
      <w:bookmarkStart w:id="30" w:name="_Toc232909663"/>
      <w:r w:rsidRPr="005745D7">
        <w:rPr>
          <w:szCs w:val="24"/>
        </w:rPr>
        <w:t xml:space="preserve">1.4. Предмет продажи. Место, условия и сроки </w:t>
      </w:r>
      <w:bookmarkEnd w:id="27"/>
      <w:bookmarkEnd w:id="28"/>
      <w:bookmarkEnd w:id="29"/>
      <w:bookmarkEnd w:id="30"/>
      <w:r w:rsidRPr="005745D7">
        <w:rPr>
          <w:szCs w:val="24"/>
        </w:rPr>
        <w:t>заключения договора купли-продажи.</w:t>
      </w:r>
    </w:p>
    <w:p w:rsidR="00D52709" w:rsidRPr="005745D7" w:rsidRDefault="00D52709" w:rsidP="004241A2">
      <w:pPr>
        <w:pStyle w:val="31"/>
        <w:tabs>
          <w:tab w:val="num" w:pos="0"/>
        </w:tabs>
        <w:ind w:left="0"/>
        <w:rPr>
          <w:szCs w:val="24"/>
        </w:rPr>
      </w:pPr>
      <w:r w:rsidRPr="005745D7">
        <w:rPr>
          <w:szCs w:val="24"/>
        </w:rPr>
        <w:t xml:space="preserve">           1.4.1. Заказчик или организатор  приглашают всех заинтересованных лиц подавать заявки на участие в продаже муниципального имущества посредством </w:t>
      </w:r>
      <w:hyperlink w:anchor="sub_23" w:history="1">
        <w:r w:rsidRPr="005745D7">
          <w:rPr>
            <w:color w:val="106BBE"/>
            <w:szCs w:val="24"/>
          </w:rPr>
          <w:t>публичного предложения</w:t>
        </w:r>
      </w:hyperlink>
      <w:r w:rsidRPr="005745D7">
        <w:rPr>
          <w:szCs w:val="24"/>
        </w:rPr>
        <w:t xml:space="preserve"> на заключение договора купли-продажи муниципального имущества, информация о котором содержится в Информационной карте </w:t>
      </w:r>
      <w:r>
        <w:rPr>
          <w:szCs w:val="24"/>
        </w:rPr>
        <w:t>продажи</w:t>
      </w:r>
      <w:r w:rsidRPr="005745D7">
        <w:rPr>
          <w:szCs w:val="24"/>
        </w:rPr>
        <w:t>, в соответствии с процедурами и условиями, приведенными в документации, в том числе в проекте договора купли-продажи.</w:t>
      </w:r>
    </w:p>
    <w:p w:rsidR="00D52709" w:rsidRPr="005745D7" w:rsidRDefault="00D52709" w:rsidP="006C307D">
      <w:pPr>
        <w:pStyle w:val="31"/>
        <w:tabs>
          <w:tab w:val="num" w:pos="0"/>
          <w:tab w:val="num" w:pos="700"/>
        </w:tabs>
        <w:ind w:left="0"/>
        <w:rPr>
          <w:szCs w:val="24"/>
        </w:rPr>
      </w:pPr>
      <w:r w:rsidRPr="005745D7">
        <w:rPr>
          <w:szCs w:val="24"/>
        </w:rPr>
        <w:t xml:space="preserve">           1.4.2. Участник </w:t>
      </w:r>
      <w:r>
        <w:rPr>
          <w:szCs w:val="24"/>
        </w:rPr>
        <w:t>продажи</w:t>
      </w:r>
      <w:r w:rsidRPr="005745D7">
        <w:rPr>
          <w:szCs w:val="24"/>
        </w:rPr>
        <w:t xml:space="preserve"> должен будет заключить договор купли-продажи муниципального имущества, являющегося предметом продажи,  в месте, на условиях, в сроки (периоды) предусмотренные в  Информационной карте </w:t>
      </w:r>
      <w:r>
        <w:rPr>
          <w:szCs w:val="24"/>
        </w:rPr>
        <w:t>продажи</w:t>
      </w:r>
      <w:r w:rsidRPr="005745D7">
        <w:rPr>
          <w:szCs w:val="24"/>
        </w:rPr>
        <w:t>.</w:t>
      </w:r>
    </w:p>
    <w:p w:rsidR="00D52709" w:rsidRPr="005745D7" w:rsidRDefault="00D52709" w:rsidP="004241A2">
      <w:pPr>
        <w:pStyle w:val="26"/>
        <w:tabs>
          <w:tab w:val="left" w:pos="708"/>
        </w:tabs>
        <w:ind w:left="0" w:firstLine="0"/>
        <w:jc w:val="center"/>
        <w:outlineLvl w:val="1"/>
        <w:rPr>
          <w:szCs w:val="24"/>
        </w:rPr>
      </w:pPr>
      <w:bookmarkStart w:id="31" w:name="_Toc119349431"/>
      <w:r w:rsidRPr="005745D7">
        <w:rPr>
          <w:szCs w:val="24"/>
        </w:rPr>
        <w:t xml:space="preserve">1.5. </w:t>
      </w:r>
      <w:bookmarkEnd w:id="31"/>
      <w:r w:rsidRPr="005745D7">
        <w:rPr>
          <w:szCs w:val="24"/>
        </w:rPr>
        <w:t>Цена первоначального предложения.</w:t>
      </w:r>
      <w:r w:rsidRPr="005745D7">
        <w:rPr>
          <w:b w:val="0"/>
          <w:szCs w:val="24"/>
        </w:rPr>
        <w:t xml:space="preserve"> </w:t>
      </w:r>
      <w:r w:rsidRPr="005745D7">
        <w:rPr>
          <w:szCs w:val="24"/>
        </w:rPr>
        <w:t>«Шаг понижения». «Шаг</w:t>
      </w:r>
      <w:r>
        <w:rPr>
          <w:szCs w:val="24"/>
        </w:rPr>
        <w:t xml:space="preserve"> аукциона</w:t>
      </w:r>
      <w:r w:rsidRPr="005745D7">
        <w:rPr>
          <w:szCs w:val="24"/>
        </w:rPr>
        <w:t>». «Цена отсечения». Требование о внесении задатка.</w:t>
      </w:r>
    </w:p>
    <w:p w:rsidR="00D52709" w:rsidRPr="005745D7" w:rsidRDefault="00D52709" w:rsidP="004241A2">
      <w:pPr>
        <w:rPr>
          <w:lang w:eastAsia="en-US"/>
        </w:rPr>
      </w:pPr>
      <w:r w:rsidRPr="005745D7">
        <w:t xml:space="preserve">           1.5.1. </w:t>
      </w:r>
      <w:r w:rsidRPr="005745D7">
        <w:rPr>
          <w:lang w:eastAsia="en-US"/>
        </w:rPr>
        <w:t xml:space="preserve">Цена первоначального предложения устанавливается не ниже начальной цены, указанной в информационном сообщении о продаже указанного имущества на </w:t>
      </w:r>
      <w:r>
        <w:rPr>
          <w:lang w:eastAsia="en-US"/>
        </w:rPr>
        <w:t>аукционе</w:t>
      </w:r>
      <w:r w:rsidRPr="005745D7">
        <w:rPr>
          <w:lang w:eastAsia="en-US"/>
        </w:rPr>
        <w:t>,</w:t>
      </w:r>
      <w:r w:rsidRPr="005745D7">
        <w:t xml:space="preserve"> </w:t>
      </w:r>
      <w:r w:rsidRPr="005745D7">
        <w:rPr>
          <w:lang w:eastAsia="en-US"/>
        </w:rPr>
        <w:t>который был признан несостоявшимся.</w:t>
      </w:r>
    </w:p>
    <w:p w:rsidR="00D52709" w:rsidRPr="005745D7" w:rsidRDefault="00D52709" w:rsidP="00882478">
      <w:pPr>
        <w:autoSpaceDE w:val="0"/>
        <w:autoSpaceDN w:val="0"/>
        <w:adjustRightInd w:val="0"/>
        <w:spacing w:after="0"/>
        <w:ind w:firstLine="720"/>
        <w:rPr>
          <w:lang w:eastAsia="en-US"/>
        </w:rPr>
      </w:pPr>
      <w:r w:rsidRPr="005745D7">
        <w:rPr>
          <w:lang w:eastAsia="en-US"/>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w:t>
      </w:r>
    </w:p>
    <w:p w:rsidR="00D52709" w:rsidRPr="005745D7" w:rsidRDefault="00D52709" w:rsidP="00882478">
      <w:pPr>
        <w:ind w:firstLine="720"/>
        <w:rPr>
          <w:lang w:eastAsia="en-US"/>
        </w:rPr>
      </w:pPr>
      <w:r w:rsidRPr="005745D7">
        <w:t xml:space="preserve"> </w:t>
      </w:r>
      <w:r w:rsidRPr="005745D7">
        <w:rPr>
          <w:lang w:eastAsia="en-US"/>
        </w:rPr>
        <w:t xml:space="preserve">"Шаг </w:t>
      </w:r>
      <w:r>
        <w:rPr>
          <w:lang w:eastAsia="en-US"/>
        </w:rPr>
        <w:t>аукциона</w:t>
      </w:r>
      <w:r w:rsidRPr="005745D7">
        <w:rPr>
          <w:lang w:eastAsia="en-US"/>
        </w:rPr>
        <w:t>" устанавливается продавцом в фиксированной сумме, составляющей не более 50 процентов "шага понижения", и не изменяется в течение всей процедуры продажи.</w:t>
      </w:r>
    </w:p>
    <w:p w:rsidR="00D52709" w:rsidRPr="005745D7" w:rsidRDefault="00D52709" w:rsidP="00882478">
      <w:pPr>
        <w:ind w:firstLine="720"/>
        <w:rPr>
          <w:lang w:eastAsia="en-US"/>
        </w:rPr>
      </w:pPr>
      <w:r w:rsidRPr="005745D7">
        <w:t>«Цена отсечения» - составляет 50</w:t>
      </w:r>
      <w:r>
        <w:t xml:space="preserve"> </w:t>
      </w:r>
      <w:r w:rsidRPr="005745D7">
        <w:t xml:space="preserve">процентов начальной цены </w:t>
      </w:r>
      <w:r>
        <w:rPr>
          <w:lang w:eastAsia="en-US"/>
        </w:rPr>
        <w:t>несостоявшегося аукциона.</w:t>
      </w:r>
    </w:p>
    <w:p w:rsidR="00D52709" w:rsidRPr="005745D7" w:rsidRDefault="00D52709" w:rsidP="006C307D">
      <w:pPr>
        <w:tabs>
          <w:tab w:val="left" w:pos="700"/>
        </w:tabs>
      </w:pPr>
      <w:r w:rsidRPr="005745D7">
        <w:rPr>
          <w:lang w:eastAsia="en-US"/>
        </w:rPr>
        <w:t>«Цена первоначального предложения»,</w:t>
      </w:r>
      <w:r w:rsidRPr="005745D7">
        <w:t xml:space="preserve"> </w:t>
      </w:r>
      <w:r w:rsidRPr="005745D7">
        <w:rPr>
          <w:lang w:eastAsia="en-US"/>
        </w:rPr>
        <w:t>"Шаг понижения»,</w:t>
      </w:r>
      <w:r w:rsidRPr="005745D7">
        <w:t xml:space="preserve"> «Шаг </w:t>
      </w:r>
      <w:r>
        <w:t>аукциона</w:t>
      </w:r>
      <w:r w:rsidRPr="005745D7">
        <w:t xml:space="preserve">», «Цена отсечения» в денежном выражении указаны в Информационной карте </w:t>
      </w:r>
      <w:r>
        <w:t>продажи</w:t>
      </w:r>
      <w:r w:rsidRPr="005745D7">
        <w:t>.</w:t>
      </w:r>
    </w:p>
    <w:p w:rsidR="00D52709" w:rsidRPr="005745D7" w:rsidRDefault="00D52709" w:rsidP="006D4E54">
      <w:pPr>
        <w:autoSpaceDE w:val="0"/>
        <w:autoSpaceDN w:val="0"/>
        <w:adjustRightInd w:val="0"/>
        <w:spacing w:after="0"/>
        <w:ind w:firstLine="720"/>
        <w:rPr>
          <w:lang w:eastAsia="en-US"/>
        </w:rPr>
      </w:pPr>
      <w:r w:rsidRPr="005745D7">
        <w:rPr>
          <w:lang w:eastAsia="en-US"/>
        </w:rP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D52709" w:rsidRPr="005745D7" w:rsidRDefault="00D52709" w:rsidP="006D4E54">
      <w:pPr>
        <w:autoSpaceDE w:val="0"/>
        <w:autoSpaceDN w:val="0"/>
        <w:adjustRightInd w:val="0"/>
        <w:spacing w:after="0"/>
        <w:ind w:firstLine="720"/>
        <w:rPr>
          <w:lang w:eastAsia="en-US"/>
        </w:rPr>
      </w:pPr>
      <w:r w:rsidRPr="005745D7">
        <w:rPr>
          <w:lang w:eastAsia="en-US"/>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D52709" w:rsidRPr="005745D7" w:rsidRDefault="00D52709" w:rsidP="006C307D">
      <w:pPr>
        <w:tabs>
          <w:tab w:val="left" w:pos="700"/>
        </w:tabs>
      </w:pPr>
      <w:r w:rsidRPr="005745D7">
        <w:lastRenderedPageBreak/>
        <w:t xml:space="preserve">           1.5.2. Требование о внесении задатка, размер задатка, порядок внесения задатка, реквизиты счета для перечисления задатка   указаны в Информационной карте </w:t>
      </w:r>
      <w:r>
        <w:t>продажи</w:t>
      </w:r>
      <w:r w:rsidRPr="005745D7">
        <w:t xml:space="preserve">. При этом, в случае, если заказчиком (организатором) </w:t>
      </w:r>
      <w:r>
        <w:t>продажи</w:t>
      </w:r>
      <w:r w:rsidRPr="005745D7">
        <w:t xml:space="preserve"> установлено требование о внесении задатка, а заявителем подана заявка на участие в продаже в соответствии с требованиями документации о продаже, соглашение о задатке между организатором </w:t>
      </w:r>
      <w:r>
        <w:t>продажи</w:t>
      </w:r>
      <w:r w:rsidRPr="005745D7">
        <w:t xml:space="preserve"> и заявителем считается совершенным в письменной форме. Информационное сообщение, опубликованное в средствах массовой информации, содержащее сведения о внесении задатка, является публичной офертой для заключения договора о задатке в соответствии со </w:t>
      </w:r>
      <w:hyperlink r:id="rId9" w:history="1">
        <w:r w:rsidRPr="005745D7">
          <w:rPr>
            <w:rStyle w:val="a3"/>
            <w:color w:val="008000"/>
          </w:rPr>
          <w:t>статьей 437</w:t>
        </w:r>
      </w:hyperlink>
      <w:r w:rsidRPr="005745D7">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D52709" w:rsidRPr="005745D7" w:rsidRDefault="00D52709" w:rsidP="004241A2">
      <w:pPr>
        <w:pStyle w:val="1"/>
        <w:tabs>
          <w:tab w:val="left" w:pos="700"/>
        </w:tabs>
        <w:jc w:val="center"/>
        <w:rPr>
          <w:rFonts w:ascii="Times New Roman" w:hAnsi="Times New Roman"/>
          <w:color w:val="auto"/>
        </w:rPr>
      </w:pPr>
      <w:r w:rsidRPr="005745D7">
        <w:rPr>
          <w:rFonts w:ascii="Times New Roman" w:hAnsi="Times New Roman"/>
          <w:color w:val="auto"/>
        </w:rPr>
        <w:t>1.6</w:t>
      </w:r>
      <w:r w:rsidRPr="005745D7">
        <w:rPr>
          <w:rFonts w:ascii="Times New Roman" w:hAnsi="Times New Roman"/>
          <w:i/>
          <w:color w:val="auto"/>
        </w:rPr>
        <w:t xml:space="preserve">  </w:t>
      </w:r>
      <w:r w:rsidRPr="005745D7">
        <w:rPr>
          <w:rFonts w:ascii="Times New Roman" w:hAnsi="Times New Roman"/>
          <w:color w:val="auto"/>
        </w:rPr>
        <w:t xml:space="preserve">Требования к участникам  </w:t>
      </w:r>
      <w:r>
        <w:rPr>
          <w:rFonts w:ascii="Times New Roman" w:hAnsi="Times New Roman"/>
          <w:color w:val="auto"/>
        </w:rPr>
        <w:t>продажи</w:t>
      </w:r>
    </w:p>
    <w:p w:rsidR="00B76A37" w:rsidRDefault="00D52709" w:rsidP="00B76A37">
      <w:pPr>
        <w:autoSpaceDE w:val="0"/>
        <w:autoSpaceDN w:val="0"/>
        <w:adjustRightInd w:val="0"/>
        <w:ind w:firstLine="720"/>
        <w:rPr>
          <w:rFonts w:eastAsia="Calibri"/>
        </w:rPr>
      </w:pPr>
      <w:r w:rsidRPr="005745D7">
        <w:t xml:space="preserve">           1.6.1 </w:t>
      </w:r>
      <w:bookmarkStart w:id="32" w:name="sub_1018"/>
      <w:r w:rsidR="00B76A37">
        <w:rPr>
          <w:rFonts w:eastAsia="Calibri"/>
        </w:rPr>
        <w:t>Покупателями государственного и муниципального имущества могут быть любые физические и юридические лица, за исключением:</w:t>
      </w:r>
    </w:p>
    <w:p w:rsidR="00B76A37" w:rsidRDefault="00B76A37" w:rsidP="00B76A37">
      <w:pPr>
        <w:autoSpaceDE w:val="0"/>
        <w:autoSpaceDN w:val="0"/>
        <w:adjustRightInd w:val="0"/>
        <w:ind w:firstLine="720"/>
        <w:rPr>
          <w:rFonts w:eastAsia="Calibri"/>
        </w:rPr>
      </w:pPr>
      <w:r>
        <w:rPr>
          <w:rFonts w:eastAsia="Calibri"/>
        </w:rPr>
        <w:t>государственных и муниципальных унитарных предприятий, государственных и муниципальных учреждений;</w:t>
      </w:r>
    </w:p>
    <w:p w:rsidR="00B76A37" w:rsidRDefault="00B76A37" w:rsidP="00B76A37">
      <w:pPr>
        <w:autoSpaceDE w:val="0"/>
        <w:autoSpaceDN w:val="0"/>
        <w:adjustRightInd w:val="0"/>
        <w:ind w:firstLine="720"/>
        <w:rPr>
          <w:rFonts w:eastAsia="Calibri"/>
        </w:rPr>
      </w:pPr>
      <w:r>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0" w:anchor="sub_25" w:history="1">
        <w:r>
          <w:rPr>
            <w:rStyle w:val="a3"/>
            <w:rFonts w:eastAsia="Calibri"/>
            <w:color w:val="auto"/>
          </w:rPr>
          <w:t>статьей 25</w:t>
        </w:r>
      </w:hyperlink>
      <w:r>
        <w:rPr>
          <w:rFonts w:eastAsia="Calibri"/>
        </w:rPr>
        <w:t xml:space="preserve"> Федерального закона «О приватизации государственного и муниципального имущества»;</w:t>
      </w:r>
    </w:p>
    <w:p w:rsidR="00B76A37" w:rsidRDefault="00B76A37" w:rsidP="00B76A37">
      <w:pPr>
        <w:autoSpaceDE w:val="0"/>
        <w:autoSpaceDN w:val="0"/>
        <w:adjustRightInd w:val="0"/>
        <w:ind w:firstLine="720"/>
        <w:rPr>
          <w:rFonts w:eastAsia="Calibri"/>
        </w:rPr>
      </w:pPr>
      <w:r>
        <w:rPr>
          <w:rFonts w:eastAsia="Calibri"/>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B76A37" w:rsidRDefault="00B76A37" w:rsidP="00B76A37">
      <w:pPr>
        <w:autoSpaceDE w:val="0"/>
        <w:autoSpaceDN w:val="0"/>
        <w:adjustRightInd w:val="0"/>
        <w:ind w:firstLine="720"/>
        <w:rPr>
          <w:rFonts w:eastAsia="Calibri"/>
        </w:rPr>
      </w:pPr>
      <w:r>
        <w:rPr>
          <w:rFonts w:eastAsia="Calibri"/>
        </w:rPr>
        <w:t>юридических лиц, в отношении которых офшорной компанией или группой лиц, в которую входит офшорная компания, осуществляется контроль.</w:t>
      </w:r>
    </w:p>
    <w:p w:rsidR="00D52709" w:rsidRPr="005745D7" w:rsidRDefault="00D52709" w:rsidP="00B76A37">
      <w:pPr>
        <w:tabs>
          <w:tab w:val="left" w:pos="700"/>
        </w:tabs>
      </w:pPr>
      <w:r w:rsidRPr="005745D7">
        <w:rPr>
          <w:iCs/>
        </w:rPr>
        <w:t xml:space="preserve">           1.6.2.</w:t>
      </w:r>
      <w:r w:rsidRPr="005745D7">
        <w:rPr>
          <w:iCs/>
          <w:color w:val="800080"/>
        </w:rPr>
        <w:t xml:space="preserve"> </w:t>
      </w:r>
      <w:r w:rsidRPr="005745D7">
        <w:t xml:space="preserve">Участники </w:t>
      </w:r>
      <w:r>
        <w:t>продажи</w:t>
      </w:r>
      <w:r w:rsidRPr="005745D7">
        <w:t xml:space="preserve"> имеют право выступать в отношениях, связанных с покупкой муниципального имущества, лично и через своих представителей. Полномочия представителей участников </w:t>
      </w:r>
      <w:r>
        <w:t>продажи</w:t>
      </w:r>
      <w:r w:rsidRPr="005745D7">
        <w:t xml:space="preserve"> подтверждаются доверенностью, выданной и оформленной в соответствии с гражданским законодательством, или ее нотариально заверенной копией.</w:t>
      </w:r>
    </w:p>
    <w:p w:rsidR="00D52709" w:rsidRPr="005745D7" w:rsidRDefault="00D52709" w:rsidP="006C307D">
      <w:pPr>
        <w:tabs>
          <w:tab w:val="left" w:pos="700"/>
        </w:tabs>
      </w:pPr>
      <w:bookmarkStart w:id="33" w:name="_Toc241572453"/>
      <w:bookmarkStart w:id="34" w:name="_Toc232912276"/>
      <w:bookmarkStart w:id="35" w:name="_Toc232909667"/>
      <w:bookmarkStart w:id="36" w:name="_Toc119349434"/>
      <w:bookmarkEnd w:id="32"/>
      <w:r w:rsidRPr="005745D7">
        <w:t xml:space="preserve">           1.6.3. Для участия в продаже претендент представляет продавцу (лично или через своего полномочного представителя) в установленный срок заявку по форме, утвержденной  продавцом, и документы, указанные в извещении о продаже муниципального имущества  (в соответствии с формами документов, приведёнными в разделе 4 настоящей аукционной документации). Заявка на участие в продаже  и опись представленных документов составляются в 2 экземплярах, один из которых остается у продавца, другой - у заявителя.</w:t>
      </w:r>
    </w:p>
    <w:p w:rsidR="00D52709" w:rsidRPr="005745D7" w:rsidRDefault="00D52709" w:rsidP="006C307D"/>
    <w:p w:rsidR="00D52709" w:rsidRPr="005745D7" w:rsidRDefault="00D52709" w:rsidP="004241A2">
      <w:pPr>
        <w:pStyle w:val="26"/>
        <w:tabs>
          <w:tab w:val="left" w:pos="708"/>
        </w:tabs>
        <w:spacing w:after="0"/>
        <w:ind w:left="0" w:firstLine="0"/>
        <w:jc w:val="center"/>
        <w:outlineLvl w:val="1"/>
        <w:rPr>
          <w:szCs w:val="24"/>
        </w:rPr>
      </w:pPr>
      <w:r w:rsidRPr="005745D7">
        <w:rPr>
          <w:szCs w:val="24"/>
        </w:rPr>
        <w:t xml:space="preserve">1.7.  Расходы на участие в </w:t>
      </w:r>
      <w:r>
        <w:rPr>
          <w:szCs w:val="24"/>
        </w:rPr>
        <w:t>продаже</w:t>
      </w:r>
    </w:p>
    <w:p w:rsidR="00D52709" w:rsidRPr="005745D7" w:rsidRDefault="00D52709" w:rsidP="006C307D">
      <w:pPr>
        <w:tabs>
          <w:tab w:val="left" w:pos="700"/>
        </w:tabs>
      </w:pPr>
      <w:r w:rsidRPr="005745D7">
        <w:t xml:space="preserve">           1.7.1 Участник </w:t>
      </w:r>
      <w:r>
        <w:t>продажи</w:t>
      </w:r>
      <w:r w:rsidRPr="005745D7">
        <w:t xml:space="preserve"> несет все расходы, связанные с подготовкой и подачей заявки на участие в продаже, с участием в продаже и заключением договора купли-продажи.</w:t>
      </w:r>
    </w:p>
    <w:p w:rsidR="00D52709" w:rsidRPr="005745D7" w:rsidRDefault="00D52709" w:rsidP="006C307D">
      <w:pPr>
        <w:keepNext/>
        <w:keepLines/>
        <w:widowControl w:val="0"/>
        <w:suppressLineNumbers/>
        <w:suppressAutoHyphens/>
        <w:rPr>
          <w:b/>
        </w:rPr>
      </w:pPr>
      <w:bookmarkStart w:id="37" w:name="_Toc241572455"/>
      <w:bookmarkStart w:id="38" w:name="_Toc232912278"/>
      <w:bookmarkStart w:id="39" w:name="_Toc232909669"/>
      <w:bookmarkStart w:id="40" w:name="_Toc119349436"/>
      <w:bookmarkEnd w:id="33"/>
      <w:bookmarkEnd w:id="34"/>
      <w:bookmarkEnd w:id="35"/>
      <w:bookmarkEnd w:id="36"/>
      <w:r w:rsidRPr="005745D7">
        <w:rPr>
          <w:b/>
        </w:rPr>
        <w:t xml:space="preserve">                                                  </w:t>
      </w:r>
    </w:p>
    <w:p w:rsidR="00D52709" w:rsidRPr="005745D7" w:rsidRDefault="00D52709" w:rsidP="004241A2">
      <w:pPr>
        <w:keepNext/>
        <w:keepLines/>
        <w:widowControl w:val="0"/>
        <w:suppressLineNumbers/>
        <w:suppressAutoHyphens/>
        <w:jc w:val="center"/>
        <w:rPr>
          <w:b/>
        </w:rPr>
      </w:pPr>
      <w:r w:rsidRPr="005745D7">
        <w:rPr>
          <w:b/>
        </w:rPr>
        <w:t>1.8. Преференции</w:t>
      </w:r>
      <w:bookmarkEnd w:id="37"/>
      <w:bookmarkEnd w:id="38"/>
      <w:bookmarkEnd w:id="39"/>
      <w:bookmarkEnd w:id="40"/>
    </w:p>
    <w:bookmarkEnd w:id="19"/>
    <w:p w:rsidR="00D52709" w:rsidRPr="005745D7" w:rsidRDefault="00D52709" w:rsidP="006C307D">
      <w:pPr>
        <w:tabs>
          <w:tab w:val="left" w:pos="720"/>
        </w:tabs>
      </w:pPr>
      <w:r w:rsidRPr="005745D7">
        <w:t xml:space="preserve">           1.8.1. Заказчик вправе устанавливать  преимущества субъектам малого и среднего предпринимательства, имеющим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w:t>
      </w:r>
      <w:r w:rsidRPr="005745D7">
        <w:lastRenderedPageBreak/>
        <w:t xml:space="preserve">организациям, образующим инфраструктуру поддержки субъектов малого и среднего предпринимательства, в случае проведения </w:t>
      </w:r>
      <w:r>
        <w:t>продажи</w:t>
      </w:r>
      <w:r w:rsidRPr="005745D7">
        <w:t xml:space="preserve"> в отношении имущества, предусмотренного законом. Сведения о предоставлении вышеуказанных преимуществ содержатся в Информационной карте </w:t>
      </w:r>
      <w:r>
        <w:t>продажи</w:t>
      </w:r>
      <w:r w:rsidRPr="005745D7">
        <w:t>.</w:t>
      </w:r>
      <w:r w:rsidRPr="005745D7">
        <w:rPr>
          <w:b/>
        </w:rPr>
        <w:t xml:space="preserve"> </w:t>
      </w:r>
    </w:p>
    <w:p w:rsidR="00D52709" w:rsidRPr="005745D7" w:rsidRDefault="00D52709" w:rsidP="006C307D">
      <w:pPr>
        <w:pStyle w:val="2"/>
        <w:ind w:firstLine="567"/>
        <w:rPr>
          <w:sz w:val="24"/>
          <w:szCs w:val="24"/>
        </w:rPr>
      </w:pPr>
      <w:bookmarkStart w:id="41" w:name="_Toc241572456"/>
      <w:bookmarkStart w:id="42" w:name="_Toc232912279"/>
      <w:bookmarkStart w:id="43" w:name="_Toc232909670"/>
    </w:p>
    <w:p w:rsidR="00D52709" w:rsidRPr="005745D7" w:rsidRDefault="00D52709" w:rsidP="006C307D">
      <w:pPr>
        <w:pStyle w:val="2"/>
        <w:ind w:firstLine="567"/>
        <w:rPr>
          <w:color w:val="FF0000"/>
          <w:sz w:val="24"/>
          <w:szCs w:val="24"/>
        </w:rPr>
      </w:pPr>
      <w:r w:rsidRPr="005745D7">
        <w:rPr>
          <w:sz w:val="24"/>
          <w:szCs w:val="24"/>
        </w:rPr>
        <w:t xml:space="preserve">1.9. Общий порядок проведения </w:t>
      </w:r>
      <w:bookmarkEnd w:id="41"/>
      <w:bookmarkEnd w:id="42"/>
      <w:bookmarkEnd w:id="43"/>
      <w:r w:rsidRPr="005745D7">
        <w:rPr>
          <w:sz w:val="24"/>
          <w:szCs w:val="24"/>
        </w:rPr>
        <w:t>продажи имущества</w:t>
      </w:r>
    </w:p>
    <w:p w:rsidR="00D52709" w:rsidRPr="005745D7" w:rsidRDefault="00D52709" w:rsidP="006C307D">
      <w:pPr>
        <w:tabs>
          <w:tab w:val="left" w:pos="700"/>
        </w:tabs>
      </w:pPr>
      <w:r w:rsidRPr="005745D7">
        <w:t xml:space="preserve">           1.9.1. Продажа муниципального имущества посредством публичного предложения проводится в следующем порядке:</w:t>
      </w:r>
    </w:p>
    <w:p w:rsidR="00D52709" w:rsidRPr="005745D7" w:rsidRDefault="00D52709" w:rsidP="009E245D">
      <w:pPr>
        <w:ind w:firstLine="720"/>
        <w:rPr>
          <w:lang w:eastAsia="en-US"/>
        </w:rPr>
      </w:pPr>
      <w:r w:rsidRPr="005745D7">
        <w:t xml:space="preserve">а) Извещение о продаже муниципального имущества посредством публичного предложения размещается на  сайтах в сети Интернет </w:t>
      </w:r>
      <w:hyperlink r:id="rId11" w:history="1">
        <w:r w:rsidRPr="005745D7">
          <w:rPr>
            <w:rStyle w:val="a3"/>
            <w:lang w:val="en-US"/>
          </w:rPr>
          <w:t>www</w:t>
        </w:r>
        <w:r w:rsidRPr="005745D7">
          <w:rPr>
            <w:rStyle w:val="a3"/>
          </w:rPr>
          <w:t>.</w:t>
        </w:r>
        <w:r w:rsidRPr="005745D7">
          <w:rPr>
            <w:rStyle w:val="a3"/>
            <w:lang w:val="en-US"/>
          </w:rPr>
          <w:t>iskitim</w:t>
        </w:r>
        <w:r w:rsidRPr="005745D7">
          <w:rPr>
            <w:rStyle w:val="a3"/>
          </w:rPr>
          <w:t>-</w:t>
        </w:r>
        <w:r w:rsidRPr="005745D7">
          <w:rPr>
            <w:rStyle w:val="a3"/>
            <w:lang w:val="en-US"/>
          </w:rPr>
          <w:t>r</w:t>
        </w:r>
        <w:r w:rsidRPr="005745D7">
          <w:rPr>
            <w:rStyle w:val="a3"/>
          </w:rPr>
          <w:t>.</w:t>
        </w:r>
        <w:r w:rsidRPr="005745D7">
          <w:rPr>
            <w:rStyle w:val="a3"/>
            <w:lang w:val="en-US"/>
          </w:rPr>
          <w:t>ru</w:t>
        </w:r>
      </w:hyperlink>
      <w:r w:rsidRPr="005745D7">
        <w:t>,</w:t>
      </w:r>
      <w:r w:rsidRPr="005745D7">
        <w:rPr>
          <w:color w:val="0000FF"/>
        </w:rPr>
        <w:t xml:space="preserve"> </w:t>
      </w:r>
      <w:r w:rsidRPr="005745D7">
        <w:rPr>
          <w:color w:val="0000FF"/>
          <w:u w:val="single"/>
        </w:rPr>
        <w:t>www.torgi.gov.ru</w:t>
      </w:r>
      <w:r w:rsidRPr="005745D7">
        <w:t xml:space="preserve">, в срок не менее, </w:t>
      </w:r>
      <w:r w:rsidRPr="005745D7">
        <w:rPr>
          <w:lang w:eastAsia="en-US"/>
        </w:rPr>
        <w:t>чем за тридцать дней до дня осуществления продажи указанного имущества.</w:t>
      </w:r>
    </w:p>
    <w:p w:rsidR="00D52709" w:rsidRPr="005745D7" w:rsidRDefault="00D52709" w:rsidP="009E245D">
      <w:pPr>
        <w:ind w:firstLine="720"/>
      </w:pPr>
      <w:r w:rsidRPr="005745D7">
        <w:t>б) Предоставление  документации</w:t>
      </w:r>
      <w:r>
        <w:t xml:space="preserve"> о продаже муниципального имущества</w:t>
      </w:r>
      <w:r w:rsidRPr="005745D7">
        <w:t xml:space="preserve"> участникам </w:t>
      </w:r>
      <w:r>
        <w:t>продажи</w:t>
      </w:r>
      <w:r w:rsidRPr="005745D7">
        <w:t xml:space="preserve"> осуществляется в соответствии с условиями и в порядке, указанном в Информационной карте </w:t>
      </w:r>
      <w:r>
        <w:t>продажи</w:t>
      </w:r>
      <w:r w:rsidRPr="005745D7">
        <w:t>.</w:t>
      </w:r>
    </w:p>
    <w:p w:rsidR="00D52709" w:rsidRPr="005745D7" w:rsidRDefault="00D52709" w:rsidP="006C307D">
      <w:pPr>
        <w:ind w:firstLine="708"/>
        <w:rPr>
          <w:color w:val="FF0000"/>
        </w:rPr>
      </w:pPr>
      <w:r w:rsidRPr="005745D7">
        <w:t xml:space="preserve">в) Подготовка и рассылка ответов на вопросы участников </w:t>
      </w:r>
      <w:r>
        <w:t>продажи</w:t>
      </w:r>
      <w:r w:rsidRPr="005745D7">
        <w:t xml:space="preserve"> по разъяснению   документации осуществляется  в соответствии с подразделом </w:t>
      </w:r>
      <w:r w:rsidRPr="005745D7">
        <w:rPr>
          <w:color w:val="FF0000"/>
        </w:rPr>
        <w:t>1.12.</w:t>
      </w:r>
    </w:p>
    <w:p w:rsidR="00D52709" w:rsidRPr="005745D7" w:rsidRDefault="00D52709" w:rsidP="006C307D">
      <w:pPr>
        <w:ind w:firstLine="708"/>
      </w:pPr>
      <w:r w:rsidRPr="005745D7">
        <w:t xml:space="preserve">г) Подготовка участниками </w:t>
      </w:r>
      <w:r>
        <w:t>продажи</w:t>
      </w:r>
      <w:r w:rsidRPr="005745D7">
        <w:t xml:space="preserve">  заявок на участие в продаже осуществляется в порядке, установленном в подразделах </w:t>
      </w:r>
      <w:r w:rsidRPr="005745D7">
        <w:rPr>
          <w:color w:val="FF0000"/>
        </w:rPr>
        <w:t>2.3. - 2.8</w:t>
      </w:r>
      <w:r w:rsidRPr="005745D7">
        <w:t>.</w:t>
      </w:r>
    </w:p>
    <w:p w:rsidR="00D52709" w:rsidRPr="005745D7" w:rsidRDefault="00D52709" w:rsidP="004D13A0">
      <w:pPr>
        <w:ind w:firstLine="720"/>
        <w:rPr>
          <w:lang w:eastAsia="en-US"/>
        </w:rPr>
      </w:pPr>
      <w:r w:rsidRPr="005745D7">
        <w:t xml:space="preserve">д) Прием заявок начинается с даты, объявленной в информационном сообщении о проведении </w:t>
      </w:r>
      <w:r>
        <w:t xml:space="preserve">продажи и </w:t>
      </w:r>
      <w:r w:rsidRPr="005745D7">
        <w:t xml:space="preserve"> осуществляется в течение не менее 25 календарных дней</w:t>
      </w:r>
      <w:r>
        <w:t>.</w:t>
      </w:r>
      <w:r w:rsidRPr="005745D7">
        <w:t xml:space="preserve"> </w:t>
      </w:r>
    </w:p>
    <w:p w:rsidR="00D52709" w:rsidRPr="005745D7" w:rsidRDefault="00D52709" w:rsidP="006C307D">
      <w:pPr>
        <w:ind w:firstLine="720"/>
        <w:rPr>
          <w:color w:val="FF0000"/>
        </w:rPr>
      </w:pPr>
      <w:r w:rsidRPr="005745D7">
        <w:t xml:space="preserve"> Подача заявок на участие в продаже и их прием -  в соответствии с подразделом </w:t>
      </w:r>
      <w:r w:rsidRPr="005745D7">
        <w:rPr>
          <w:color w:val="FF0000"/>
        </w:rPr>
        <w:t>2.9</w:t>
      </w:r>
      <w:r w:rsidRPr="005745D7">
        <w:t>.</w:t>
      </w:r>
      <w:r w:rsidRPr="005745D7">
        <w:rPr>
          <w:color w:val="FF0000"/>
        </w:rPr>
        <w:t xml:space="preserve">  </w:t>
      </w:r>
    </w:p>
    <w:p w:rsidR="00D52709" w:rsidRPr="005745D7" w:rsidRDefault="00D52709" w:rsidP="006C307D">
      <w:pPr>
        <w:ind w:firstLine="708"/>
        <w:rPr>
          <w:color w:val="FF0000"/>
        </w:rPr>
      </w:pPr>
      <w:r w:rsidRPr="005745D7">
        <w:t xml:space="preserve">е) Рассмотрение заявок на участие в продаже и принятие решения о допуске участников к участию в продаже производится в соответствии с подразделом </w:t>
      </w:r>
      <w:r w:rsidRPr="005745D7">
        <w:rPr>
          <w:color w:val="FF0000"/>
        </w:rPr>
        <w:t>2.10.</w:t>
      </w:r>
    </w:p>
    <w:p w:rsidR="00D52709" w:rsidRPr="005745D7" w:rsidRDefault="00D52709" w:rsidP="006C307D">
      <w:pPr>
        <w:ind w:firstLine="708"/>
        <w:rPr>
          <w:color w:val="FF0000"/>
        </w:rPr>
      </w:pPr>
      <w:r w:rsidRPr="005745D7">
        <w:t xml:space="preserve"> Участникам, подавшим заявки на участие в продаже  и не допущенным к участию в продаже, направляются уведомления о принятых комиссией решениях не позднее дня, следующего за днем подписания протокола рассмотрения заявок. Возврат денежных средств, внесенных в качестве задатка  на участие в продаже,  заявителям, не допущенным к участию в продаже (в случае если в Информационной карте </w:t>
      </w:r>
      <w:r>
        <w:t>продажи</w:t>
      </w:r>
      <w:r w:rsidRPr="005745D7">
        <w:t xml:space="preserve"> было установлено требование о внесении задатка на участие в продаже) производится в соответствии с подразделом   </w:t>
      </w:r>
      <w:r w:rsidRPr="005745D7">
        <w:rPr>
          <w:color w:val="FF0000"/>
        </w:rPr>
        <w:t>2.11.</w:t>
      </w:r>
    </w:p>
    <w:p w:rsidR="00D52709" w:rsidRPr="005745D7" w:rsidRDefault="00D52709" w:rsidP="006C307D">
      <w:pPr>
        <w:ind w:firstLine="708"/>
        <w:rPr>
          <w:color w:val="FF0000"/>
        </w:rPr>
      </w:pPr>
      <w:r w:rsidRPr="005745D7">
        <w:t xml:space="preserve">ж) Процедура проведения  </w:t>
      </w:r>
      <w:r>
        <w:t>продажи</w:t>
      </w:r>
      <w:r w:rsidRPr="005745D7">
        <w:t xml:space="preserve"> и выбор победителя </w:t>
      </w:r>
      <w:r>
        <w:t>продажи</w:t>
      </w:r>
      <w:r w:rsidRPr="005745D7">
        <w:t xml:space="preserve">, проводится  в порядке указанном в подразделах </w:t>
      </w:r>
      <w:r w:rsidRPr="005745D7">
        <w:rPr>
          <w:color w:val="FF0000"/>
        </w:rPr>
        <w:t>2.12. - 2.13.</w:t>
      </w:r>
    </w:p>
    <w:p w:rsidR="00D52709" w:rsidRPr="005745D7" w:rsidRDefault="00D52709" w:rsidP="006C307D">
      <w:pPr>
        <w:ind w:firstLine="708"/>
        <w:rPr>
          <w:color w:val="FF0000"/>
        </w:rPr>
      </w:pPr>
      <w:r w:rsidRPr="005745D7">
        <w:t xml:space="preserve">з) Заключение договора купли-продажи производится в порядке, указанном в подразделе </w:t>
      </w:r>
      <w:r w:rsidRPr="005745D7">
        <w:rPr>
          <w:color w:val="FF0000"/>
        </w:rPr>
        <w:t>2.14.</w:t>
      </w:r>
    </w:p>
    <w:p w:rsidR="00D52709" w:rsidRPr="005745D7" w:rsidRDefault="00D52709" w:rsidP="006C307D">
      <w:pPr>
        <w:ind w:firstLine="708"/>
        <w:rPr>
          <w:color w:val="FF0000"/>
        </w:rPr>
      </w:pPr>
      <w:r w:rsidRPr="005745D7">
        <w:t xml:space="preserve">1.9.2.После определения победителя </w:t>
      </w:r>
      <w:r>
        <w:t>продажи</w:t>
      </w:r>
      <w:r w:rsidRPr="005745D7">
        <w:t xml:space="preserve">, а также на любом этапе проведения </w:t>
      </w:r>
      <w:r>
        <w:t>продажи</w:t>
      </w:r>
      <w:r w:rsidRPr="005745D7">
        <w:t xml:space="preserve"> в срок, предусмотренный для заключения договора купли-продажи, заказчик вправе отказаться от заключения договора купли-продажи с победителем </w:t>
      </w:r>
      <w:r>
        <w:t>продажи</w:t>
      </w:r>
      <w:r w:rsidRPr="005745D7">
        <w:t xml:space="preserve"> в случае установления факта неисполнения участником </w:t>
      </w:r>
      <w:r>
        <w:t>продажи</w:t>
      </w:r>
      <w:r w:rsidRPr="005745D7">
        <w:t xml:space="preserve"> требований, предусмотренных для участников </w:t>
      </w:r>
      <w:r>
        <w:t>продажи</w:t>
      </w:r>
      <w:r w:rsidRPr="005745D7">
        <w:t xml:space="preserve"> в </w:t>
      </w:r>
      <w:r w:rsidRPr="005745D7">
        <w:rPr>
          <w:color w:val="FF0000"/>
        </w:rPr>
        <w:t>разделе 1.6.</w:t>
      </w:r>
    </w:p>
    <w:p w:rsidR="00D52709" w:rsidRPr="005745D7" w:rsidRDefault="00D52709" w:rsidP="006C307D">
      <w:pPr>
        <w:pStyle w:val="2"/>
        <w:ind w:firstLine="567"/>
        <w:rPr>
          <w:sz w:val="24"/>
          <w:szCs w:val="24"/>
        </w:rPr>
      </w:pPr>
      <w:bookmarkStart w:id="44" w:name="_Toc241572457"/>
      <w:bookmarkStart w:id="45" w:name="_Toc232912280"/>
      <w:bookmarkStart w:id="46" w:name="_Toc232909671"/>
    </w:p>
    <w:p w:rsidR="00D52709" w:rsidRPr="005745D7" w:rsidRDefault="00D52709" w:rsidP="006C307D">
      <w:pPr>
        <w:pStyle w:val="2"/>
        <w:ind w:firstLine="567"/>
        <w:rPr>
          <w:sz w:val="24"/>
          <w:szCs w:val="24"/>
        </w:rPr>
      </w:pPr>
      <w:r w:rsidRPr="005745D7">
        <w:rPr>
          <w:sz w:val="24"/>
          <w:szCs w:val="24"/>
        </w:rPr>
        <w:t xml:space="preserve">1.10.  Требования, предъявляемые к </w:t>
      </w:r>
      <w:bookmarkEnd w:id="44"/>
      <w:bookmarkEnd w:id="45"/>
      <w:bookmarkEnd w:id="46"/>
      <w:r w:rsidRPr="005745D7">
        <w:rPr>
          <w:sz w:val="24"/>
          <w:szCs w:val="24"/>
        </w:rPr>
        <w:t xml:space="preserve">заказчику (организатору) </w:t>
      </w:r>
      <w:r>
        <w:rPr>
          <w:sz w:val="24"/>
          <w:szCs w:val="24"/>
        </w:rPr>
        <w:t>продажи</w:t>
      </w:r>
    </w:p>
    <w:p w:rsidR="00D52709" w:rsidRPr="005745D7" w:rsidRDefault="00D52709" w:rsidP="006C307D">
      <w:pPr>
        <w:ind w:firstLine="567"/>
      </w:pPr>
      <w:r w:rsidRPr="005745D7">
        <w:t xml:space="preserve">1.10.1. В ходе </w:t>
      </w:r>
      <w:r>
        <w:t>продажи</w:t>
      </w:r>
      <w:r w:rsidRPr="005745D7">
        <w:t xml:space="preserve"> ни одному из участников не будут созданы преимущественные условия участия в открытом продаже.</w:t>
      </w:r>
    </w:p>
    <w:p w:rsidR="00D52709" w:rsidRPr="005745D7" w:rsidRDefault="00D52709" w:rsidP="000350A1">
      <w:pPr>
        <w:ind w:firstLine="720"/>
        <w:rPr>
          <w:lang w:eastAsia="en-US"/>
        </w:rPr>
      </w:pPr>
      <w:r w:rsidRPr="005745D7">
        <w:t xml:space="preserve">1.10.2.  </w:t>
      </w:r>
      <w:r w:rsidRPr="005745D7">
        <w:rPr>
          <w:lang w:eastAsia="en-US"/>
        </w:rPr>
        <w:t xml:space="preserve">Членами комиссии не могут быть физические лица, лично заинтересованные в результатах </w:t>
      </w:r>
      <w:r>
        <w:rPr>
          <w:lang w:eastAsia="en-US"/>
        </w:rPr>
        <w:t>продажи</w:t>
      </w:r>
      <w:r w:rsidRPr="005745D7">
        <w:rPr>
          <w:lang w:eastAsia="en-US"/>
        </w:rPr>
        <w:t xml:space="preserve">. </w:t>
      </w:r>
    </w:p>
    <w:p w:rsidR="00D52709" w:rsidRPr="005745D7" w:rsidRDefault="00D52709" w:rsidP="006C307D">
      <w:pPr>
        <w:ind w:firstLine="567"/>
      </w:pPr>
      <w:r w:rsidRPr="005745D7">
        <w:t xml:space="preserve">1.10.3. В рамках проведения </w:t>
      </w:r>
      <w:r>
        <w:t>продажи</w:t>
      </w:r>
      <w:r w:rsidRPr="005745D7">
        <w:t xml:space="preserve"> организатор не будет осуществлять координацию деятельности участников </w:t>
      </w:r>
      <w:r>
        <w:t>продажи</w:t>
      </w:r>
      <w:r w:rsidRPr="005745D7">
        <w:t xml:space="preserve">, в результате которой может иметь место ограничение конкуренции или ущемление законных интересов участников </w:t>
      </w:r>
      <w:r>
        <w:t>продажи</w:t>
      </w:r>
      <w:r w:rsidRPr="005745D7">
        <w:t>.</w:t>
      </w:r>
    </w:p>
    <w:p w:rsidR="00D52709" w:rsidRPr="005745D7" w:rsidRDefault="00D52709" w:rsidP="006C307D">
      <w:pPr>
        <w:ind w:firstLine="567"/>
      </w:pPr>
      <w:r w:rsidRPr="005745D7">
        <w:lastRenderedPageBreak/>
        <w:t>1.10.4. Заказчик не будет предпринимать действий, необоснованно ограничивающих доступ к участию в продаже.</w:t>
      </w:r>
    </w:p>
    <w:p w:rsidR="00D52709" w:rsidRPr="005745D7" w:rsidRDefault="00D52709" w:rsidP="006C307D">
      <w:pPr>
        <w:pStyle w:val="2"/>
        <w:ind w:firstLine="567"/>
        <w:rPr>
          <w:sz w:val="24"/>
          <w:szCs w:val="24"/>
        </w:rPr>
      </w:pPr>
      <w:bookmarkStart w:id="47" w:name="_Toc241572458"/>
      <w:bookmarkStart w:id="48" w:name="_Toc232912281"/>
      <w:bookmarkStart w:id="49" w:name="_Toc232909672"/>
      <w:r w:rsidRPr="005745D7">
        <w:rPr>
          <w:sz w:val="24"/>
          <w:szCs w:val="24"/>
        </w:rPr>
        <w:t>1.11.  Обеспечение конфиденциальности</w:t>
      </w:r>
      <w:bookmarkEnd w:id="47"/>
      <w:bookmarkEnd w:id="48"/>
      <w:bookmarkEnd w:id="49"/>
    </w:p>
    <w:p w:rsidR="00D52709" w:rsidRPr="005745D7" w:rsidRDefault="00D52709" w:rsidP="006C307D">
      <w:pPr>
        <w:ind w:firstLine="567"/>
      </w:pPr>
      <w:r w:rsidRPr="005745D7">
        <w:t xml:space="preserve">1.11.1.  Организатор </w:t>
      </w:r>
      <w:r>
        <w:t>продажи</w:t>
      </w:r>
      <w:r w:rsidRPr="005745D7">
        <w:t xml:space="preserve">,  единая комиссия обеспечат конфиденциальность всех полученных    от участников </w:t>
      </w:r>
      <w:r>
        <w:t>продажи</w:t>
      </w:r>
      <w:r w:rsidRPr="005745D7">
        <w:t xml:space="preserve"> сведений.</w:t>
      </w:r>
    </w:p>
    <w:p w:rsidR="00D52709" w:rsidRPr="005745D7" w:rsidRDefault="00D52709" w:rsidP="006C307D">
      <w:pPr>
        <w:pStyle w:val="26"/>
        <w:tabs>
          <w:tab w:val="left" w:pos="708"/>
        </w:tabs>
        <w:spacing w:after="0"/>
        <w:ind w:left="0" w:firstLine="0"/>
        <w:jc w:val="center"/>
        <w:outlineLvl w:val="1"/>
        <w:rPr>
          <w:szCs w:val="24"/>
        </w:rPr>
      </w:pPr>
      <w:bookmarkStart w:id="50" w:name="_Toc119349439"/>
      <w:bookmarkStart w:id="51" w:name="_Toc241572460"/>
      <w:bookmarkStart w:id="52" w:name="_Toc232912283"/>
      <w:bookmarkStart w:id="53" w:name="_Toc232909674"/>
      <w:r w:rsidRPr="005745D7">
        <w:rPr>
          <w:szCs w:val="24"/>
        </w:rPr>
        <w:t>1.12   Разъяснение положений</w:t>
      </w:r>
      <w:bookmarkEnd w:id="50"/>
      <w:r w:rsidRPr="005745D7">
        <w:rPr>
          <w:szCs w:val="24"/>
        </w:rPr>
        <w:t xml:space="preserve"> документации</w:t>
      </w:r>
      <w:bookmarkEnd w:id="51"/>
      <w:bookmarkEnd w:id="52"/>
      <w:bookmarkEnd w:id="53"/>
      <w:r>
        <w:rPr>
          <w:szCs w:val="24"/>
        </w:rPr>
        <w:t xml:space="preserve"> о продаже</w:t>
      </w:r>
    </w:p>
    <w:p w:rsidR="00D52709" w:rsidRPr="005745D7" w:rsidRDefault="00D52709" w:rsidP="006C307D">
      <w:pPr>
        <w:tabs>
          <w:tab w:val="num" w:pos="1080"/>
        </w:tabs>
        <w:ind w:firstLine="567"/>
        <w:rPr>
          <w:b/>
        </w:rPr>
      </w:pPr>
      <w:r w:rsidRPr="005745D7">
        <w:t xml:space="preserve">1.12.1. В ходе </w:t>
      </w:r>
      <w:r>
        <w:t>продажи</w:t>
      </w:r>
      <w:r w:rsidRPr="005745D7">
        <w:t xml:space="preserve"> какие-либо переговоры заказчика или единой комиссии с участником </w:t>
      </w:r>
      <w:r>
        <w:t>продажи</w:t>
      </w:r>
      <w:r w:rsidRPr="005745D7">
        <w:t xml:space="preserve"> не допускаются. В случае нарушения указанного положения, </w:t>
      </w:r>
      <w:r>
        <w:t xml:space="preserve">продажа муниципального имущества посредством публичного предложения </w:t>
      </w:r>
      <w:r w:rsidRPr="005745D7">
        <w:t xml:space="preserve"> может быть признан</w:t>
      </w:r>
      <w:r>
        <w:t>а</w:t>
      </w:r>
      <w:r w:rsidRPr="005745D7">
        <w:t xml:space="preserve"> недействительн</w:t>
      </w:r>
      <w:r>
        <w:t>а</w:t>
      </w:r>
      <w:r w:rsidRPr="005745D7">
        <w:t xml:space="preserve"> в порядке, предусмотренном законодательством Российской Федерации. </w:t>
      </w:r>
    </w:p>
    <w:p w:rsidR="00D52709" w:rsidRPr="005745D7" w:rsidRDefault="00D52709" w:rsidP="002B0CD4">
      <w:pPr>
        <w:ind w:firstLine="720"/>
        <w:rPr>
          <w:lang w:eastAsia="en-US"/>
        </w:rPr>
      </w:pPr>
      <w:r w:rsidRPr="005745D7">
        <w:t xml:space="preserve">1.12.2. Заказчик может давать разъяснения положений документации. Любой участник </w:t>
      </w:r>
      <w:r>
        <w:t>продажи</w:t>
      </w:r>
      <w:r w:rsidRPr="005745D7">
        <w:t xml:space="preserve"> вправе направить в письменной форме заказчику  запрос о разъяснении положений документации</w:t>
      </w:r>
      <w:r>
        <w:t xml:space="preserve"> о продаже</w:t>
      </w:r>
      <w:r w:rsidRPr="005745D7">
        <w:t xml:space="preserve">. </w:t>
      </w:r>
      <w:r w:rsidRPr="005745D7">
        <w:rPr>
          <w:lang w:eastAsia="en-US"/>
        </w:rPr>
        <w:t xml:space="preserve">В течение двух рабочих дней с даты поступления указанного запроса организатор </w:t>
      </w:r>
      <w:r>
        <w:rPr>
          <w:lang w:eastAsia="en-US"/>
        </w:rPr>
        <w:t>продажи</w:t>
      </w:r>
      <w:r w:rsidRPr="005745D7">
        <w:rPr>
          <w:lang w:eastAsia="en-US"/>
        </w:rPr>
        <w:t xml:space="preserve"> обязан направить в письменной форме или в форме электронного документа разъяснения положений документации, если указанный запрос поступил к нему не позднее чем за три рабочих дня до даты окончания срока подачи заявок на участие в </w:t>
      </w:r>
      <w:r w:rsidRPr="005745D7">
        <w:t>продаже.</w:t>
      </w:r>
    </w:p>
    <w:p w:rsidR="00D52709" w:rsidRPr="005745D7" w:rsidRDefault="00D52709" w:rsidP="006C307D">
      <w:pPr>
        <w:pStyle w:val="31"/>
        <w:ind w:left="0" w:firstLine="567"/>
        <w:rPr>
          <w:szCs w:val="24"/>
        </w:rPr>
      </w:pPr>
      <w:r w:rsidRPr="005745D7">
        <w:rPr>
          <w:szCs w:val="24"/>
        </w:rPr>
        <w:t xml:space="preserve">1.12.3. В течение одного дня со дня направления разъяснения положений документации по запросу участника </w:t>
      </w:r>
      <w:r>
        <w:rPr>
          <w:szCs w:val="24"/>
        </w:rPr>
        <w:t>продажи</w:t>
      </w:r>
      <w:r w:rsidRPr="005745D7">
        <w:rPr>
          <w:szCs w:val="24"/>
        </w:rPr>
        <w:t xml:space="preserve"> такое разъяснение должно быть размещено заказчиком на сайте с указанием предмета запроса и его разъяснения, при этом участник </w:t>
      </w:r>
      <w:r>
        <w:rPr>
          <w:szCs w:val="24"/>
        </w:rPr>
        <w:t>продажи</w:t>
      </w:r>
      <w:r w:rsidRPr="005745D7">
        <w:rPr>
          <w:szCs w:val="24"/>
        </w:rPr>
        <w:t>, направивший запрос, не указывается. Разъяснение положений документации</w:t>
      </w:r>
      <w:r>
        <w:rPr>
          <w:szCs w:val="24"/>
        </w:rPr>
        <w:t xml:space="preserve"> о продаже муниципального имущества посредством публичного предложения </w:t>
      </w:r>
      <w:r w:rsidRPr="005745D7">
        <w:rPr>
          <w:szCs w:val="24"/>
        </w:rPr>
        <w:t xml:space="preserve"> не должно изменять ее суть.</w:t>
      </w:r>
    </w:p>
    <w:p w:rsidR="00D52709" w:rsidRPr="005745D7" w:rsidRDefault="00D52709" w:rsidP="006C307D">
      <w:pPr>
        <w:pStyle w:val="26"/>
        <w:tabs>
          <w:tab w:val="left" w:pos="708"/>
        </w:tabs>
        <w:spacing w:after="0"/>
        <w:jc w:val="center"/>
        <w:outlineLvl w:val="1"/>
        <w:rPr>
          <w:szCs w:val="24"/>
        </w:rPr>
      </w:pPr>
      <w:bookmarkStart w:id="54" w:name="_Toc119349440"/>
      <w:bookmarkStart w:id="55" w:name="_Ref119429410"/>
      <w:bookmarkStart w:id="56" w:name="_Toc241572461"/>
      <w:bookmarkStart w:id="57" w:name="_Toc232912284"/>
      <w:bookmarkStart w:id="58" w:name="_Toc232909675"/>
    </w:p>
    <w:p w:rsidR="00D52709" w:rsidRPr="005745D7" w:rsidRDefault="00D52709" w:rsidP="006C307D">
      <w:pPr>
        <w:pStyle w:val="26"/>
        <w:tabs>
          <w:tab w:val="left" w:pos="708"/>
        </w:tabs>
        <w:spacing w:after="0"/>
        <w:jc w:val="center"/>
        <w:outlineLvl w:val="1"/>
        <w:rPr>
          <w:szCs w:val="24"/>
        </w:rPr>
      </w:pPr>
      <w:r w:rsidRPr="005745D7">
        <w:rPr>
          <w:szCs w:val="24"/>
        </w:rPr>
        <w:t xml:space="preserve">1.13.Внесение изменений и дополнений в </w:t>
      </w:r>
      <w:bookmarkEnd w:id="54"/>
      <w:bookmarkEnd w:id="55"/>
      <w:r w:rsidRPr="005745D7">
        <w:rPr>
          <w:szCs w:val="24"/>
        </w:rPr>
        <w:t>документацию</w:t>
      </w:r>
      <w:bookmarkEnd w:id="56"/>
      <w:bookmarkEnd w:id="57"/>
      <w:bookmarkEnd w:id="58"/>
    </w:p>
    <w:p w:rsidR="00D52709" w:rsidRPr="005745D7" w:rsidRDefault="00D52709" w:rsidP="006C307D">
      <w:bookmarkStart w:id="59" w:name="_Toc119349441"/>
      <w:r w:rsidRPr="005745D7">
        <w:rPr>
          <w:bCs/>
        </w:rPr>
        <w:t xml:space="preserve">           1.13</w:t>
      </w:r>
      <w:bookmarkStart w:id="60" w:name="_Toc241572462"/>
      <w:bookmarkStart w:id="61" w:name="_Toc232912285"/>
      <w:bookmarkStart w:id="62" w:name="_Toc232909676"/>
      <w:r w:rsidRPr="005745D7">
        <w:rPr>
          <w:bCs/>
        </w:rPr>
        <w:t xml:space="preserve">.1. </w:t>
      </w:r>
      <w:r w:rsidRPr="005745D7">
        <w:t xml:space="preserve">Организатор </w:t>
      </w:r>
      <w:r>
        <w:t>продажи</w:t>
      </w:r>
      <w:r w:rsidRPr="005745D7">
        <w:t xml:space="preserve"> по собственной инициативе или в соответствии с запросом заинтересованного лица вправе принять решение о внесении изменений в документацию о продаже не позднее, чем за пять дней до даты окончания подачи заявок на участие в продаже. Изменение предмета </w:t>
      </w:r>
      <w:r>
        <w:t>продажи</w:t>
      </w:r>
      <w:r w:rsidRPr="005745D7">
        <w:t xml:space="preserve"> не допускается. В течение одного дня, с даты принятия указанного решения, такие изменения размещаются организатором </w:t>
      </w:r>
      <w:r>
        <w:t>продажи</w:t>
      </w:r>
      <w:r w:rsidRPr="005745D7">
        <w:t xml:space="preserve"> на официальном сайте торгов.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 продаже. При этом срок подачи заявок на участие в продаже должен быть продлен таким образом, чтобы с даты размещения на официальном сайте торгов изменений, внесенных в документацию об продаже, до даты окончания срока подачи заявок на участие в продаже он составлял не менее пятнадцати дней.</w:t>
      </w:r>
    </w:p>
    <w:p w:rsidR="00D52709" w:rsidRDefault="00D52709" w:rsidP="006C307D">
      <w:pPr>
        <w:pStyle w:val="ConsPlusNormal0"/>
        <w:ind w:firstLine="567"/>
        <w:jc w:val="center"/>
        <w:rPr>
          <w:rFonts w:ascii="Times New Roman" w:hAnsi="Times New Roman" w:cs="Times New Roman"/>
          <w:b/>
          <w:sz w:val="24"/>
          <w:szCs w:val="24"/>
        </w:rPr>
      </w:pPr>
      <w:r w:rsidRPr="005745D7">
        <w:rPr>
          <w:rFonts w:ascii="Times New Roman" w:hAnsi="Times New Roman" w:cs="Times New Roman"/>
          <w:b/>
          <w:sz w:val="24"/>
          <w:szCs w:val="24"/>
        </w:rPr>
        <w:t xml:space="preserve">1.14.Отказ от проведения </w:t>
      </w:r>
      <w:r>
        <w:rPr>
          <w:rFonts w:ascii="Times New Roman" w:hAnsi="Times New Roman" w:cs="Times New Roman"/>
          <w:b/>
          <w:sz w:val="24"/>
          <w:szCs w:val="24"/>
        </w:rPr>
        <w:t>продажи</w:t>
      </w:r>
      <w:bookmarkEnd w:id="59"/>
      <w:bookmarkEnd w:id="60"/>
      <w:bookmarkEnd w:id="61"/>
      <w:bookmarkEnd w:id="62"/>
    </w:p>
    <w:p w:rsidR="00D52709" w:rsidRPr="005745D7" w:rsidRDefault="00D52709" w:rsidP="006C307D">
      <w:pPr>
        <w:pStyle w:val="ConsPlusNormal0"/>
        <w:ind w:firstLine="567"/>
        <w:jc w:val="center"/>
        <w:rPr>
          <w:rFonts w:ascii="Times New Roman" w:hAnsi="Times New Roman" w:cs="Times New Roman"/>
          <w:b/>
          <w:sz w:val="24"/>
          <w:szCs w:val="24"/>
        </w:rPr>
      </w:pPr>
    </w:p>
    <w:p w:rsidR="00D52709" w:rsidRPr="005745D7" w:rsidRDefault="00D52709" w:rsidP="00907102">
      <w:pPr>
        <w:ind w:firstLine="567"/>
        <w:rPr>
          <w:lang w:eastAsia="en-US"/>
        </w:rPr>
      </w:pPr>
      <w:r w:rsidRPr="005745D7">
        <w:t xml:space="preserve"> 1.14.1. </w:t>
      </w:r>
      <w:r w:rsidRPr="005745D7">
        <w:rPr>
          <w:lang w:eastAsia="en-US"/>
        </w:rPr>
        <w:t xml:space="preserve">Организатор </w:t>
      </w:r>
      <w:r>
        <w:rPr>
          <w:lang w:eastAsia="en-US"/>
        </w:rPr>
        <w:t>продажи</w:t>
      </w:r>
      <w:r w:rsidRPr="005745D7">
        <w:rPr>
          <w:lang w:eastAsia="en-US"/>
        </w:rPr>
        <w:t xml:space="preserve"> вправе отказаться от проведения </w:t>
      </w:r>
      <w:r>
        <w:rPr>
          <w:lang w:eastAsia="en-US"/>
        </w:rPr>
        <w:t>продажи</w:t>
      </w:r>
      <w:r w:rsidRPr="005745D7">
        <w:rPr>
          <w:lang w:eastAsia="en-US"/>
        </w:rPr>
        <w:t xml:space="preserve"> не позднее чем за пять дней</w:t>
      </w:r>
      <w:r w:rsidRPr="005745D7">
        <w:rPr>
          <w:color w:val="353842"/>
          <w:shd w:val="clear" w:color="auto" w:fill="F0F0F0"/>
          <w:lang w:eastAsia="en-US"/>
        </w:rPr>
        <w:t xml:space="preserve"> </w:t>
      </w:r>
      <w:r w:rsidRPr="005745D7">
        <w:rPr>
          <w:lang w:eastAsia="en-US"/>
        </w:rPr>
        <w:t xml:space="preserve"> до даты окончания срока подачи заявок на участие в продаже</w:t>
      </w:r>
      <w:r>
        <w:rPr>
          <w:lang w:eastAsia="en-US"/>
        </w:rPr>
        <w:t xml:space="preserve"> </w:t>
      </w:r>
      <w:r w:rsidRPr="004A1811">
        <w:rPr>
          <w:color w:val="FF0000"/>
          <w:lang w:eastAsia="en-US"/>
        </w:rPr>
        <w:t>(</w:t>
      </w:r>
      <w:r w:rsidR="00B76A37">
        <w:rPr>
          <w:color w:val="FF0000"/>
          <w:lang w:eastAsia="en-US"/>
        </w:rPr>
        <w:t>08.05</w:t>
      </w:r>
      <w:r w:rsidR="004A1811">
        <w:rPr>
          <w:color w:val="FF0000"/>
          <w:lang w:eastAsia="en-US"/>
        </w:rPr>
        <w:t>.2018</w:t>
      </w:r>
      <w:r w:rsidRPr="004A1811">
        <w:rPr>
          <w:lang w:eastAsia="en-US"/>
        </w:rPr>
        <w:t>).</w:t>
      </w:r>
      <w:r w:rsidRPr="005745D7">
        <w:rPr>
          <w:lang w:eastAsia="en-US"/>
        </w:rPr>
        <w:t xml:space="preserve"> Извещение об отказе от проведения </w:t>
      </w:r>
      <w:r>
        <w:rPr>
          <w:lang w:eastAsia="en-US"/>
        </w:rPr>
        <w:t>продажи</w:t>
      </w:r>
      <w:r w:rsidRPr="005745D7">
        <w:rPr>
          <w:lang w:eastAsia="en-US"/>
        </w:rPr>
        <w:t xml:space="preserve"> размещается на официальном сайте торгов в течение одного дня с даты принятия решения об отказе от проведения </w:t>
      </w:r>
      <w:r>
        <w:rPr>
          <w:lang w:eastAsia="en-US"/>
        </w:rPr>
        <w:t>продажи</w:t>
      </w:r>
      <w:r w:rsidRPr="005745D7">
        <w:rPr>
          <w:lang w:eastAsia="en-US"/>
        </w:rPr>
        <w:t xml:space="preserve">. В течение двух рабочих дней с даты принятия указанного решения организатор </w:t>
      </w:r>
      <w:r>
        <w:rPr>
          <w:lang w:eastAsia="en-US"/>
        </w:rPr>
        <w:t>продажи</w:t>
      </w:r>
      <w:r w:rsidRPr="005745D7">
        <w:rPr>
          <w:lang w:eastAsia="en-US"/>
        </w:rPr>
        <w:t xml:space="preserve"> направляет соответствующие уведомления всем заявителям. В случае если установлено требование о внесении задатка, организатор </w:t>
      </w:r>
      <w:r>
        <w:rPr>
          <w:lang w:eastAsia="en-US"/>
        </w:rPr>
        <w:t>продажи</w:t>
      </w:r>
      <w:r w:rsidRPr="005745D7">
        <w:rPr>
          <w:lang w:eastAsia="en-US"/>
        </w:rPr>
        <w:t xml:space="preserve"> возвращает заявителям задаток в течение пяти рабочих дней с даты принятия решения об отказе от проведения </w:t>
      </w:r>
      <w:r>
        <w:rPr>
          <w:lang w:eastAsia="en-US"/>
        </w:rPr>
        <w:t>продажи</w:t>
      </w:r>
    </w:p>
    <w:p w:rsidR="00D52709" w:rsidRPr="005745D7" w:rsidRDefault="00D52709" w:rsidP="006C307D">
      <w:pPr>
        <w:pStyle w:val="26"/>
        <w:tabs>
          <w:tab w:val="left" w:pos="708"/>
        </w:tabs>
        <w:spacing w:after="0"/>
        <w:ind w:left="0" w:firstLine="0"/>
        <w:outlineLvl w:val="1"/>
        <w:rPr>
          <w:szCs w:val="24"/>
        </w:rPr>
      </w:pPr>
    </w:p>
    <w:p w:rsidR="00D52709" w:rsidRPr="005745D7" w:rsidRDefault="00D52709" w:rsidP="006C307D">
      <w:pPr>
        <w:pStyle w:val="2"/>
        <w:ind w:firstLine="567"/>
        <w:rPr>
          <w:sz w:val="24"/>
          <w:szCs w:val="24"/>
        </w:rPr>
      </w:pPr>
      <w:bookmarkStart w:id="63" w:name="_Toc241572463"/>
      <w:bookmarkStart w:id="64" w:name="_Toc232912286"/>
      <w:bookmarkStart w:id="65" w:name="_Toc232909677"/>
      <w:bookmarkStart w:id="66" w:name="_Toc13035847"/>
      <w:bookmarkStart w:id="67" w:name="_Toc15890879"/>
      <w:r w:rsidRPr="005745D7">
        <w:rPr>
          <w:sz w:val="24"/>
          <w:szCs w:val="24"/>
        </w:rPr>
        <w:t>1.15. Порядок получения документации</w:t>
      </w:r>
      <w:bookmarkEnd w:id="63"/>
      <w:bookmarkEnd w:id="64"/>
      <w:bookmarkEnd w:id="65"/>
      <w:r>
        <w:rPr>
          <w:sz w:val="24"/>
          <w:szCs w:val="24"/>
        </w:rPr>
        <w:t xml:space="preserve"> о продаже</w:t>
      </w:r>
    </w:p>
    <w:p w:rsidR="00D52709" w:rsidRPr="005745D7" w:rsidRDefault="00D52709" w:rsidP="006C307D">
      <w:pPr>
        <w:tabs>
          <w:tab w:val="left" w:pos="700"/>
        </w:tabs>
      </w:pPr>
      <w:r w:rsidRPr="005745D7">
        <w:t xml:space="preserve">          1.15.1. </w:t>
      </w:r>
      <w:r>
        <w:t>Д</w:t>
      </w:r>
      <w:r w:rsidRPr="005745D7">
        <w:t xml:space="preserve">окументация может быть получена участником </w:t>
      </w:r>
      <w:r>
        <w:t>продажи</w:t>
      </w:r>
      <w:r w:rsidRPr="005745D7">
        <w:t xml:space="preserve">: </w:t>
      </w:r>
    </w:p>
    <w:p w:rsidR="00D52709" w:rsidRPr="005745D7" w:rsidRDefault="00D52709" w:rsidP="006C307D">
      <w:pPr>
        <w:ind w:firstLine="708"/>
      </w:pPr>
      <w:r w:rsidRPr="005745D7">
        <w:lastRenderedPageBreak/>
        <w:t>- в электронном  виде (на представленный носитель), по адресу:</w:t>
      </w:r>
    </w:p>
    <w:p w:rsidR="00D52709" w:rsidRPr="005745D7" w:rsidRDefault="00D52709" w:rsidP="006C307D">
      <w:pPr>
        <w:ind w:firstLine="708"/>
      </w:pPr>
      <w:r w:rsidRPr="005745D7">
        <w:t xml:space="preserve"> НСО, г. Искитим, ул. Пушкина, 39, каб. № 213</w:t>
      </w:r>
    </w:p>
    <w:p w:rsidR="00D52709" w:rsidRPr="005745D7" w:rsidRDefault="00D52709" w:rsidP="006C307D">
      <w:pPr>
        <w:ind w:firstLine="720"/>
      </w:pPr>
      <w:r w:rsidRPr="005745D7">
        <w:t xml:space="preserve">- самостоятельно на сайтах в сети Интернет </w:t>
      </w:r>
      <w:hyperlink r:id="rId12" w:history="1">
        <w:r w:rsidRPr="005745D7">
          <w:rPr>
            <w:rStyle w:val="a3"/>
            <w:lang w:val="en-US"/>
          </w:rPr>
          <w:t>www</w:t>
        </w:r>
        <w:r w:rsidRPr="005745D7">
          <w:rPr>
            <w:rStyle w:val="a3"/>
          </w:rPr>
          <w:t>.</w:t>
        </w:r>
        <w:r w:rsidRPr="005745D7">
          <w:rPr>
            <w:rStyle w:val="a3"/>
            <w:lang w:val="en-US"/>
          </w:rPr>
          <w:t>iskitim</w:t>
        </w:r>
        <w:r w:rsidRPr="005745D7">
          <w:rPr>
            <w:rStyle w:val="a3"/>
          </w:rPr>
          <w:t>-</w:t>
        </w:r>
        <w:r w:rsidRPr="005745D7">
          <w:rPr>
            <w:rStyle w:val="a3"/>
            <w:lang w:val="en-US"/>
          </w:rPr>
          <w:t>r</w:t>
        </w:r>
        <w:r w:rsidRPr="005745D7">
          <w:rPr>
            <w:rStyle w:val="a3"/>
          </w:rPr>
          <w:t>.</w:t>
        </w:r>
        <w:r w:rsidRPr="005745D7">
          <w:rPr>
            <w:rStyle w:val="a3"/>
            <w:lang w:val="en-US"/>
          </w:rPr>
          <w:t>ru</w:t>
        </w:r>
      </w:hyperlink>
      <w:r w:rsidRPr="005745D7">
        <w:t xml:space="preserve"> (раздел имущественные торги),</w:t>
      </w:r>
      <w:r w:rsidRPr="005745D7">
        <w:rPr>
          <w:color w:val="0000FF"/>
        </w:rPr>
        <w:t xml:space="preserve"> </w:t>
      </w:r>
      <w:hyperlink r:id="rId13" w:history="1">
        <w:r w:rsidRPr="004E6F05">
          <w:rPr>
            <w:rStyle w:val="a3"/>
          </w:rPr>
          <w:t>www.torgi.gov.ru</w:t>
        </w:r>
      </w:hyperlink>
      <w:r>
        <w:rPr>
          <w:color w:val="0000FF"/>
          <w:u w:val="single"/>
        </w:rPr>
        <w:t xml:space="preserve"> (официальный сайт)</w:t>
      </w:r>
      <w:r w:rsidRPr="005745D7">
        <w:t>.</w:t>
      </w:r>
    </w:p>
    <w:p w:rsidR="00D52709" w:rsidRPr="005745D7" w:rsidRDefault="00D52709" w:rsidP="006C307D">
      <w:pPr>
        <w:tabs>
          <w:tab w:val="left" w:pos="720"/>
        </w:tabs>
      </w:pPr>
      <w:r w:rsidRPr="005745D7">
        <w:t xml:space="preserve">             За содержание документации</w:t>
      </w:r>
      <w:r>
        <w:t xml:space="preserve"> о продаже муниципального имущества посредством публичного предложения,</w:t>
      </w:r>
      <w:r w:rsidRPr="005745D7">
        <w:t xml:space="preserve">  полученной участником </w:t>
      </w:r>
      <w:r>
        <w:t>продажи</w:t>
      </w:r>
      <w:r w:rsidRPr="005745D7">
        <w:t xml:space="preserve"> другим  способом, организатор торгов ответственности не несёт.</w:t>
      </w:r>
    </w:p>
    <w:p w:rsidR="00D52709" w:rsidRPr="005745D7" w:rsidRDefault="00D52709" w:rsidP="006C307D">
      <w:pPr>
        <w:autoSpaceDE w:val="0"/>
        <w:autoSpaceDN w:val="0"/>
        <w:adjustRightInd w:val="0"/>
        <w:spacing w:after="0"/>
      </w:pPr>
      <w:r w:rsidRPr="005745D7">
        <w:t xml:space="preserve">            </w:t>
      </w:r>
      <w:bookmarkStart w:id="68" w:name="sub_1045"/>
      <w:r w:rsidRPr="005745D7">
        <w:t xml:space="preserve">Предоставление документации претендентам на участие в продаже в период  до размещения на официальном сайте торгов информации о проведении </w:t>
      </w:r>
      <w:r>
        <w:t>продажи</w:t>
      </w:r>
      <w:r w:rsidRPr="005745D7">
        <w:t xml:space="preserve"> не допускается.</w:t>
      </w:r>
    </w:p>
    <w:p w:rsidR="00D52709" w:rsidRPr="005745D7" w:rsidRDefault="00D52709" w:rsidP="006C307D">
      <w:pPr>
        <w:tabs>
          <w:tab w:val="left" w:pos="700"/>
        </w:tabs>
      </w:pPr>
      <w:r w:rsidRPr="005745D7">
        <w:t xml:space="preserve">          1.15.2. Участник </w:t>
      </w:r>
      <w:r>
        <w:t>продажи</w:t>
      </w:r>
      <w:r w:rsidRPr="005745D7">
        <w:t xml:space="preserve"> должен изучить документацию, включая все инстру</w:t>
      </w:r>
      <w:r>
        <w:t>кции и формы. Не</w:t>
      </w:r>
      <w:r w:rsidRPr="005745D7">
        <w:t>представление полной информации, требуемой аукционной документацией, представление неверных сведений или подача заявки, не отвечающей требованиям, содержащимся в документации</w:t>
      </w:r>
      <w:r>
        <w:t xml:space="preserve"> о продаже</w:t>
      </w:r>
      <w:r w:rsidRPr="005745D7">
        <w:t>, являются риском заявителя, подавшего такую заявку, и может привести к отклонению его заявки.</w:t>
      </w:r>
    </w:p>
    <w:p w:rsidR="00D52709" w:rsidRPr="005745D7" w:rsidRDefault="00D52709" w:rsidP="004241A2">
      <w:pPr>
        <w:pStyle w:val="1"/>
        <w:jc w:val="center"/>
        <w:rPr>
          <w:rFonts w:ascii="Times New Roman" w:hAnsi="Times New Roman"/>
        </w:rPr>
      </w:pPr>
      <w:bookmarkStart w:id="69" w:name="_Toc221338496"/>
      <w:bookmarkStart w:id="70" w:name="_Toc241572464"/>
      <w:bookmarkStart w:id="71" w:name="_Toc232912287"/>
      <w:bookmarkStart w:id="72" w:name="_Toc232909678"/>
      <w:bookmarkStart w:id="73" w:name="_Toc221338915"/>
      <w:bookmarkEnd w:id="66"/>
      <w:bookmarkEnd w:id="67"/>
      <w:bookmarkEnd w:id="68"/>
      <w:r w:rsidRPr="005745D7">
        <w:rPr>
          <w:rFonts w:ascii="Times New Roman" w:hAnsi="Times New Roman"/>
          <w:bCs w:val="0"/>
        </w:rPr>
        <w:t>РАЗДЕЛ  2</w:t>
      </w:r>
      <w:bookmarkEnd w:id="69"/>
      <w:r w:rsidRPr="005745D7">
        <w:rPr>
          <w:rFonts w:ascii="Times New Roman" w:hAnsi="Times New Roman"/>
          <w:bCs w:val="0"/>
        </w:rPr>
        <w:t xml:space="preserve">. </w:t>
      </w:r>
      <w:bookmarkStart w:id="74" w:name="_Toc221338497"/>
      <w:r w:rsidRPr="005745D7">
        <w:rPr>
          <w:rFonts w:ascii="Times New Roman" w:hAnsi="Times New Roman"/>
          <w:bCs w:val="0"/>
        </w:rPr>
        <w:t xml:space="preserve">ИНСТРУКЦИЯ  УЧАСТНИКАМ </w:t>
      </w:r>
      <w:bookmarkEnd w:id="70"/>
      <w:bookmarkEnd w:id="71"/>
      <w:bookmarkEnd w:id="72"/>
      <w:bookmarkEnd w:id="73"/>
      <w:bookmarkEnd w:id="74"/>
      <w:r>
        <w:rPr>
          <w:rFonts w:ascii="Times New Roman" w:hAnsi="Times New Roman"/>
          <w:bCs w:val="0"/>
        </w:rPr>
        <w:t>ПРОДАЖИ</w:t>
      </w:r>
      <w:r w:rsidRPr="005745D7">
        <w:rPr>
          <w:rFonts w:ascii="Times New Roman" w:hAnsi="Times New Roman"/>
          <w:bCs w:val="0"/>
        </w:rPr>
        <w:t>.</w:t>
      </w:r>
    </w:p>
    <w:p w:rsidR="00D52709" w:rsidRPr="005745D7" w:rsidRDefault="00D52709" w:rsidP="004241A2">
      <w:pPr>
        <w:pStyle w:val="2"/>
        <w:tabs>
          <w:tab w:val="left" w:pos="700"/>
        </w:tabs>
        <w:ind w:firstLine="567"/>
        <w:rPr>
          <w:sz w:val="24"/>
          <w:szCs w:val="24"/>
        </w:rPr>
      </w:pPr>
      <w:bookmarkStart w:id="75" w:name="_Toc241572465"/>
      <w:bookmarkStart w:id="76" w:name="_Toc232912288"/>
      <w:bookmarkStart w:id="77" w:name="_Toc232909679"/>
      <w:r w:rsidRPr="005745D7">
        <w:rPr>
          <w:sz w:val="24"/>
          <w:szCs w:val="24"/>
        </w:rPr>
        <w:t xml:space="preserve">2.1. Общие требования к участникам </w:t>
      </w:r>
      <w:bookmarkEnd w:id="75"/>
      <w:bookmarkEnd w:id="76"/>
      <w:bookmarkEnd w:id="77"/>
      <w:r>
        <w:rPr>
          <w:sz w:val="24"/>
          <w:szCs w:val="24"/>
        </w:rPr>
        <w:t>продажи</w:t>
      </w:r>
      <w:r w:rsidRPr="005745D7">
        <w:rPr>
          <w:sz w:val="24"/>
          <w:szCs w:val="24"/>
        </w:rPr>
        <w:t>.</w:t>
      </w:r>
    </w:p>
    <w:p w:rsidR="00D52709" w:rsidRPr="005745D7" w:rsidRDefault="00D52709" w:rsidP="006C307D">
      <w:pPr>
        <w:ind w:firstLine="708"/>
        <w:rPr>
          <w:color w:val="000000"/>
        </w:rPr>
      </w:pPr>
      <w:r w:rsidRPr="005745D7">
        <w:rPr>
          <w:color w:val="000000"/>
        </w:rPr>
        <w:t xml:space="preserve">2.1.1. Участник </w:t>
      </w:r>
      <w:r>
        <w:rPr>
          <w:color w:val="000000"/>
        </w:rPr>
        <w:t>продажи</w:t>
      </w:r>
      <w:r w:rsidRPr="005745D7">
        <w:rPr>
          <w:color w:val="000000"/>
        </w:rPr>
        <w:t xml:space="preserve"> должен соответствовать обязательным требованиям, указанным в п.1.6 документации</w:t>
      </w:r>
    </w:p>
    <w:p w:rsidR="00D52709" w:rsidRPr="005745D7" w:rsidRDefault="00D52709" w:rsidP="004241A2">
      <w:pPr>
        <w:pStyle w:val="2"/>
        <w:ind w:firstLine="567"/>
        <w:rPr>
          <w:sz w:val="24"/>
          <w:szCs w:val="24"/>
        </w:rPr>
      </w:pPr>
      <w:bookmarkStart w:id="78" w:name="_Toc241572466"/>
      <w:bookmarkStart w:id="79" w:name="_Toc232912289"/>
      <w:bookmarkStart w:id="80" w:name="_Toc232909680"/>
      <w:r w:rsidRPr="005745D7">
        <w:rPr>
          <w:sz w:val="24"/>
          <w:szCs w:val="24"/>
        </w:rPr>
        <w:t>2.2. Представление документов, подтверждающих соответствие</w:t>
      </w:r>
      <w:r w:rsidRPr="005745D7">
        <w:rPr>
          <w:b w:val="0"/>
          <w:sz w:val="24"/>
          <w:szCs w:val="24"/>
        </w:rPr>
        <w:t xml:space="preserve"> у</w:t>
      </w:r>
      <w:r w:rsidRPr="005745D7">
        <w:rPr>
          <w:sz w:val="24"/>
          <w:szCs w:val="24"/>
        </w:rPr>
        <w:t xml:space="preserve">частника </w:t>
      </w:r>
      <w:r>
        <w:rPr>
          <w:sz w:val="24"/>
          <w:szCs w:val="24"/>
        </w:rPr>
        <w:t>продажи</w:t>
      </w:r>
      <w:r w:rsidRPr="005745D7">
        <w:rPr>
          <w:sz w:val="24"/>
          <w:szCs w:val="24"/>
        </w:rPr>
        <w:t xml:space="preserve"> установленным требованиям</w:t>
      </w:r>
      <w:bookmarkEnd w:id="78"/>
      <w:bookmarkEnd w:id="79"/>
      <w:bookmarkEnd w:id="80"/>
    </w:p>
    <w:p w:rsidR="00D52709" w:rsidRPr="005745D7" w:rsidRDefault="00D52709" w:rsidP="007C51F4">
      <w:r w:rsidRPr="005745D7">
        <w:t xml:space="preserve">           2.2.1.</w:t>
      </w:r>
      <w:r w:rsidRPr="007C51F4">
        <w:t xml:space="preserve"> </w:t>
      </w:r>
      <w:r>
        <w:t xml:space="preserve">Для участия в продаже имущества претенденты (лично или через своего представителя) представляют продавцу в установленный в информационном сообщении о проведении продажи имущества срок заявку и иные документы в соответствии с формой заявки и перечнем документов, которые содержатся в указанном информационном сообщении. </w:t>
      </w:r>
      <w:r w:rsidRPr="005745D7">
        <w:t>Подача заявки на участие в продаже является акцептом оферты в соответствии со статьей 437 Гражданского кодекса Российской Федерации.</w:t>
      </w:r>
    </w:p>
    <w:p w:rsidR="00D52709" w:rsidRPr="005745D7" w:rsidRDefault="00D52709" w:rsidP="006C307D">
      <w:pPr>
        <w:autoSpaceDE w:val="0"/>
        <w:autoSpaceDN w:val="0"/>
        <w:adjustRightInd w:val="0"/>
        <w:spacing w:after="0"/>
      </w:pPr>
      <w:bookmarkStart w:id="81" w:name="sub_10121"/>
      <w:r w:rsidRPr="005745D7">
        <w:t xml:space="preserve">         Заявка на участие в продаже должна содержать:</w:t>
      </w:r>
    </w:p>
    <w:p w:rsidR="00D52709" w:rsidRPr="005745D7" w:rsidRDefault="00D52709" w:rsidP="006C307D">
      <w:pPr>
        <w:autoSpaceDE w:val="0"/>
        <w:autoSpaceDN w:val="0"/>
        <w:adjustRightInd w:val="0"/>
        <w:spacing w:after="0"/>
        <w:ind w:firstLine="720"/>
      </w:pPr>
      <w:bookmarkStart w:id="82" w:name="sub_1012111"/>
      <w:bookmarkEnd w:id="81"/>
      <w:r w:rsidRPr="005745D7">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52709" w:rsidRPr="005745D7" w:rsidRDefault="00D52709" w:rsidP="0022386A">
      <w:pPr>
        <w:autoSpaceDE w:val="0"/>
        <w:autoSpaceDN w:val="0"/>
        <w:adjustRightInd w:val="0"/>
        <w:spacing w:after="0"/>
        <w:ind w:firstLine="720"/>
        <w:rPr>
          <w:lang w:eastAsia="en-US"/>
        </w:rPr>
      </w:pPr>
      <w:bookmarkStart w:id="83" w:name="sub_10124"/>
      <w:bookmarkEnd w:id="82"/>
      <w:r w:rsidRPr="005745D7">
        <w:rPr>
          <w:lang w:eastAsia="en-US"/>
        </w:rPr>
        <w:t>Одновременно с заявкой претенденты представляют следующие документы:</w:t>
      </w:r>
    </w:p>
    <w:p w:rsidR="00B76A37" w:rsidRPr="00B76A37" w:rsidRDefault="00B76A37" w:rsidP="00B76A37">
      <w:pPr>
        <w:pStyle w:val="a9"/>
        <w:tabs>
          <w:tab w:val="left" w:pos="720"/>
          <w:tab w:val="left" w:pos="2160"/>
        </w:tabs>
        <w:rPr>
          <w:szCs w:val="24"/>
          <w:lang w:eastAsia="en-US"/>
        </w:rPr>
      </w:pPr>
      <w:bookmarkStart w:id="84" w:name="sub_16102"/>
      <w:r w:rsidRPr="00B76A37">
        <w:rPr>
          <w:szCs w:val="24"/>
          <w:lang w:eastAsia="en-US"/>
        </w:rPr>
        <w:t>юридические лица:</w:t>
      </w:r>
    </w:p>
    <w:p w:rsidR="00B76A37" w:rsidRPr="00B76A37" w:rsidRDefault="00B76A37" w:rsidP="00B76A37">
      <w:pPr>
        <w:pStyle w:val="a9"/>
        <w:tabs>
          <w:tab w:val="left" w:pos="720"/>
          <w:tab w:val="left" w:pos="2160"/>
        </w:tabs>
        <w:rPr>
          <w:szCs w:val="24"/>
          <w:lang w:eastAsia="en-US"/>
        </w:rPr>
      </w:pPr>
      <w:r w:rsidRPr="00B76A37">
        <w:rPr>
          <w:szCs w:val="24"/>
          <w:lang w:eastAsia="en-US"/>
        </w:rPr>
        <w:t>заверенные копии учредительных документов;</w:t>
      </w:r>
    </w:p>
    <w:p w:rsidR="00B76A37" w:rsidRPr="00B76A37" w:rsidRDefault="00B76A37" w:rsidP="00B76A37">
      <w:pPr>
        <w:pStyle w:val="a9"/>
        <w:tabs>
          <w:tab w:val="left" w:pos="720"/>
          <w:tab w:val="left" w:pos="2160"/>
        </w:tabs>
        <w:rPr>
          <w:szCs w:val="24"/>
          <w:lang w:eastAsia="en-US"/>
        </w:rPr>
      </w:pPr>
      <w:r w:rsidRPr="00B76A37">
        <w:rPr>
          <w:szCs w:val="24"/>
          <w:lang w:eastAsia="en-US"/>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B76A37" w:rsidRPr="00B76A37" w:rsidRDefault="00B76A37" w:rsidP="00B76A37">
      <w:pPr>
        <w:pStyle w:val="a9"/>
        <w:tabs>
          <w:tab w:val="left" w:pos="720"/>
          <w:tab w:val="left" w:pos="2160"/>
        </w:tabs>
        <w:rPr>
          <w:szCs w:val="24"/>
          <w:lang w:eastAsia="en-US"/>
        </w:rPr>
      </w:pPr>
      <w:r w:rsidRPr="00B76A37">
        <w:rPr>
          <w:szCs w:val="24"/>
          <w:lang w:eastAsia="en-US"/>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B76A37" w:rsidRPr="00B76A37" w:rsidRDefault="00B76A37" w:rsidP="00B76A37">
      <w:pPr>
        <w:pStyle w:val="a9"/>
        <w:tabs>
          <w:tab w:val="left" w:pos="720"/>
          <w:tab w:val="left" w:pos="2160"/>
        </w:tabs>
        <w:rPr>
          <w:szCs w:val="24"/>
          <w:lang w:eastAsia="en-US"/>
        </w:rPr>
      </w:pPr>
      <w:r w:rsidRPr="00B76A37">
        <w:rPr>
          <w:szCs w:val="24"/>
          <w:lang w:eastAsia="en-US"/>
        </w:rPr>
        <w:t>физические лица предъявляют документ, удостоверяющий личность, или представляют копии всех его листов.</w:t>
      </w:r>
    </w:p>
    <w:p w:rsidR="00B76A37" w:rsidRDefault="00B76A37" w:rsidP="00B76A37">
      <w:pPr>
        <w:pStyle w:val="a9"/>
        <w:tabs>
          <w:tab w:val="left" w:pos="720"/>
          <w:tab w:val="left" w:pos="2160"/>
        </w:tabs>
        <w:rPr>
          <w:szCs w:val="24"/>
          <w:lang w:eastAsia="en-US"/>
        </w:rPr>
      </w:pPr>
      <w:r w:rsidRPr="00B76A37">
        <w:rPr>
          <w:szCs w:val="24"/>
          <w:lang w:eastAsia="en-US"/>
        </w:rPr>
        <w:lastRenderedPageBreak/>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Pr>
          <w:szCs w:val="24"/>
          <w:lang w:eastAsia="en-US"/>
        </w:rPr>
        <w:t>.</w:t>
      </w:r>
    </w:p>
    <w:p w:rsidR="00D52709" w:rsidRPr="00ED68EE" w:rsidRDefault="00D52709" w:rsidP="00B76A37">
      <w:pPr>
        <w:pStyle w:val="a9"/>
        <w:tabs>
          <w:tab w:val="left" w:pos="720"/>
          <w:tab w:val="left" w:pos="2160"/>
        </w:tabs>
        <w:rPr>
          <w:szCs w:val="24"/>
        </w:rPr>
      </w:pPr>
      <w:r>
        <w:rPr>
          <w:szCs w:val="24"/>
        </w:rPr>
        <w:tab/>
      </w:r>
      <w:r w:rsidRPr="00ED68EE">
        <w:rPr>
          <w:szCs w:val="24"/>
        </w:rPr>
        <w:t>- Платежный документ, с отметкой банка, подтверждающий внесение задатка, для участия в аукционе</w:t>
      </w:r>
      <w:r>
        <w:rPr>
          <w:szCs w:val="24"/>
        </w:rPr>
        <w:t>.</w:t>
      </w:r>
      <w:r w:rsidRPr="00ED68EE">
        <w:rPr>
          <w:szCs w:val="24"/>
        </w:rPr>
        <w:t xml:space="preserve"> </w:t>
      </w:r>
    </w:p>
    <w:bookmarkEnd w:id="84"/>
    <w:p w:rsidR="00D52709" w:rsidRPr="005745D7" w:rsidRDefault="00D52709" w:rsidP="0022386A">
      <w:pPr>
        <w:autoSpaceDE w:val="0"/>
        <w:autoSpaceDN w:val="0"/>
        <w:adjustRightInd w:val="0"/>
        <w:spacing w:after="0"/>
        <w:ind w:firstLine="720"/>
        <w:rPr>
          <w:lang w:eastAsia="en-US"/>
        </w:rPr>
      </w:pPr>
      <w:r w:rsidRPr="005745D7">
        <w:rPr>
          <w:lang w:eastAsia="en-US"/>
        </w:rPr>
        <w:t xml:space="preserve">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D52709" w:rsidRPr="005745D7" w:rsidRDefault="00D52709" w:rsidP="0022386A">
      <w:pPr>
        <w:autoSpaceDE w:val="0"/>
        <w:autoSpaceDN w:val="0"/>
        <w:adjustRightInd w:val="0"/>
        <w:spacing w:after="0"/>
        <w:ind w:firstLine="720"/>
        <w:rPr>
          <w:lang w:eastAsia="en-US"/>
        </w:rPr>
      </w:pPr>
      <w:bookmarkStart w:id="85" w:name="sub_1621"/>
      <w:r w:rsidRPr="005745D7">
        <w:rPr>
          <w:lang w:eastAsia="en-US"/>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D52709" w:rsidRPr="005745D7" w:rsidRDefault="00D52709" w:rsidP="0022386A">
      <w:pPr>
        <w:autoSpaceDE w:val="0"/>
        <w:autoSpaceDN w:val="0"/>
        <w:adjustRightInd w:val="0"/>
        <w:spacing w:after="0"/>
        <w:ind w:firstLine="720"/>
        <w:rPr>
          <w:lang w:eastAsia="en-US"/>
        </w:rPr>
      </w:pPr>
      <w:bookmarkStart w:id="86" w:name="sub_1622"/>
      <w:bookmarkEnd w:id="85"/>
      <w:r w:rsidRPr="005745D7">
        <w:rPr>
          <w:lang w:eastAsia="en-US"/>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bookmarkEnd w:id="86"/>
    <w:p w:rsidR="00D52709" w:rsidRPr="005745D7" w:rsidRDefault="00D52709" w:rsidP="0022386A">
      <w:pPr>
        <w:autoSpaceDE w:val="0"/>
        <w:autoSpaceDN w:val="0"/>
        <w:adjustRightInd w:val="0"/>
        <w:spacing w:after="0"/>
        <w:ind w:firstLine="720"/>
        <w:rPr>
          <w:lang w:eastAsia="en-US"/>
        </w:rPr>
      </w:pPr>
    </w:p>
    <w:p w:rsidR="00D52709" w:rsidRPr="005745D7" w:rsidRDefault="00D52709" w:rsidP="006C307D">
      <w:pPr>
        <w:autoSpaceDE w:val="0"/>
        <w:autoSpaceDN w:val="0"/>
        <w:adjustRightInd w:val="0"/>
        <w:spacing w:after="0"/>
        <w:ind w:firstLine="720"/>
      </w:pPr>
      <w:r w:rsidRPr="005745D7">
        <w:t xml:space="preserve">2.2.2. Заявитель вправе подать только одну заявку в отношении каждого предмета </w:t>
      </w:r>
      <w:r>
        <w:t>продажи</w:t>
      </w:r>
      <w:r w:rsidRPr="005745D7">
        <w:t xml:space="preserve"> (лота). </w:t>
      </w:r>
    </w:p>
    <w:p w:rsidR="00D52709" w:rsidRPr="005745D7" w:rsidRDefault="00D52709" w:rsidP="0022386A">
      <w:pPr>
        <w:rPr>
          <w:lang w:eastAsia="en-US"/>
        </w:rPr>
      </w:pPr>
      <w:r w:rsidRPr="005745D7">
        <w:t>2.2.3.</w:t>
      </w:r>
      <w:bookmarkStart w:id="87" w:name="sub_10127"/>
      <w:bookmarkEnd w:id="83"/>
      <w:r w:rsidRPr="005745D7">
        <w:t xml:space="preserve"> Полученные после окончания установленного срока приема заявок на участие в продаже заявки не рассматриваются и в тот же день возвращаются соответствующим заявителям. Задаток указанным заявителям возвращается на расчётный счёт  </w:t>
      </w:r>
      <w:bookmarkStart w:id="88" w:name="sub_10128"/>
      <w:bookmarkEnd w:id="87"/>
      <w:r w:rsidRPr="005745D7">
        <w:rPr>
          <w:lang w:eastAsia="en-US"/>
        </w:rPr>
        <w:t>в течение 5 календарных дней со дня подписания протокола о признании претендентов участниками продажи имущества.</w:t>
      </w:r>
    </w:p>
    <w:p w:rsidR="00D52709" w:rsidRPr="005745D7" w:rsidRDefault="00D52709" w:rsidP="006C307D">
      <w:pPr>
        <w:autoSpaceDE w:val="0"/>
        <w:autoSpaceDN w:val="0"/>
        <w:adjustRightInd w:val="0"/>
        <w:spacing w:after="0"/>
        <w:ind w:firstLine="720"/>
      </w:pPr>
      <w:r w:rsidRPr="005745D7">
        <w:t xml:space="preserve">2.2.4. Заявитель вправе отозвать заявку в любое время до установленных даты и времени начала рассмотрения заявок на участие в продаже. Задаток указанному заявителю возвращается  в течение пяти рабочих дней с даты поступления организатору </w:t>
      </w:r>
      <w:r>
        <w:t>продажи</w:t>
      </w:r>
      <w:r w:rsidRPr="005745D7">
        <w:t xml:space="preserve"> уведомления об отзыве заявки на участие в продаже.</w:t>
      </w:r>
    </w:p>
    <w:p w:rsidR="00D52709" w:rsidRPr="005745D7" w:rsidRDefault="00D52709" w:rsidP="006C307D">
      <w:pPr>
        <w:pStyle w:val="2"/>
        <w:ind w:firstLine="567"/>
        <w:jc w:val="left"/>
        <w:rPr>
          <w:sz w:val="24"/>
          <w:szCs w:val="24"/>
        </w:rPr>
      </w:pPr>
      <w:bookmarkStart w:id="89" w:name="_Toc241572467"/>
      <w:bookmarkStart w:id="90" w:name="_Toc232912290"/>
      <w:bookmarkStart w:id="91" w:name="_Toc232909681"/>
      <w:bookmarkEnd w:id="88"/>
    </w:p>
    <w:p w:rsidR="00D52709" w:rsidRPr="005745D7" w:rsidRDefault="00D52709" w:rsidP="004241A2">
      <w:pPr>
        <w:pStyle w:val="2"/>
        <w:ind w:firstLine="567"/>
        <w:rPr>
          <w:sz w:val="24"/>
          <w:szCs w:val="24"/>
        </w:rPr>
      </w:pPr>
      <w:r w:rsidRPr="005745D7">
        <w:rPr>
          <w:sz w:val="24"/>
          <w:szCs w:val="24"/>
        </w:rPr>
        <w:t>2.3. Требования к оформлению заявки на участие в продаже</w:t>
      </w:r>
      <w:bookmarkEnd w:id="89"/>
      <w:bookmarkEnd w:id="90"/>
      <w:bookmarkEnd w:id="91"/>
    </w:p>
    <w:p w:rsidR="00D52709" w:rsidRPr="005745D7" w:rsidRDefault="00D52709" w:rsidP="006C307D">
      <w:pPr>
        <w:pStyle w:val="31"/>
        <w:tabs>
          <w:tab w:val="left" w:pos="720"/>
        </w:tabs>
        <w:suppressAutoHyphens/>
        <w:ind w:left="0" w:firstLine="540"/>
        <w:rPr>
          <w:rStyle w:val="af2"/>
          <w:szCs w:val="24"/>
        </w:rPr>
      </w:pPr>
      <w:r w:rsidRPr="005745D7">
        <w:rPr>
          <w:rStyle w:val="af2"/>
          <w:szCs w:val="24"/>
        </w:rPr>
        <w:t xml:space="preserve">   2.3.1.  Для оформления заявки на участие в продаже и документов к ней  должны приниматься общепринятые обозначения и наименования в соответствии с требованиями действующих нормативных правовых актов.</w:t>
      </w:r>
    </w:p>
    <w:p w:rsidR="00D52709" w:rsidRPr="005745D7" w:rsidRDefault="00D52709" w:rsidP="006C307D">
      <w:pPr>
        <w:pStyle w:val="31"/>
        <w:tabs>
          <w:tab w:val="left" w:pos="708"/>
        </w:tabs>
        <w:suppressAutoHyphens/>
        <w:ind w:left="0" w:firstLine="540"/>
        <w:rPr>
          <w:szCs w:val="24"/>
        </w:rPr>
      </w:pPr>
      <w:r w:rsidRPr="005745D7">
        <w:rPr>
          <w:szCs w:val="24"/>
        </w:rPr>
        <w:t xml:space="preserve">  2.3.2. Сведения, которые содержатся в заявках участников </w:t>
      </w:r>
      <w:r>
        <w:rPr>
          <w:szCs w:val="24"/>
        </w:rPr>
        <w:t>продажи</w:t>
      </w:r>
      <w:r w:rsidRPr="005745D7">
        <w:rPr>
          <w:szCs w:val="24"/>
        </w:rPr>
        <w:t>, не должны допускать двусмысленных толкований.</w:t>
      </w:r>
    </w:p>
    <w:p w:rsidR="00D52709" w:rsidRPr="005745D7" w:rsidRDefault="00D52709" w:rsidP="006C307D">
      <w:pPr>
        <w:pStyle w:val="31"/>
        <w:tabs>
          <w:tab w:val="left" w:pos="708"/>
        </w:tabs>
        <w:suppressAutoHyphens/>
        <w:ind w:left="0" w:firstLine="540"/>
        <w:rPr>
          <w:szCs w:val="24"/>
        </w:rPr>
      </w:pPr>
      <w:r w:rsidRPr="005745D7">
        <w:rPr>
          <w:szCs w:val="24"/>
        </w:rPr>
        <w:t xml:space="preserve">  2.3.3. Все листы и документы, представленные участниками </w:t>
      </w:r>
      <w:r>
        <w:rPr>
          <w:szCs w:val="24"/>
        </w:rPr>
        <w:t>продажи</w:t>
      </w:r>
      <w:r w:rsidRPr="005745D7">
        <w:rPr>
          <w:szCs w:val="24"/>
        </w:rPr>
        <w:t>, должны быть прошиты и пронумерованы, подписаны уполномоченным лицом.</w:t>
      </w:r>
    </w:p>
    <w:p w:rsidR="00D52709" w:rsidRPr="005745D7" w:rsidRDefault="00D52709" w:rsidP="006C307D">
      <w:pPr>
        <w:pStyle w:val="31"/>
        <w:tabs>
          <w:tab w:val="left" w:pos="708"/>
        </w:tabs>
        <w:suppressAutoHyphens/>
        <w:ind w:left="0" w:firstLine="540"/>
        <w:rPr>
          <w:szCs w:val="24"/>
        </w:rPr>
      </w:pPr>
      <w:r w:rsidRPr="005745D7">
        <w:rPr>
          <w:szCs w:val="24"/>
        </w:rPr>
        <w:t xml:space="preserve">  2.3.4. Документы на участие в продаже должны содержать опись входящих в ее состав заявки документов, быть скреплены печатью участника </w:t>
      </w:r>
      <w:r>
        <w:rPr>
          <w:szCs w:val="24"/>
        </w:rPr>
        <w:t>продажи</w:t>
      </w:r>
      <w:r w:rsidRPr="005745D7">
        <w:rPr>
          <w:szCs w:val="24"/>
        </w:rPr>
        <w:t xml:space="preserve"> и подписаны участником </w:t>
      </w:r>
      <w:r>
        <w:rPr>
          <w:szCs w:val="24"/>
        </w:rPr>
        <w:t>продажи</w:t>
      </w:r>
      <w:r w:rsidRPr="005745D7">
        <w:rPr>
          <w:szCs w:val="24"/>
        </w:rPr>
        <w:t xml:space="preserve"> или  уполномоченным им лицом.</w:t>
      </w:r>
    </w:p>
    <w:p w:rsidR="00D52709" w:rsidRPr="005745D7" w:rsidRDefault="00D52709" w:rsidP="006C307D">
      <w:pPr>
        <w:pStyle w:val="31"/>
        <w:tabs>
          <w:tab w:val="left" w:pos="708"/>
        </w:tabs>
        <w:suppressAutoHyphens/>
        <w:ind w:left="0" w:firstLine="540"/>
        <w:rPr>
          <w:szCs w:val="24"/>
        </w:rPr>
      </w:pPr>
      <w:r w:rsidRPr="005745D7">
        <w:rPr>
          <w:szCs w:val="24"/>
        </w:rPr>
        <w:t xml:space="preserve">  2.3.5.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D52709" w:rsidRPr="005745D7" w:rsidRDefault="00D52709" w:rsidP="006C307D">
      <w:pPr>
        <w:pStyle w:val="31"/>
        <w:tabs>
          <w:tab w:val="left" w:pos="708"/>
        </w:tabs>
        <w:suppressAutoHyphens/>
        <w:ind w:left="0" w:firstLine="540"/>
        <w:rPr>
          <w:szCs w:val="24"/>
        </w:rPr>
      </w:pPr>
      <w:r w:rsidRPr="005745D7">
        <w:rPr>
          <w:szCs w:val="24"/>
        </w:rPr>
        <w:t xml:space="preserve">  2.3.6. Все документы, представляемые участниками </w:t>
      </w:r>
      <w:r>
        <w:rPr>
          <w:szCs w:val="24"/>
        </w:rPr>
        <w:t>продажи</w:t>
      </w:r>
      <w:r w:rsidRPr="005745D7">
        <w:rPr>
          <w:szCs w:val="24"/>
        </w:rPr>
        <w:t xml:space="preserve">  в составе заявки на участие в продаже, должны быть заполнены по всем пунктам.</w:t>
      </w:r>
    </w:p>
    <w:p w:rsidR="00D52709" w:rsidRPr="005745D7" w:rsidRDefault="00D52709" w:rsidP="006C307D">
      <w:pPr>
        <w:pStyle w:val="31"/>
        <w:tabs>
          <w:tab w:val="left" w:pos="708"/>
        </w:tabs>
        <w:suppressAutoHyphens/>
        <w:ind w:left="0" w:firstLine="540"/>
        <w:rPr>
          <w:szCs w:val="24"/>
        </w:rPr>
      </w:pPr>
      <w:r w:rsidRPr="005745D7">
        <w:rPr>
          <w:szCs w:val="24"/>
        </w:rPr>
        <w:t xml:space="preserve">  2.3.7. Представленные в составе заявки на участие в продаже документы не возвращаются участнику </w:t>
      </w:r>
      <w:r>
        <w:rPr>
          <w:szCs w:val="24"/>
        </w:rPr>
        <w:t>продажи</w:t>
      </w:r>
      <w:r w:rsidRPr="005745D7">
        <w:rPr>
          <w:szCs w:val="24"/>
        </w:rPr>
        <w:t>.</w:t>
      </w:r>
    </w:p>
    <w:p w:rsidR="00D52709" w:rsidRPr="005745D7" w:rsidRDefault="00D52709" w:rsidP="006C307D">
      <w:pPr>
        <w:pStyle w:val="31"/>
        <w:tabs>
          <w:tab w:val="left" w:pos="708"/>
        </w:tabs>
        <w:suppressAutoHyphens/>
        <w:ind w:left="0" w:firstLine="540"/>
        <w:rPr>
          <w:szCs w:val="24"/>
        </w:rPr>
      </w:pPr>
      <w:r w:rsidRPr="005745D7">
        <w:rPr>
          <w:szCs w:val="24"/>
        </w:rPr>
        <w:lastRenderedPageBreak/>
        <w:t xml:space="preserve">  2.3.8. Все документы, входящие в состав заявки на участие в продаже,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D52709" w:rsidRPr="005745D7" w:rsidRDefault="00D52709" w:rsidP="006C307D">
      <w:pPr>
        <w:ind w:firstLine="567"/>
      </w:pPr>
      <w:r w:rsidRPr="005745D7">
        <w:t xml:space="preserve">  2.3.9. Все суммы денежных средств, указанные в документах, входящих в заявку на участие в продаже, должны быть выражены в валюте Российской Федерации (российский рубль). </w:t>
      </w:r>
    </w:p>
    <w:p w:rsidR="00D52709" w:rsidRPr="005745D7" w:rsidRDefault="00D52709" w:rsidP="006C307D">
      <w:pPr>
        <w:pStyle w:val="31"/>
        <w:tabs>
          <w:tab w:val="left" w:pos="708"/>
        </w:tabs>
        <w:suppressAutoHyphens/>
        <w:ind w:left="0" w:firstLine="540"/>
        <w:rPr>
          <w:szCs w:val="24"/>
        </w:rPr>
      </w:pPr>
    </w:p>
    <w:p w:rsidR="00D52709" w:rsidRPr="005745D7" w:rsidRDefault="00D52709" w:rsidP="004241A2">
      <w:pPr>
        <w:pStyle w:val="2"/>
        <w:tabs>
          <w:tab w:val="left" w:pos="700"/>
        </w:tabs>
        <w:ind w:firstLine="567"/>
        <w:rPr>
          <w:sz w:val="24"/>
          <w:szCs w:val="24"/>
        </w:rPr>
      </w:pPr>
      <w:bookmarkStart w:id="92" w:name="_Toc241572468"/>
      <w:bookmarkStart w:id="93" w:name="_Toc232912291"/>
      <w:bookmarkStart w:id="94" w:name="_Toc232909682"/>
      <w:r w:rsidRPr="005745D7">
        <w:rPr>
          <w:sz w:val="24"/>
          <w:szCs w:val="24"/>
        </w:rPr>
        <w:t>2.4. Требования к сроку действия заявки на участие в продаже</w:t>
      </w:r>
      <w:bookmarkEnd w:id="92"/>
      <w:bookmarkEnd w:id="93"/>
      <w:bookmarkEnd w:id="94"/>
    </w:p>
    <w:p w:rsidR="00D52709" w:rsidRPr="005745D7" w:rsidRDefault="00D52709" w:rsidP="006C307D">
      <w:pPr>
        <w:ind w:firstLine="708"/>
      </w:pPr>
      <w:r w:rsidRPr="005745D7">
        <w:t xml:space="preserve">Заявка на участие в продаже должна быть действительна в течение срока, указанного в  Информационной карте </w:t>
      </w:r>
      <w:r>
        <w:t>продажи</w:t>
      </w:r>
      <w:r w:rsidRPr="005745D7">
        <w:t>.</w:t>
      </w:r>
    </w:p>
    <w:p w:rsidR="00D52709" w:rsidRPr="005745D7" w:rsidRDefault="00D52709" w:rsidP="004241A2">
      <w:pPr>
        <w:pStyle w:val="2"/>
        <w:ind w:firstLine="567"/>
        <w:rPr>
          <w:sz w:val="24"/>
          <w:szCs w:val="24"/>
        </w:rPr>
      </w:pPr>
      <w:bookmarkStart w:id="95" w:name="_Toc241572471"/>
      <w:bookmarkStart w:id="96" w:name="_Toc232912294"/>
      <w:bookmarkStart w:id="97" w:name="_Toc232909685"/>
      <w:r w:rsidRPr="005745D7">
        <w:rPr>
          <w:sz w:val="24"/>
          <w:szCs w:val="24"/>
        </w:rPr>
        <w:t>2.5. Требования к обеспечению заявки на участие в продаже</w:t>
      </w:r>
      <w:bookmarkEnd w:id="95"/>
      <w:bookmarkEnd w:id="96"/>
      <w:bookmarkEnd w:id="97"/>
    </w:p>
    <w:p w:rsidR="00D52709" w:rsidRPr="005745D7" w:rsidRDefault="00D52709" w:rsidP="006C307D">
      <w:pPr>
        <w:pStyle w:val="31"/>
        <w:tabs>
          <w:tab w:val="left" w:pos="708"/>
        </w:tabs>
        <w:suppressAutoHyphens/>
        <w:ind w:left="0" w:firstLine="540"/>
        <w:rPr>
          <w:szCs w:val="24"/>
        </w:rPr>
      </w:pPr>
      <w:r w:rsidRPr="005745D7">
        <w:rPr>
          <w:szCs w:val="24"/>
        </w:rPr>
        <w:t xml:space="preserve">  2.5.1. Если в извещении о проведении </w:t>
      </w:r>
      <w:r>
        <w:rPr>
          <w:szCs w:val="24"/>
        </w:rPr>
        <w:t>продажи</w:t>
      </w:r>
      <w:r w:rsidRPr="005745D7">
        <w:rPr>
          <w:szCs w:val="24"/>
        </w:rPr>
        <w:t xml:space="preserve"> (с учетом всех изменений извещения о проведении </w:t>
      </w:r>
      <w:r>
        <w:rPr>
          <w:szCs w:val="24"/>
        </w:rPr>
        <w:t>продажи</w:t>
      </w:r>
      <w:r w:rsidRPr="005745D7">
        <w:rPr>
          <w:szCs w:val="24"/>
        </w:rPr>
        <w:t xml:space="preserve">, являющихся неотъемлемой частью извещения о проведении </w:t>
      </w:r>
      <w:r>
        <w:rPr>
          <w:szCs w:val="24"/>
        </w:rPr>
        <w:t>продажи</w:t>
      </w:r>
      <w:r w:rsidRPr="005745D7">
        <w:rPr>
          <w:szCs w:val="24"/>
        </w:rPr>
        <w:t xml:space="preserve">)   и в Информационной карте </w:t>
      </w:r>
      <w:r>
        <w:rPr>
          <w:szCs w:val="24"/>
        </w:rPr>
        <w:t>продажи</w:t>
      </w:r>
      <w:r w:rsidRPr="005745D7">
        <w:rPr>
          <w:szCs w:val="24"/>
        </w:rPr>
        <w:t xml:space="preserve">, установлено требование внесении задатка для участия в продаже, то  участники </w:t>
      </w:r>
      <w:r>
        <w:rPr>
          <w:szCs w:val="24"/>
        </w:rPr>
        <w:t>продажи</w:t>
      </w:r>
      <w:r w:rsidRPr="005745D7">
        <w:rPr>
          <w:szCs w:val="24"/>
        </w:rPr>
        <w:t xml:space="preserve">, подающие заявки, вносят денежные средства в качестве задатка в сумме и на банковский счет,   указанный в извещении о проведении  </w:t>
      </w:r>
      <w:r>
        <w:rPr>
          <w:szCs w:val="24"/>
        </w:rPr>
        <w:t>продажи</w:t>
      </w:r>
      <w:r w:rsidRPr="005745D7">
        <w:rPr>
          <w:szCs w:val="24"/>
        </w:rPr>
        <w:t xml:space="preserve"> и в Информационной карте </w:t>
      </w:r>
      <w:r>
        <w:rPr>
          <w:szCs w:val="24"/>
        </w:rPr>
        <w:t>продажи</w:t>
      </w:r>
      <w:r w:rsidRPr="005745D7">
        <w:rPr>
          <w:szCs w:val="24"/>
        </w:rPr>
        <w:t xml:space="preserve">. </w:t>
      </w:r>
    </w:p>
    <w:p w:rsidR="00D52709" w:rsidRPr="005745D7" w:rsidRDefault="00DF4BEA" w:rsidP="006C307D">
      <w:pPr>
        <w:pStyle w:val="31"/>
        <w:tabs>
          <w:tab w:val="left" w:pos="708"/>
        </w:tabs>
        <w:suppressAutoHyphens/>
        <w:ind w:left="0" w:firstLine="540"/>
        <w:rPr>
          <w:szCs w:val="24"/>
        </w:rPr>
      </w:pPr>
      <w:r>
        <w:rPr>
          <w:szCs w:val="24"/>
        </w:rPr>
        <w:t xml:space="preserve">   2.5.2. В случае</w:t>
      </w:r>
      <w:r w:rsidR="00D52709" w:rsidRPr="005745D7">
        <w:rPr>
          <w:szCs w:val="24"/>
        </w:rPr>
        <w:t xml:space="preserve"> если извещением о проведении </w:t>
      </w:r>
      <w:r w:rsidR="00D52709">
        <w:rPr>
          <w:szCs w:val="24"/>
        </w:rPr>
        <w:t>продажи</w:t>
      </w:r>
      <w:r w:rsidR="00D52709" w:rsidRPr="005745D7">
        <w:rPr>
          <w:szCs w:val="24"/>
        </w:rPr>
        <w:t xml:space="preserve"> установлено требование о внесении задатка на участие в продаже, факт внесения участником </w:t>
      </w:r>
      <w:r w:rsidR="00D52709">
        <w:rPr>
          <w:szCs w:val="24"/>
        </w:rPr>
        <w:t>продажи</w:t>
      </w:r>
      <w:r w:rsidR="00D52709" w:rsidRPr="005745D7">
        <w:rPr>
          <w:szCs w:val="24"/>
        </w:rPr>
        <w:t xml:space="preserve">  денежных средств подтверждается </w:t>
      </w:r>
      <w:bookmarkStart w:id="98" w:name="_Toc119343902"/>
      <w:r w:rsidR="00D52709">
        <w:rPr>
          <w:szCs w:val="24"/>
        </w:rPr>
        <w:t>выпиской банка со счета Продавца</w:t>
      </w:r>
      <w:r w:rsidR="00D52709" w:rsidRPr="005745D7">
        <w:rPr>
          <w:szCs w:val="24"/>
        </w:rPr>
        <w:t xml:space="preserve">. </w:t>
      </w:r>
    </w:p>
    <w:p w:rsidR="00D52709" w:rsidRPr="005745D7" w:rsidRDefault="00D52709" w:rsidP="006C307D">
      <w:pPr>
        <w:pStyle w:val="31"/>
        <w:tabs>
          <w:tab w:val="left" w:pos="708"/>
        </w:tabs>
        <w:suppressAutoHyphens/>
        <w:ind w:left="0" w:firstLine="540"/>
        <w:rPr>
          <w:szCs w:val="24"/>
        </w:rPr>
      </w:pPr>
      <w:r w:rsidRPr="005745D7">
        <w:rPr>
          <w:szCs w:val="24"/>
        </w:rPr>
        <w:t xml:space="preserve">   2.5.3. В случае отсутствия </w:t>
      </w:r>
      <w:r>
        <w:rPr>
          <w:szCs w:val="24"/>
        </w:rPr>
        <w:t>подтверждения поступления задатка на расчетный счет Продавца</w:t>
      </w:r>
      <w:r w:rsidRPr="005745D7">
        <w:rPr>
          <w:szCs w:val="24"/>
        </w:rPr>
        <w:t xml:space="preserve">  заявителю, подавшему соответствующую заявку, отказывается в допуске к участию в продаже. </w:t>
      </w:r>
      <w:bookmarkEnd w:id="98"/>
    </w:p>
    <w:p w:rsidR="00D52709" w:rsidRPr="005745D7" w:rsidRDefault="00DF4BEA" w:rsidP="006C307D">
      <w:pPr>
        <w:pStyle w:val="31"/>
        <w:tabs>
          <w:tab w:val="left" w:pos="708"/>
        </w:tabs>
        <w:suppressAutoHyphens/>
        <w:ind w:left="0" w:firstLine="540"/>
        <w:rPr>
          <w:szCs w:val="24"/>
        </w:rPr>
      </w:pPr>
      <w:r>
        <w:rPr>
          <w:szCs w:val="24"/>
        </w:rPr>
        <w:t xml:space="preserve">   2.5.4. В случае</w:t>
      </w:r>
      <w:r w:rsidR="00D52709" w:rsidRPr="005745D7">
        <w:rPr>
          <w:szCs w:val="24"/>
        </w:rPr>
        <w:t xml:space="preserve"> если было установлено требование о внесении задатка для  участия в продаже,  организатор </w:t>
      </w:r>
      <w:r w:rsidR="00D52709">
        <w:rPr>
          <w:szCs w:val="24"/>
        </w:rPr>
        <w:t>продажи</w:t>
      </w:r>
      <w:r w:rsidR="00D52709" w:rsidRPr="005745D7">
        <w:rPr>
          <w:szCs w:val="24"/>
        </w:rPr>
        <w:t xml:space="preserve"> возвращает участникам  </w:t>
      </w:r>
      <w:r w:rsidR="00D52709">
        <w:rPr>
          <w:szCs w:val="24"/>
        </w:rPr>
        <w:t>продажи</w:t>
      </w:r>
      <w:r w:rsidR="00D52709" w:rsidRPr="005745D7">
        <w:rPr>
          <w:szCs w:val="24"/>
        </w:rPr>
        <w:t xml:space="preserve"> денежные средства, внесенные в качестве задатка  на участие в продаже путем перечисления денежных средств на банковский счет, указанный в заявке, поданной соответствующим участником </w:t>
      </w:r>
      <w:r w:rsidR="00D52709">
        <w:rPr>
          <w:szCs w:val="24"/>
        </w:rPr>
        <w:t>продажи</w:t>
      </w:r>
      <w:r w:rsidR="00D52709" w:rsidRPr="005745D7">
        <w:rPr>
          <w:szCs w:val="24"/>
        </w:rPr>
        <w:t xml:space="preserve"> в следующих случаях и в следующие сроки: </w:t>
      </w:r>
    </w:p>
    <w:p w:rsidR="00D52709" w:rsidRPr="005745D7" w:rsidRDefault="00D52709" w:rsidP="006C307D">
      <w:pPr>
        <w:pStyle w:val="31"/>
        <w:tabs>
          <w:tab w:val="left" w:pos="0"/>
        </w:tabs>
        <w:suppressAutoHyphens/>
        <w:ind w:left="0" w:firstLine="540"/>
        <w:rPr>
          <w:szCs w:val="24"/>
        </w:rPr>
      </w:pPr>
      <w:r w:rsidRPr="005745D7">
        <w:rPr>
          <w:szCs w:val="24"/>
        </w:rPr>
        <w:t xml:space="preserve">- в течение пяти дней, со дня поступления организатору </w:t>
      </w:r>
      <w:r>
        <w:rPr>
          <w:szCs w:val="24"/>
        </w:rPr>
        <w:t>продажи</w:t>
      </w:r>
      <w:r w:rsidRPr="005745D7">
        <w:rPr>
          <w:szCs w:val="24"/>
        </w:rPr>
        <w:t xml:space="preserve"> уведомления об отзыве участником  </w:t>
      </w:r>
      <w:r>
        <w:rPr>
          <w:szCs w:val="24"/>
        </w:rPr>
        <w:t>продажи</w:t>
      </w:r>
      <w:r w:rsidRPr="005745D7">
        <w:rPr>
          <w:szCs w:val="24"/>
        </w:rPr>
        <w:t xml:space="preserve"> заявки на участие в продаже;</w:t>
      </w:r>
    </w:p>
    <w:p w:rsidR="00D52709" w:rsidRPr="005745D7" w:rsidRDefault="00D52709" w:rsidP="00E72BC6">
      <w:pPr>
        <w:autoSpaceDE w:val="0"/>
        <w:autoSpaceDN w:val="0"/>
        <w:adjustRightInd w:val="0"/>
        <w:spacing w:after="0"/>
        <w:rPr>
          <w:lang w:eastAsia="en-US"/>
        </w:rPr>
      </w:pPr>
      <w:bookmarkStart w:id="99" w:name="sub_11611"/>
      <w:r w:rsidRPr="005745D7">
        <w:rPr>
          <w:lang w:eastAsia="en-US"/>
        </w:rPr>
        <w:t xml:space="preserve">         -  участникам </w:t>
      </w:r>
      <w:r>
        <w:rPr>
          <w:lang w:eastAsia="en-US"/>
        </w:rPr>
        <w:t>продажи</w:t>
      </w:r>
      <w:r w:rsidRPr="005745D7">
        <w:rPr>
          <w:lang w:eastAsia="en-US"/>
        </w:rPr>
        <w:t xml:space="preserve">, за исключением его победителя, - в течение 5 дней со дня подведения итогов </w:t>
      </w:r>
      <w:r>
        <w:rPr>
          <w:lang w:eastAsia="en-US"/>
        </w:rPr>
        <w:t>продажи</w:t>
      </w:r>
      <w:r w:rsidRPr="005745D7">
        <w:rPr>
          <w:lang w:eastAsia="en-US"/>
        </w:rPr>
        <w:t>;</w:t>
      </w:r>
    </w:p>
    <w:bookmarkEnd w:id="99"/>
    <w:p w:rsidR="00D52709" w:rsidRPr="005745D7" w:rsidRDefault="00D52709" w:rsidP="00E72BC6">
      <w:pPr>
        <w:autoSpaceDE w:val="0"/>
        <w:autoSpaceDN w:val="0"/>
        <w:adjustRightInd w:val="0"/>
        <w:spacing w:after="0"/>
        <w:rPr>
          <w:lang w:eastAsia="en-US"/>
        </w:rPr>
      </w:pPr>
      <w:r w:rsidRPr="005745D7">
        <w:rPr>
          <w:lang w:eastAsia="en-US"/>
        </w:rPr>
        <w:t xml:space="preserve">         - претендентам, не допущенным к участию в продаже, - в течение 5 дней со дня подписания протокола о признании претендентов участниками </w:t>
      </w:r>
      <w:r>
        <w:rPr>
          <w:lang w:eastAsia="en-US"/>
        </w:rPr>
        <w:t>продажи</w:t>
      </w:r>
      <w:r w:rsidRPr="005745D7">
        <w:rPr>
          <w:lang w:eastAsia="en-US"/>
        </w:rPr>
        <w:t>.</w:t>
      </w:r>
    </w:p>
    <w:p w:rsidR="00D52709" w:rsidRPr="005745D7" w:rsidRDefault="00D52709" w:rsidP="00B11CBF">
      <w:pPr>
        <w:pStyle w:val="31"/>
        <w:tabs>
          <w:tab w:val="left" w:pos="0"/>
        </w:tabs>
        <w:suppressAutoHyphens/>
        <w:ind w:left="0"/>
        <w:rPr>
          <w:szCs w:val="24"/>
        </w:rPr>
      </w:pPr>
      <w:r w:rsidRPr="005745D7">
        <w:rPr>
          <w:szCs w:val="24"/>
        </w:rPr>
        <w:t xml:space="preserve">       - задаток победителя </w:t>
      </w:r>
      <w:r>
        <w:rPr>
          <w:szCs w:val="24"/>
        </w:rPr>
        <w:t>продажи</w:t>
      </w:r>
      <w:r w:rsidRPr="005745D7">
        <w:rPr>
          <w:szCs w:val="24"/>
        </w:rPr>
        <w:t xml:space="preserve"> подлежит перечис</w:t>
      </w:r>
      <w:r>
        <w:rPr>
          <w:szCs w:val="24"/>
        </w:rPr>
        <w:t xml:space="preserve">лению в установленном порядке на счет, указанный в информационном сообщении </w:t>
      </w:r>
      <w:r w:rsidRPr="005745D7">
        <w:rPr>
          <w:szCs w:val="24"/>
        </w:rPr>
        <w:t>в течение 5 дней со дня, установленного для заключения договора купли-продажи имущества</w:t>
      </w:r>
      <w:r>
        <w:rPr>
          <w:szCs w:val="24"/>
        </w:rPr>
        <w:t>.</w:t>
      </w:r>
    </w:p>
    <w:p w:rsidR="00D52709" w:rsidRPr="005745D7" w:rsidRDefault="00D52709" w:rsidP="006C307D">
      <w:pPr>
        <w:pStyle w:val="31"/>
        <w:tabs>
          <w:tab w:val="left" w:pos="0"/>
        </w:tabs>
        <w:suppressAutoHyphens/>
        <w:ind w:left="0"/>
        <w:rPr>
          <w:szCs w:val="24"/>
        </w:rPr>
      </w:pPr>
    </w:p>
    <w:p w:rsidR="00D52709" w:rsidRPr="005745D7" w:rsidRDefault="00D52709" w:rsidP="006C307D">
      <w:pPr>
        <w:pStyle w:val="31"/>
        <w:tabs>
          <w:tab w:val="left" w:pos="708"/>
        </w:tabs>
        <w:suppressAutoHyphens/>
        <w:ind w:left="0" w:firstLine="540"/>
        <w:rPr>
          <w:i/>
          <w:szCs w:val="24"/>
        </w:rPr>
      </w:pPr>
      <w:r w:rsidRPr="005745D7">
        <w:rPr>
          <w:szCs w:val="24"/>
        </w:rPr>
        <w:t xml:space="preserve">   2.5.5. Денежные средства, внесенные в качестве задатка на участие в продаже, не возвращаются в случае уклонения победителя </w:t>
      </w:r>
      <w:r>
        <w:rPr>
          <w:szCs w:val="24"/>
        </w:rPr>
        <w:t>продажи</w:t>
      </w:r>
      <w:r w:rsidRPr="005745D7">
        <w:rPr>
          <w:szCs w:val="24"/>
        </w:rPr>
        <w:t xml:space="preserve"> от заключения договора купли-продажи</w:t>
      </w:r>
      <w:r w:rsidRPr="005745D7">
        <w:rPr>
          <w:i/>
          <w:szCs w:val="24"/>
        </w:rPr>
        <w:t xml:space="preserve">. </w:t>
      </w:r>
    </w:p>
    <w:p w:rsidR="00D52709" w:rsidRPr="005745D7" w:rsidRDefault="00D52709" w:rsidP="006C307D">
      <w:pPr>
        <w:pStyle w:val="2"/>
        <w:ind w:firstLine="540"/>
        <w:jc w:val="left"/>
        <w:rPr>
          <w:sz w:val="24"/>
          <w:szCs w:val="24"/>
        </w:rPr>
      </w:pPr>
      <w:bookmarkStart w:id="100" w:name="_Toc241572472"/>
      <w:bookmarkStart w:id="101" w:name="_Toc232912295"/>
      <w:bookmarkStart w:id="102" w:name="_Toc232909686"/>
    </w:p>
    <w:p w:rsidR="00D52709" w:rsidRPr="005745D7" w:rsidRDefault="00D52709" w:rsidP="004241A2">
      <w:pPr>
        <w:pStyle w:val="2"/>
        <w:ind w:firstLine="540"/>
        <w:rPr>
          <w:sz w:val="24"/>
          <w:szCs w:val="24"/>
        </w:rPr>
      </w:pPr>
      <w:r w:rsidRPr="005745D7">
        <w:rPr>
          <w:sz w:val="24"/>
          <w:szCs w:val="24"/>
        </w:rPr>
        <w:t>2.6. Документы, составляющие заявку на участие в продаже</w:t>
      </w:r>
      <w:bookmarkEnd w:id="100"/>
      <w:bookmarkEnd w:id="101"/>
      <w:bookmarkEnd w:id="102"/>
      <w:r w:rsidRPr="005745D7">
        <w:rPr>
          <w:sz w:val="24"/>
          <w:szCs w:val="24"/>
        </w:rPr>
        <w:t>.</w:t>
      </w:r>
    </w:p>
    <w:p w:rsidR="00D52709" w:rsidRPr="005745D7" w:rsidRDefault="00D52709" w:rsidP="006C307D">
      <w:pPr>
        <w:pStyle w:val="24"/>
        <w:widowControl w:val="0"/>
        <w:adjustRightInd w:val="0"/>
        <w:spacing w:after="0" w:line="240" w:lineRule="auto"/>
        <w:ind w:left="0" w:firstLine="540"/>
        <w:textAlignment w:val="baseline"/>
        <w:rPr>
          <w:iCs/>
          <w:szCs w:val="24"/>
        </w:rPr>
      </w:pPr>
      <w:r w:rsidRPr="005745D7">
        <w:rPr>
          <w:szCs w:val="24"/>
        </w:rPr>
        <w:t xml:space="preserve">   2.6.1. Заявка на участие в продаже должна содержать документы, указанные в пункте 2.2.1. документации</w:t>
      </w:r>
      <w:r>
        <w:rPr>
          <w:szCs w:val="24"/>
        </w:rPr>
        <w:t xml:space="preserve"> о продаже</w:t>
      </w:r>
      <w:r w:rsidRPr="005745D7">
        <w:rPr>
          <w:szCs w:val="24"/>
        </w:rPr>
        <w:t>.</w:t>
      </w:r>
    </w:p>
    <w:p w:rsidR="00D52709" w:rsidRPr="005745D7" w:rsidRDefault="00D52709" w:rsidP="006C307D">
      <w:pPr>
        <w:pStyle w:val="24"/>
        <w:widowControl w:val="0"/>
        <w:adjustRightInd w:val="0"/>
        <w:spacing w:after="0" w:line="240" w:lineRule="auto"/>
        <w:ind w:left="0" w:firstLine="720"/>
        <w:textAlignment w:val="baseline"/>
        <w:rPr>
          <w:i/>
          <w:szCs w:val="24"/>
        </w:rPr>
      </w:pPr>
    </w:p>
    <w:p w:rsidR="00D52709" w:rsidRPr="005745D7" w:rsidRDefault="00D52709" w:rsidP="004241A2">
      <w:pPr>
        <w:pStyle w:val="2"/>
        <w:tabs>
          <w:tab w:val="left" w:pos="700"/>
        </w:tabs>
        <w:ind w:firstLine="540"/>
        <w:rPr>
          <w:sz w:val="24"/>
          <w:szCs w:val="24"/>
        </w:rPr>
      </w:pPr>
      <w:bookmarkStart w:id="103" w:name="_Toc241572474"/>
      <w:bookmarkStart w:id="104" w:name="_Toc232912297"/>
      <w:bookmarkStart w:id="105" w:name="_Toc232909688"/>
      <w:r w:rsidRPr="005745D7">
        <w:rPr>
          <w:sz w:val="24"/>
          <w:szCs w:val="24"/>
        </w:rPr>
        <w:t xml:space="preserve">2.7. Требования к предложениям о цене </w:t>
      </w:r>
      <w:bookmarkEnd w:id="103"/>
      <w:bookmarkEnd w:id="104"/>
      <w:bookmarkEnd w:id="105"/>
      <w:r w:rsidRPr="005745D7">
        <w:rPr>
          <w:sz w:val="24"/>
          <w:szCs w:val="24"/>
        </w:rPr>
        <w:t>договора.</w:t>
      </w:r>
    </w:p>
    <w:p w:rsidR="00D52709" w:rsidRPr="005745D7" w:rsidRDefault="00D52709" w:rsidP="006C307D">
      <w:r w:rsidRPr="005745D7">
        <w:t xml:space="preserve">  Цена договора, предлагаемая участником </w:t>
      </w:r>
      <w:r>
        <w:t>продажи</w:t>
      </w:r>
      <w:r w:rsidRPr="005745D7">
        <w:t>, не может быть  ниже минимальной цен</w:t>
      </w:r>
      <w:r>
        <w:t>ы</w:t>
      </w:r>
      <w:r w:rsidRPr="005745D7">
        <w:t xml:space="preserve">  предложения </w:t>
      </w:r>
      <w:r w:rsidR="005E77C5">
        <w:t>-</w:t>
      </w:r>
      <w:r w:rsidRPr="005E77C5">
        <w:t>«Цены отсечения»</w:t>
      </w:r>
      <w:r w:rsidR="005E77C5">
        <w:t>,</w:t>
      </w:r>
      <w:r w:rsidRPr="005745D7">
        <w:t xml:space="preserve"> по которой может быть продано муниципальное имущество, указанно</w:t>
      </w:r>
      <w:r>
        <w:t>е</w:t>
      </w:r>
      <w:r w:rsidRPr="005745D7">
        <w:t xml:space="preserve"> в Информационной карте </w:t>
      </w:r>
      <w:r>
        <w:t>продажи</w:t>
      </w:r>
      <w:r w:rsidRPr="005745D7">
        <w:t xml:space="preserve">. </w:t>
      </w:r>
    </w:p>
    <w:p w:rsidR="00D52709" w:rsidRPr="005745D7" w:rsidRDefault="00D52709" w:rsidP="006C307D">
      <w:pPr>
        <w:pStyle w:val="31"/>
        <w:tabs>
          <w:tab w:val="left" w:pos="708"/>
        </w:tabs>
        <w:suppressAutoHyphens/>
        <w:ind w:left="0" w:firstLine="540"/>
        <w:rPr>
          <w:i/>
          <w:szCs w:val="24"/>
        </w:rPr>
      </w:pPr>
    </w:p>
    <w:p w:rsidR="00D52709" w:rsidRPr="005745D7" w:rsidRDefault="00D52709" w:rsidP="004241A2">
      <w:pPr>
        <w:pStyle w:val="2"/>
        <w:tabs>
          <w:tab w:val="left" w:pos="700"/>
        </w:tabs>
        <w:ind w:firstLine="540"/>
        <w:rPr>
          <w:sz w:val="24"/>
          <w:szCs w:val="24"/>
        </w:rPr>
      </w:pPr>
      <w:bookmarkStart w:id="106" w:name="_Toc241572475"/>
      <w:bookmarkStart w:id="107" w:name="_Toc232912298"/>
      <w:bookmarkStart w:id="108" w:name="_Toc232909689"/>
      <w:r w:rsidRPr="005745D7">
        <w:rPr>
          <w:sz w:val="24"/>
          <w:szCs w:val="24"/>
        </w:rPr>
        <w:t>2.8. Место, дата начала и окончания срока подачи заявок на участие в продаже</w:t>
      </w:r>
      <w:bookmarkEnd w:id="106"/>
      <w:bookmarkEnd w:id="107"/>
      <w:bookmarkEnd w:id="108"/>
      <w:r w:rsidRPr="005745D7">
        <w:rPr>
          <w:sz w:val="24"/>
          <w:szCs w:val="24"/>
        </w:rPr>
        <w:t>.</w:t>
      </w:r>
    </w:p>
    <w:p w:rsidR="00D52709" w:rsidRPr="005745D7" w:rsidRDefault="00D52709" w:rsidP="006C307D">
      <w:pPr>
        <w:pStyle w:val="ConsPlusNormal0"/>
        <w:widowControl/>
        <w:ind w:firstLine="540"/>
        <w:jc w:val="both"/>
        <w:rPr>
          <w:rFonts w:ascii="Times New Roman" w:hAnsi="Times New Roman" w:cs="Times New Roman"/>
          <w:sz w:val="24"/>
          <w:szCs w:val="24"/>
        </w:rPr>
      </w:pPr>
      <w:r w:rsidRPr="005745D7">
        <w:rPr>
          <w:rFonts w:ascii="Times New Roman" w:hAnsi="Times New Roman" w:cs="Times New Roman"/>
          <w:sz w:val="24"/>
          <w:szCs w:val="24"/>
        </w:rPr>
        <w:t xml:space="preserve">  2.8.1. Заявки на участие в продаже принимаются по адресу, указанному в извещении о проведении </w:t>
      </w:r>
      <w:r>
        <w:rPr>
          <w:rFonts w:ascii="Times New Roman" w:hAnsi="Times New Roman" w:cs="Times New Roman"/>
          <w:sz w:val="24"/>
          <w:szCs w:val="24"/>
        </w:rPr>
        <w:t>продажи</w:t>
      </w:r>
      <w:r w:rsidRPr="005745D7">
        <w:rPr>
          <w:rFonts w:ascii="Times New Roman" w:hAnsi="Times New Roman" w:cs="Times New Roman"/>
          <w:sz w:val="24"/>
          <w:szCs w:val="24"/>
        </w:rPr>
        <w:t xml:space="preserve"> и в</w:t>
      </w:r>
      <w:r w:rsidRPr="005745D7">
        <w:rPr>
          <w:rFonts w:ascii="Times New Roman" w:hAnsi="Times New Roman" w:cs="Times New Roman"/>
          <w:b/>
          <w:sz w:val="24"/>
          <w:szCs w:val="24"/>
        </w:rPr>
        <w:t xml:space="preserve"> </w:t>
      </w:r>
      <w:r w:rsidRPr="005745D7">
        <w:rPr>
          <w:rFonts w:ascii="Times New Roman" w:hAnsi="Times New Roman" w:cs="Times New Roman"/>
          <w:sz w:val="24"/>
          <w:szCs w:val="24"/>
        </w:rPr>
        <w:t xml:space="preserve">Информационной карте </w:t>
      </w:r>
      <w:r>
        <w:rPr>
          <w:rFonts w:ascii="Times New Roman" w:hAnsi="Times New Roman" w:cs="Times New Roman"/>
          <w:sz w:val="24"/>
          <w:szCs w:val="24"/>
        </w:rPr>
        <w:t>продажи</w:t>
      </w:r>
      <w:r w:rsidRPr="005745D7">
        <w:rPr>
          <w:rFonts w:ascii="Times New Roman" w:hAnsi="Times New Roman" w:cs="Times New Roman"/>
          <w:sz w:val="24"/>
          <w:szCs w:val="24"/>
        </w:rPr>
        <w:t>.</w:t>
      </w:r>
    </w:p>
    <w:p w:rsidR="00D52709" w:rsidRPr="005745D7" w:rsidRDefault="00D52709" w:rsidP="004241A2">
      <w:pPr>
        <w:rPr>
          <w:lang w:eastAsia="en-US"/>
        </w:rPr>
      </w:pPr>
      <w:r w:rsidRPr="005745D7">
        <w:t xml:space="preserve">           2.8.2. Заявки на участие в продаже принимаются с даты</w:t>
      </w:r>
      <w:r w:rsidRPr="005745D7">
        <w:rPr>
          <w:lang w:eastAsia="en-US"/>
        </w:rPr>
        <w:t xml:space="preserve">, объявленной в информационном сообщении о проведении </w:t>
      </w:r>
      <w:r>
        <w:rPr>
          <w:lang w:eastAsia="en-US"/>
        </w:rPr>
        <w:t>продажи</w:t>
      </w:r>
      <w:r w:rsidRPr="005745D7">
        <w:rPr>
          <w:lang w:eastAsia="en-US"/>
        </w:rPr>
        <w:t>.</w:t>
      </w:r>
    </w:p>
    <w:p w:rsidR="00D52709" w:rsidRPr="005745D7" w:rsidRDefault="00D52709" w:rsidP="004241A2">
      <w:pPr>
        <w:rPr>
          <w:lang w:eastAsia="en-US"/>
        </w:rPr>
      </w:pPr>
      <w:r w:rsidRPr="005745D7">
        <w:t xml:space="preserve">           2.8.3. Прием заявок на участие в продаже </w:t>
      </w:r>
      <w:r w:rsidRPr="005745D7">
        <w:rPr>
          <w:lang w:eastAsia="en-US"/>
        </w:rPr>
        <w:t>осуществляется в течение не менее 25 календарных дней.</w:t>
      </w:r>
    </w:p>
    <w:p w:rsidR="00D52709" w:rsidRPr="005745D7" w:rsidRDefault="00D52709" w:rsidP="008B041A">
      <w:pPr>
        <w:pStyle w:val="31"/>
        <w:tabs>
          <w:tab w:val="num" w:pos="720"/>
        </w:tabs>
        <w:ind w:left="0" w:firstLine="540"/>
        <w:rPr>
          <w:szCs w:val="24"/>
        </w:rPr>
      </w:pPr>
      <w:r w:rsidRPr="005745D7">
        <w:rPr>
          <w:szCs w:val="24"/>
        </w:rPr>
        <w:t xml:space="preserve">  2.8.4. Полученные после окончания приема заявок на участие в продаже заявки на участие в продаже не рассматриваются и в тот же день возвращаются заявителям, подавшим такие заявки. В случае если было установлено требование о внесении задатка на участие в продаже, организатор </w:t>
      </w:r>
      <w:r>
        <w:rPr>
          <w:szCs w:val="24"/>
        </w:rPr>
        <w:t>продажи</w:t>
      </w:r>
      <w:r w:rsidRPr="005745D7">
        <w:rPr>
          <w:szCs w:val="24"/>
        </w:rPr>
        <w:t xml:space="preserve"> возвращает внесенные суммы задатка на участие в продаже указанным заявителям в течение пяти рабочих дней со дня подписания протокола </w:t>
      </w:r>
      <w:r>
        <w:rPr>
          <w:szCs w:val="24"/>
        </w:rPr>
        <w:t>продажи</w:t>
      </w:r>
      <w:r w:rsidRPr="005745D7">
        <w:rPr>
          <w:szCs w:val="24"/>
        </w:rPr>
        <w:t>.</w:t>
      </w:r>
    </w:p>
    <w:p w:rsidR="00D52709" w:rsidRPr="005745D7" w:rsidRDefault="00D52709" w:rsidP="006C307D">
      <w:pPr>
        <w:pStyle w:val="31"/>
        <w:tabs>
          <w:tab w:val="left" w:pos="700"/>
          <w:tab w:val="num" w:pos="1080"/>
        </w:tabs>
        <w:ind w:left="0" w:firstLine="540"/>
        <w:outlineLvl w:val="1"/>
        <w:rPr>
          <w:b/>
          <w:szCs w:val="24"/>
        </w:rPr>
      </w:pPr>
      <w:bookmarkStart w:id="109" w:name="_Toc241572476"/>
      <w:bookmarkStart w:id="110" w:name="_Toc232912299"/>
      <w:bookmarkStart w:id="111" w:name="_Toc232909690"/>
    </w:p>
    <w:p w:rsidR="00D52709" w:rsidRDefault="00D52709" w:rsidP="00585848">
      <w:pPr>
        <w:pStyle w:val="31"/>
        <w:tabs>
          <w:tab w:val="left" w:pos="700"/>
          <w:tab w:val="num" w:pos="1080"/>
        </w:tabs>
        <w:ind w:left="0" w:firstLine="540"/>
        <w:jc w:val="center"/>
        <w:outlineLvl w:val="1"/>
        <w:rPr>
          <w:b/>
          <w:szCs w:val="24"/>
        </w:rPr>
      </w:pPr>
      <w:r w:rsidRPr="005745D7">
        <w:rPr>
          <w:b/>
          <w:szCs w:val="24"/>
        </w:rPr>
        <w:t xml:space="preserve">2.9. Представление заявки на участие в </w:t>
      </w:r>
      <w:bookmarkEnd w:id="109"/>
      <w:bookmarkEnd w:id="110"/>
      <w:bookmarkEnd w:id="111"/>
      <w:r w:rsidRPr="005745D7">
        <w:rPr>
          <w:b/>
          <w:szCs w:val="24"/>
        </w:rPr>
        <w:t>продаже имущества</w:t>
      </w:r>
    </w:p>
    <w:p w:rsidR="00D52709" w:rsidRDefault="00D52709" w:rsidP="00585848">
      <w:pPr>
        <w:pStyle w:val="31"/>
        <w:tabs>
          <w:tab w:val="left" w:pos="700"/>
          <w:tab w:val="num" w:pos="1080"/>
        </w:tabs>
        <w:ind w:left="0" w:firstLine="540"/>
        <w:jc w:val="center"/>
        <w:outlineLvl w:val="1"/>
        <w:rPr>
          <w:b/>
          <w:szCs w:val="24"/>
        </w:rPr>
      </w:pPr>
    </w:p>
    <w:p w:rsidR="00D52709" w:rsidRPr="00585848" w:rsidRDefault="00D52709" w:rsidP="005E77C5">
      <w:pPr>
        <w:pStyle w:val="31"/>
        <w:tabs>
          <w:tab w:val="left" w:pos="700"/>
          <w:tab w:val="num" w:pos="1080"/>
        </w:tabs>
        <w:ind w:left="0" w:firstLine="540"/>
        <w:outlineLvl w:val="1"/>
        <w:rPr>
          <w:b/>
          <w:szCs w:val="24"/>
        </w:rPr>
      </w:pPr>
      <w:r w:rsidRPr="005745D7">
        <w:t xml:space="preserve"> 2.9.1. Для участия в продаже претендент представляет продавцу (лично или через своего полномочного представителя) в установленный срок заявку по форме, утверждаемой продавцом, и иные документы в соответствии с перечнем, опубликованным в информационном сообщении о проведении </w:t>
      </w:r>
      <w:r>
        <w:t>продажи</w:t>
      </w:r>
      <w:r w:rsidRPr="005745D7">
        <w:t>. Заявка и опись представленных документов составляются в 2 экземплярах, один из которых остается у продавца, другой - у заявителя.</w:t>
      </w:r>
    </w:p>
    <w:p w:rsidR="00D52709" w:rsidRPr="005745D7" w:rsidRDefault="00D52709" w:rsidP="006C307D">
      <w:r w:rsidRPr="005745D7">
        <w:t xml:space="preserve">          2.9.2. Заявитель на участие в продаже  вправе подать только одну заявку в отношении каждого предмета </w:t>
      </w:r>
      <w:r>
        <w:t>продажи</w:t>
      </w:r>
      <w:r w:rsidRPr="005745D7">
        <w:t xml:space="preserve"> (лота). В случае установления факта подачи одним заявителем двух и более заявок  в отношении одного и того же лота,  при условии, что поданные ранее заявки таким заявителем не отозваны,  все заявки на участие в продаже такого заявителя, поданные в отношении данного лота, не рассматриваются и возвращаются такому заявителю.</w:t>
      </w:r>
    </w:p>
    <w:p w:rsidR="00D52709" w:rsidRPr="005745D7" w:rsidRDefault="00D52709" w:rsidP="006C307D">
      <w:pPr>
        <w:tabs>
          <w:tab w:val="num" w:pos="227"/>
          <w:tab w:val="left" w:pos="700"/>
          <w:tab w:val="num" w:pos="1080"/>
        </w:tabs>
        <w:ind w:firstLine="540"/>
      </w:pPr>
      <w:r w:rsidRPr="005745D7">
        <w:t xml:space="preserve">  2.9.3. Каждая заявка на участие в продаже, поступившая в срок, регистрируется организатором </w:t>
      </w:r>
      <w:r>
        <w:t>продажи</w:t>
      </w:r>
      <w:r w:rsidRPr="005745D7">
        <w:t xml:space="preserve"> в журнале регистрации заявок на участие в продаже в порядке поступления заявок. </w:t>
      </w:r>
    </w:p>
    <w:p w:rsidR="00D52709" w:rsidRPr="005745D7" w:rsidRDefault="00D52709" w:rsidP="006C307D">
      <w:pPr>
        <w:pStyle w:val="31"/>
        <w:tabs>
          <w:tab w:val="num" w:pos="1080"/>
        </w:tabs>
        <w:ind w:left="0" w:firstLine="540"/>
        <w:rPr>
          <w:szCs w:val="24"/>
        </w:rPr>
      </w:pPr>
      <w:r w:rsidRPr="005745D7">
        <w:rPr>
          <w:szCs w:val="24"/>
        </w:rPr>
        <w:t xml:space="preserve">  2.9.4. По требованию лица, подавшего заявку на участие в продаже, организатор </w:t>
      </w:r>
      <w:r>
        <w:rPr>
          <w:szCs w:val="24"/>
        </w:rPr>
        <w:t>продажи</w:t>
      </w:r>
      <w:r w:rsidRPr="005745D7">
        <w:rPr>
          <w:szCs w:val="24"/>
        </w:rPr>
        <w:t xml:space="preserve"> выдаёт  расписку в получении такой заявки с указанием даты и времени ее получения.</w:t>
      </w:r>
    </w:p>
    <w:p w:rsidR="00D52709" w:rsidRPr="00A767CE" w:rsidRDefault="00D52709" w:rsidP="00A767CE">
      <w:pPr>
        <w:rPr>
          <w:lang w:eastAsia="en-US"/>
        </w:rPr>
      </w:pPr>
      <w:r w:rsidRPr="005745D7">
        <w:t xml:space="preserve">   2.9.5.</w:t>
      </w:r>
      <w:r w:rsidRPr="00A767CE">
        <w:t xml:space="preserve"> </w:t>
      </w:r>
      <w:r w:rsidRPr="00A767CE">
        <w:rPr>
          <w:lang w:eastAsia="en-US"/>
        </w:rPr>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D52709" w:rsidRPr="005745D7" w:rsidRDefault="00D52709" w:rsidP="004241A2">
      <w:pPr>
        <w:pStyle w:val="2"/>
        <w:tabs>
          <w:tab w:val="left" w:pos="700"/>
        </w:tabs>
        <w:ind w:firstLine="540"/>
        <w:rPr>
          <w:sz w:val="24"/>
          <w:szCs w:val="24"/>
        </w:rPr>
      </w:pPr>
      <w:bookmarkStart w:id="112" w:name="_Toc241572477"/>
      <w:bookmarkStart w:id="113" w:name="_Toc232912300"/>
      <w:bookmarkStart w:id="114" w:name="_Toc232909691"/>
      <w:r w:rsidRPr="005745D7">
        <w:rPr>
          <w:sz w:val="24"/>
          <w:szCs w:val="24"/>
        </w:rPr>
        <w:t xml:space="preserve">2.10. Порядок рассмотрения заявок на участие в </w:t>
      </w:r>
      <w:bookmarkEnd w:id="112"/>
      <w:bookmarkEnd w:id="113"/>
      <w:bookmarkEnd w:id="114"/>
      <w:r w:rsidRPr="005745D7">
        <w:rPr>
          <w:sz w:val="24"/>
          <w:szCs w:val="24"/>
        </w:rPr>
        <w:t>продаже имущества</w:t>
      </w:r>
    </w:p>
    <w:p w:rsidR="00D52709" w:rsidRPr="005745D7" w:rsidRDefault="00D52709" w:rsidP="003C2954"/>
    <w:p w:rsidR="00D52709" w:rsidRPr="005745D7" w:rsidRDefault="00D52709" w:rsidP="006C307D">
      <w:pPr>
        <w:spacing w:after="0"/>
        <w:ind w:firstLine="539"/>
      </w:pPr>
      <w:r w:rsidRPr="005745D7">
        <w:t xml:space="preserve">   2.10.1. Место, день и время начала рассмотрения единой комиссией поступивших заявок на участие в продаже имущества указаны в извещении о проведении продажи и в Информационной карте </w:t>
      </w:r>
      <w:r>
        <w:t>продажи</w:t>
      </w:r>
      <w:r w:rsidRPr="005745D7">
        <w:t>.</w:t>
      </w:r>
    </w:p>
    <w:p w:rsidR="00D52709" w:rsidRPr="005745D7" w:rsidRDefault="00D52709" w:rsidP="006C307D">
      <w:pPr>
        <w:tabs>
          <w:tab w:val="num" w:pos="1080"/>
        </w:tabs>
        <w:spacing w:after="0"/>
        <w:ind w:firstLine="539"/>
      </w:pPr>
      <w:r w:rsidRPr="005745D7">
        <w:t xml:space="preserve">   2.10.2. Единая комиссия рассматривает заявки на участие в продаже на соответствие требованиям, установленным в подразделе 2.3., и соответствие участников продажи  требованиям, установленным в подразделах 2.1.; 2.2. настоящего раздела.</w:t>
      </w:r>
    </w:p>
    <w:p w:rsidR="00D52709" w:rsidRPr="005745D7" w:rsidRDefault="00D52709" w:rsidP="006C307D">
      <w:pPr>
        <w:tabs>
          <w:tab w:val="left" w:pos="1260"/>
        </w:tabs>
        <w:spacing w:after="0"/>
        <w:ind w:firstLine="539"/>
      </w:pPr>
      <w:r w:rsidRPr="005745D7">
        <w:t xml:space="preserve">   2.10.3. Рассмотрение заявок на предмет их соответствия требованиям, установленным в подразделах 2.3. настоящего раздела, и лиц, заявивших о своём желании принять участие в продаже на предмет их соответствия требованиям, установленным в подразделах 2.1.; 2.2. настоящего раздела, осуществляется по принципу «соответствует требованиям» или «не соответствует требованиям». </w:t>
      </w:r>
    </w:p>
    <w:p w:rsidR="00D52709" w:rsidRPr="00A767CE" w:rsidRDefault="00D52709" w:rsidP="00A767CE">
      <w:pPr>
        <w:rPr>
          <w:lang w:eastAsia="en-US"/>
        </w:rPr>
      </w:pPr>
      <w:r w:rsidRPr="005745D7">
        <w:lastRenderedPageBreak/>
        <w:t xml:space="preserve">           2.10.4 </w:t>
      </w:r>
      <w:r w:rsidRPr="00A767CE">
        <w:rPr>
          <w:lang w:eastAsia="en-US"/>
        </w:rPr>
        <w:t>Признание претендентов участниками продажи посредством публичного предложения осуществляется в течение пяти рабочих дней с даты окончания срока приема заявок.</w:t>
      </w:r>
    </w:p>
    <w:p w:rsidR="00D52709" w:rsidRPr="005745D7" w:rsidRDefault="00D52709" w:rsidP="006C307D">
      <w:pPr>
        <w:tabs>
          <w:tab w:val="left" w:pos="700"/>
        </w:tabs>
        <w:spacing w:after="0"/>
        <w:ind w:firstLine="539"/>
      </w:pPr>
      <w:r w:rsidRPr="005745D7">
        <w:t xml:space="preserve">  2.10.5. Для проверки соответствия участников </w:t>
      </w:r>
      <w:r>
        <w:t>продажи</w:t>
      </w:r>
      <w:r w:rsidRPr="005745D7">
        <w:t xml:space="preserve"> требованиям, установленным в подразделах 2.1.; 2.2., Организатор </w:t>
      </w:r>
      <w:r>
        <w:t>продажи</w:t>
      </w:r>
      <w:r w:rsidRPr="005745D7">
        <w:t xml:space="preserve">  вправе запросить у соответствующих органов и организаций сведения о проведении ликвидации лица, заявившего о желании принять участие в продаже,  о  проведении в отношении  юридического лица, индивидуального предпринимателя заявивших своём  о желании принять участие в продаже, процедуры банкротства, о приостановлении деятельности указанных лиц в порядке, предусмотренном Кодексом Российской Федерации об административных правонарушениях, о наличии задолженностей такого у указанных лиц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 </w:t>
      </w:r>
    </w:p>
    <w:p w:rsidR="00D52709" w:rsidRPr="005745D7" w:rsidRDefault="00D52709" w:rsidP="006C307D">
      <w:pPr>
        <w:tabs>
          <w:tab w:val="left" w:pos="700"/>
        </w:tabs>
        <w:ind w:firstLine="540"/>
      </w:pPr>
      <w:r w:rsidRPr="005745D7">
        <w:t xml:space="preserve"> 2.10.6. В случае установления  недостоверности сведений,  содержащихся в документах предусмотренных подразделами 2.1., 2.2.,    либо  установления факта проведения ликвидации лица,  заявившего о желании принять участие в продаже  или о факте  проведения в отношении  указанного лица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единая комиссия отстраняет такого участника от участия в продаже на любом этапе его проведения.</w:t>
      </w:r>
    </w:p>
    <w:p w:rsidR="00D52709" w:rsidRPr="005745D7" w:rsidRDefault="00D52709" w:rsidP="006C307D">
      <w:pPr>
        <w:tabs>
          <w:tab w:val="num" w:pos="1080"/>
        </w:tabs>
        <w:ind w:firstLine="540"/>
        <w:rPr>
          <w:spacing w:val="-3"/>
        </w:rPr>
      </w:pPr>
      <w:r w:rsidRPr="005745D7">
        <w:t xml:space="preserve">2.10.7. </w:t>
      </w:r>
      <w:bookmarkStart w:id="115" w:name="_Ref11238121"/>
      <w:r w:rsidRPr="005745D7">
        <w:t xml:space="preserve">Заявкой, отвечающей требованиям документации о продаже, признается та, которая соответствует всем  положениям и условиям документации об продаже. </w:t>
      </w:r>
      <w:bookmarkEnd w:id="115"/>
    </w:p>
    <w:p w:rsidR="00D52709" w:rsidRPr="005745D7" w:rsidRDefault="00D52709" w:rsidP="006C307D">
      <w:pPr>
        <w:pStyle w:val="2"/>
        <w:ind w:firstLine="540"/>
        <w:jc w:val="left"/>
        <w:rPr>
          <w:sz w:val="24"/>
          <w:szCs w:val="24"/>
        </w:rPr>
      </w:pPr>
      <w:bookmarkStart w:id="116" w:name="_Toc241572478"/>
      <w:bookmarkStart w:id="117" w:name="_Toc232912301"/>
      <w:bookmarkStart w:id="118" w:name="_Toc232909692"/>
    </w:p>
    <w:p w:rsidR="00D52709" w:rsidRPr="005745D7" w:rsidRDefault="00D52709" w:rsidP="00E47591">
      <w:pPr>
        <w:pStyle w:val="2"/>
        <w:ind w:firstLine="540"/>
        <w:rPr>
          <w:sz w:val="24"/>
          <w:szCs w:val="24"/>
        </w:rPr>
      </w:pPr>
      <w:r w:rsidRPr="005745D7">
        <w:rPr>
          <w:sz w:val="24"/>
          <w:szCs w:val="24"/>
        </w:rPr>
        <w:t>2.11. Допуск к участию в продаже</w:t>
      </w:r>
      <w:bookmarkEnd w:id="116"/>
      <w:bookmarkEnd w:id="117"/>
      <w:bookmarkEnd w:id="118"/>
    </w:p>
    <w:p w:rsidR="00D52709" w:rsidRPr="005745D7" w:rsidRDefault="00D52709" w:rsidP="006C307D">
      <w:pPr>
        <w:tabs>
          <w:tab w:val="left" w:pos="700"/>
          <w:tab w:val="num" w:pos="1080"/>
        </w:tabs>
        <w:spacing w:after="0"/>
        <w:ind w:firstLine="540"/>
      </w:pPr>
      <w:r w:rsidRPr="005745D7">
        <w:t xml:space="preserve">  2.11.1. На основании результатов рассмотрения заявок на участие в продаже единой комиссией принимается решение:</w:t>
      </w:r>
    </w:p>
    <w:p w:rsidR="00D52709" w:rsidRPr="005745D7" w:rsidRDefault="00D52709" w:rsidP="005B0925">
      <w:pPr>
        <w:ind w:firstLine="720"/>
        <w:rPr>
          <w:lang w:eastAsia="en-US"/>
        </w:rPr>
      </w:pPr>
      <w:r w:rsidRPr="005745D7">
        <w:t xml:space="preserve">а) </w:t>
      </w:r>
      <w:r w:rsidRPr="005745D7">
        <w:rPr>
          <w:lang w:eastAsia="en-US"/>
        </w:rPr>
        <w:t xml:space="preserve">о признании претендентов участниками продажи имущества </w:t>
      </w:r>
    </w:p>
    <w:p w:rsidR="00D52709" w:rsidRPr="005745D7" w:rsidRDefault="00D52709" w:rsidP="005B0925">
      <w:pPr>
        <w:ind w:firstLine="720"/>
        <w:rPr>
          <w:lang w:eastAsia="en-US"/>
        </w:rPr>
      </w:pPr>
      <w:r w:rsidRPr="005745D7">
        <w:t xml:space="preserve">б) </w:t>
      </w:r>
      <w:r w:rsidRPr="005745D7">
        <w:rPr>
          <w:lang w:eastAsia="en-US"/>
        </w:rPr>
        <w:t>об отказе в допуске претендентов к участию в продаже имущества</w:t>
      </w:r>
      <w:r w:rsidRPr="005745D7">
        <w:t>, с указанием причин отказа.</w:t>
      </w:r>
    </w:p>
    <w:p w:rsidR="00D52709" w:rsidRPr="005745D7" w:rsidRDefault="00D52709" w:rsidP="006C307D">
      <w:pPr>
        <w:tabs>
          <w:tab w:val="left" w:pos="700"/>
        </w:tabs>
        <w:spacing w:after="0"/>
      </w:pPr>
      <w:r w:rsidRPr="005745D7">
        <w:t xml:space="preserve">            2.11.2. Лицо, подавшее заявку на участие в продаже,  не допускается единой комиссией к участию в продаже в случае:</w:t>
      </w:r>
    </w:p>
    <w:p w:rsidR="00D52709" w:rsidRPr="005745D7" w:rsidRDefault="00D52709" w:rsidP="006C307D">
      <w:pPr>
        <w:tabs>
          <w:tab w:val="left" w:pos="700"/>
        </w:tabs>
        <w:spacing w:after="0"/>
      </w:pPr>
    </w:p>
    <w:p w:rsidR="00D52709" w:rsidRPr="005745D7" w:rsidRDefault="00D52709" w:rsidP="006C307D">
      <w:pPr>
        <w:autoSpaceDE w:val="0"/>
        <w:autoSpaceDN w:val="0"/>
        <w:adjustRightInd w:val="0"/>
        <w:spacing w:after="0"/>
        <w:ind w:firstLine="720"/>
      </w:pPr>
      <w:r w:rsidRPr="005745D7">
        <w:t>а) представленные документы не подтверждают право претендента быть покупателем в соответствии с законодательством Российской Федерации;</w:t>
      </w:r>
    </w:p>
    <w:p w:rsidR="00D52709" w:rsidRPr="005745D7" w:rsidRDefault="00D52709" w:rsidP="006C307D">
      <w:pPr>
        <w:autoSpaceDE w:val="0"/>
        <w:autoSpaceDN w:val="0"/>
        <w:adjustRightInd w:val="0"/>
        <w:spacing w:after="0"/>
        <w:ind w:firstLine="720"/>
      </w:pPr>
      <w:r w:rsidRPr="005745D7">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продаже), или оформление указанных документов не соответствует законодательству Российской Федерации;</w:t>
      </w:r>
    </w:p>
    <w:p w:rsidR="00D52709" w:rsidRPr="005745D7" w:rsidRDefault="00D52709" w:rsidP="006C307D">
      <w:pPr>
        <w:autoSpaceDE w:val="0"/>
        <w:autoSpaceDN w:val="0"/>
        <w:adjustRightInd w:val="0"/>
        <w:spacing w:after="0"/>
        <w:ind w:firstLine="720"/>
      </w:pPr>
      <w:r w:rsidRPr="005745D7">
        <w:t>в) заявка подана лицом, не уполномоченным претендентом на осуществление таких действий;</w:t>
      </w:r>
    </w:p>
    <w:p w:rsidR="00D52709" w:rsidRPr="005745D7" w:rsidRDefault="00D52709" w:rsidP="006C307D">
      <w:pPr>
        <w:autoSpaceDE w:val="0"/>
        <w:autoSpaceDN w:val="0"/>
        <w:adjustRightInd w:val="0"/>
        <w:spacing w:after="0"/>
        <w:ind w:firstLine="720"/>
      </w:pPr>
      <w:r w:rsidRPr="005745D7">
        <w:t>г) не подтверждено поступление в установленный срок задатка на счета, указанные в информационном сообщении.</w:t>
      </w:r>
    </w:p>
    <w:p w:rsidR="00D52709" w:rsidRPr="005745D7" w:rsidRDefault="00D52709" w:rsidP="006C307D">
      <w:pPr>
        <w:tabs>
          <w:tab w:val="left" w:pos="700"/>
        </w:tabs>
        <w:autoSpaceDE w:val="0"/>
        <w:autoSpaceDN w:val="0"/>
        <w:adjustRightInd w:val="0"/>
        <w:spacing w:after="0"/>
        <w:ind w:firstLine="720"/>
      </w:pPr>
      <w:r w:rsidRPr="005745D7">
        <w:t>д) заявка представлена позже срока, предусмотренного для подачи заявок.</w:t>
      </w:r>
    </w:p>
    <w:p w:rsidR="00D52709" w:rsidRPr="005745D7" w:rsidRDefault="00D52709" w:rsidP="006C307D">
      <w:pPr>
        <w:autoSpaceDE w:val="0"/>
        <w:autoSpaceDN w:val="0"/>
        <w:adjustRightInd w:val="0"/>
        <w:spacing w:after="0"/>
        <w:ind w:firstLine="720"/>
      </w:pPr>
      <w:r w:rsidRPr="005745D7">
        <w:t>Перечень оснований отказа претенденту в участии в продаже является исчерпывающим.</w:t>
      </w:r>
    </w:p>
    <w:p w:rsidR="00D52709" w:rsidRPr="005745D7" w:rsidRDefault="00D52709" w:rsidP="005B0925">
      <w:pPr>
        <w:autoSpaceDE w:val="0"/>
        <w:autoSpaceDN w:val="0"/>
        <w:adjustRightInd w:val="0"/>
        <w:spacing w:after="0"/>
        <w:ind w:firstLine="720"/>
        <w:rPr>
          <w:lang w:eastAsia="en-US"/>
        </w:rPr>
      </w:pPr>
      <w:r w:rsidRPr="005745D7">
        <w:rPr>
          <w:lang w:eastAsia="en-US"/>
        </w:rPr>
        <w:t xml:space="preserve">Претенденты, признанные участниками продажи имущества, и претенденты, не допущенные к участию в продаже имущества,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w:t>
      </w:r>
      <w:r w:rsidRPr="00924CFD">
        <w:rPr>
          <w:lang w:eastAsia="en-US"/>
        </w:rPr>
        <w:t>либо направления такого уведомления по почте заказным письмом.</w:t>
      </w:r>
    </w:p>
    <w:p w:rsidR="00D52709" w:rsidRPr="005745D7" w:rsidRDefault="00D52709" w:rsidP="005B0925">
      <w:pPr>
        <w:autoSpaceDE w:val="0"/>
        <w:autoSpaceDN w:val="0"/>
        <w:adjustRightInd w:val="0"/>
        <w:spacing w:after="0"/>
        <w:ind w:firstLine="720"/>
        <w:rPr>
          <w:lang w:eastAsia="en-US"/>
        </w:rPr>
      </w:pPr>
    </w:p>
    <w:p w:rsidR="00D52709" w:rsidRPr="005745D7" w:rsidRDefault="00D52709" w:rsidP="006C307D">
      <w:pPr>
        <w:autoSpaceDE w:val="0"/>
        <w:autoSpaceDN w:val="0"/>
        <w:adjustRightInd w:val="0"/>
        <w:spacing w:after="0"/>
        <w:ind w:firstLine="720"/>
      </w:pPr>
      <w:r w:rsidRPr="005745D7">
        <w:t xml:space="preserve">Информация об отказе в допуске к участию в продаже размещается на </w:t>
      </w:r>
      <w:hyperlink r:id="rId14" w:history="1">
        <w:r w:rsidRPr="005745D7">
          <w:rPr>
            <w:rStyle w:val="a3"/>
            <w:color w:val="008000"/>
          </w:rPr>
          <w:t>официальном сайте</w:t>
        </w:r>
      </w:hyperlink>
      <w:r w:rsidRPr="005745D7">
        <w:t xml:space="preserve"> и на сайте продавца в сети Интернет в срок не позднее рабочего дня, следующего за днем принятия указанного решения.</w:t>
      </w:r>
    </w:p>
    <w:p w:rsidR="00D52709" w:rsidRPr="005745D7" w:rsidRDefault="00D52709" w:rsidP="003C2954">
      <w:pPr>
        <w:rPr>
          <w:lang w:eastAsia="en-US"/>
        </w:rPr>
      </w:pPr>
      <w:r w:rsidRPr="005745D7">
        <w:t xml:space="preserve">2.11.3. Все действия единой комиссии оформляются протоколом </w:t>
      </w:r>
      <w:r w:rsidRPr="005745D7">
        <w:rPr>
          <w:lang w:eastAsia="en-US"/>
        </w:rPr>
        <w:t>о признании претендентов участниками продажи имущества</w:t>
      </w:r>
      <w:r w:rsidRPr="005745D7">
        <w:t xml:space="preserve">, который ведется единой комиссией  и подписывается всеми присутствующими на заседании членами комиссии в срок окончания рассмотрения заявок. </w:t>
      </w:r>
      <w:r w:rsidRPr="005745D7">
        <w:rPr>
          <w:lang w:eastAsia="en-US"/>
        </w:rPr>
        <w:t>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w:t>
      </w:r>
    </w:p>
    <w:p w:rsidR="00D52709" w:rsidRPr="005745D7" w:rsidRDefault="00D52709" w:rsidP="00EC05B2">
      <w:pPr>
        <w:rPr>
          <w:lang w:eastAsia="en-US"/>
        </w:rPr>
      </w:pPr>
      <w:r w:rsidRPr="005745D7">
        <w:t xml:space="preserve">В случае отсутствия заявок на участие в продаже, данный факт отражается в протоколе </w:t>
      </w:r>
      <w:r w:rsidRPr="005745D7">
        <w:rPr>
          <w:lang w:eastAsia="en-US"/>
        </w:rPr>
        <w:t xml:space="preserve">о признании претендентов участниками продажи имущества </w:t>
      </w:r>
      <w:r w:rsidRPr="005745D7">
        <w:t>и указывается, что аукцион признан несостоявшимся</w:t>
      </w:r>
      <w:r>
        <w:t>.</w:t>
      </w:r>
      <w:r w:rsidRPr="005745D7">
        <w:t xml:space="preserve"> </w:t>
      </w:r>
    </w:p>
    <w:p w:rsidR="00D52709" w:rsidRPr="005745D7" w:rsidRDefault="005E77C5" w:rsidP="005E77C5">
      <w:pPr>
        <w:tabs>
          <w:tab w:val="left" w:pos="1260"/>
        </w:tabs>
        <w:ind w:firstLine="720"/>
      </w:pPr>
      <w:r>
        <w:t>2.11.4. В случае</w:t>
      </w:r>
      <w:r w:rsidR="00D52709" w:rsidRPr="005745D7">
        <w:t xml:space="preserve"> если лицом, подавшим заявку на участие в продаже был  внесен  задаток на участие в продаже, организатор </w:t>
      </w:r>
      <w:r w:rsidR="00D52709">
        <w:t>продажи</w:t>
      </w:r>
      <w:r w:rsidR="00D52709" w:rsidRPr="005745D7">
        <w:t xml:space="preserve"> обязан вернуть в течение пяти календарных дней со дня подписания протокола о признании претендентов участниками продажи имущества, </w:t>
      </w:r>
      <w:r w:rsidR="00D52709">
        <w:t xml:space="preserve"> </w:t>
      </w:r>
      <w:r w:rsidR="00D52709" w:rsidRPr="005745D7">
        <w:t>внесенные  денежные средства лицу, не допущенному к участию в продаже.</w:t>
      </w:r>
    </w:p>
    <w:p w:rsidR="00D52709" w:rsidRPr="005745D7" w:rsidRDefault="00D52709" w:rsidP="00924CFD">
      <w:pPr>
        <w:pStyle w:val="ConsPlusNormal0"/>
        <w:widowControl/>
        <w:tabs>
          <w:tab w:val="left" w:pos="700"/>
        </w:tabs>
        <w:ind w:firstLine="540"/>
        <w:jc w:val="both"/>
      </w:pPr>
      <w:r w:rsidRPr="005745D7">
        <w:rPr>
          <w:rFonts w:ascii="Times New Roman" w:hAnsi="Times New Roman" w:cs="Times New Roman"/>
          <w:sz w:val="24"/>
          <w:szCs w:val="24"/>
        </w:rPr>
        <w:t xml:space="preserve">  </w:t>
      </w:r>
      <w:bookmarkStart w:id="119" w:name="_Toc241572479"/>
      <w:bookmarkStart w:id="120" w:name="_Toc232912302"/>
      <w:bookmarkStart w:id="121" w:name="_Toc232909693"/>
      <w:r w:rsidRPr="005745D7">
        <w:t xml:space="preserve">           </w:t>
      </w:r>
    </w:p>
    <w:p w:rsidR="00D52709" w:rsidRPr="005745D7" w:rsidRDefault="00D52709" w:rsidP="00EC05B2">
      <w:pPr>
        <w:tabs>
          <w:tab w:val="left" w:pos="700"/>
        </w:tabs>
        <w:jc w:val="center"/>
      </w:pPr>
      <w:r w:rsidRPr="00924CFD">
        <w:rPr>
          <w:b/>
        </w:rPr>
        <w:t xml:space="preserve">2.12. Порядок проведения </w:t>
      </w:r>
      <w:bookmarkEnd w:id="119"/>
      <w:bookmarkEnd w:id="120"/>
      <w:bookmarkEnd w:id="121"/>
      <w:r w:rsidRPr="00924CFD">
        <w:rPr>
          <w:b/>
        </w:rPr>
        <w:t>продажи имущества</w:t>
      </w:r>
    </w:p>
    <w:p w:rsidR="00D52709" w:rsidRPr="00A767CE" w:rsidRDefault="00D52709" w:rsidP="00A767CE">
      <w:pPr>
        <w:rPr>
          <w:lang w:eastAsia="en-US"/>
        </w:rPr>
      </w:pPr>
      <w:r w:rsidRPr="005745D7">
        <w:t xml:space="preserve">            2.12.1. </w:t>
      </w:r>
      <w:r w:rsidRPr="00A767CE">
        <w:rPr>
          <w:lang w:eastAsia="en-US"/>
        </w:rPr>
        <w:t>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D52709" w:rsidRPr="005745D7" w:rsidRDefault="00D52709" w:rsidP="00A767CE">
      <w:pPr>
        <w:tabs>
          <w:tab w:val="left" w:pos="709"/>
        </w:tabs>
        <w:rPr>
          <w:lang w:eastAsia="en-US"/>
        </w:rPr>
      </w:pPr>
      <w:r>
        <w:tab/>
      </w:r>
      <w:r w:rsidRPr="005745D7">
        <w:t>2.12.2. П</w:t>
      </w:r>
      <w:r w:rsidRPr="005745D7">
        <w:rPr>
          <w:lang w:eastAsia="en-US"/>
        </w:rPr>
        <w:t>родажа имущества проводится ведущим в присутствии уполномоченного представителя продавца.</w:t>
      </w:r>
    </w:p>
    <w:p w:rsidR="00D52709" w:rsidRPr="005745D7" w:rsidRDefault="00D52709" w:rsidP="009532D2">
      <w:pPr>
        <w:ind w:firstLine="720"/>
      </w:pPr>
      <w:r w:rsidRPr="005745D7">
        <w:t>2.12.3. Участникам продажи имущества выдаются пронумерованные карточки участника продажи имущества.</w:t>
      </w:r>
    </w:p>
    <w:p w:rsidR="00D52709" w:rsidRPr="005745D7" w:rsidRDefault="00D52709" w:rsidP="009532D2">
      <w:pPr>
        <w:ind w:firstLine="720"/>
        <w:rPr>
          <w:lang w:eastAsia="en-US"/>
        </w:rPr>
      </w:pPr>
      <w:r w:rsidRPr="005745D7">
        <w:t xml:space="preserve"> 2.12.4. П</w:t>
      </w:r>
      <w:r w:rsidRPr="005745D7">
        <w:rPr>
          <w:lang w:eastAsia="en-US"/>
        </w:rPr>
        <w:t>роцедура продажи начинается с объявления уполномоченным представителем продавца об открытии продажи имущества</w:t>
      </w:r>
    </w:p>
    <w:p w:rsidR="00D52709" w:rsidRPr="005745D7" w:rsidRDefault="00D52709" w:rsidP="00BF6D84">
      <w:pPr>
        <w:ind w:firstLine="720"/>
        <w:rPr>
          <w:lang w:eastAsia="en-US"/>
        </w:rPr>
      </w:pPr>
      <w:r w:rsidRPr="005745D7">
        <w:t xml:space="preserve">2.12.5. </w:t>
      </w:r>
      <w:r w:rsidR="005E77C5">
        <w:t>П</w:t>
      </w:r>
      <w:r w:rsidRPr="005745D7">
        <w:rPr>
          <w:lang w:eastAsia="en-US"/>
        </w:rPr>
        <w:t>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w:t>
      </w:r>
      <w:r w:rsidR="005E77C5">
        <w:rPr>
          <w:lang w:eastAsia="en-US"/>
        </w:rPr>
        <w:t xml:space="preserve"> предложения – «</w:t>
      </w:r>
      <w:r w:rsidRPr="005745D7">
        <w:rPr>
          <w:lang w:eastAsia="en-US"/>
        </w:rPr>
        <w:t>цена отсечения</w:t>
      </w:r>
      <w:r w:rsidR="005E77C5">
        <w:rPr>
          <w:lang w:eastAsia="en-US"/>
        </w:rPr>
        <w:t>»</w:t>
      </w:r>
      <w:r w:rsidRPr="005745D7">
        <w:rPr>
          <w:lang w:eastAsia="en-US"/>
        </w:rPr>
        <w:t xml:space="preserve">, а также "шаг понижения" и "шаг </w:t>
      </w:r>
      <w:r>
        <w:rPr>
          <w:lang w:eastAsia="en-US"/>
        </w:rPr>
        <w:t>аукциона</w:t>
      </w:r>
      <w:r w:rsidRPr="005745D7">
        <w:rPr>
          <w:lang w:eastAsia="en-US"/>
        </w:rPr>
        <w:t>".</w:t>
      </w:r>
    </w:p>
    <w:p w:rsidR="00D52709" w:rsidRPr="005745D7" w:rsidRDefault="00D52709" w:rsidP="00BF6D84">
      <w:pPr>
        <w:autoSpaceDE w:val="0"/>
        <w:autoSpaceDN w:val="0"/>
        <w:adjustRightInd w:val="0"/>
        <w:spacing w:after="0"/>
        <w:ind w:firstLine="720"/>
        <w:rPr>
          <w:lang w:eastAsia="en-US"/>
        </w:rPr>
      </w:pPr>
      <w:r w:rsidRPr="005745D7">
        <w:rPr>
          <w:lang w:eastAsia="en-US"/>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w:t>
      </w:r>
    </w:p>
    <w:p w:rsidR="00D52709" w:rsidRPr="005745D7" w:rsidRDefault="00D52709" w:rsidP="00BF6D84">
      <w:pPr>
        <w:autoSpaceDE w:val="0"/>
        <w:autoSpaceDN w:val="0"/>
        <w:adjustRightInd w:val="0"/>
        <w:spacing w:after="0"/>
        <w:ind w:firstLine="720"/>
        <w:rPr>
          <w:lang w:eastAsia="en-US"/>
        </w:rPr>
      </w:pPr>
      <w:r w:rsidRPr="005745D7">
        <w:rPr>
          <w:lang w:eastAsia="en-US"/>
        </w:rPr>
        <w:t xml:space="preserve">"Шаг </w:t>
      </w:r>
      <w:r>
        <w:rPr>
          <w:lang w:eastAsia="en-US"/>
        </w:rPr>
        <w:t>аукциона</w:t>
      </w:r>
      <w:r w:rsidRPr="005745D7">
        <w:rPr>
          <w:lang w:eastAsia="en-US"/>
        </w:rPr>
        <w:t>" устанавливается продавцом в фиксированной сумме, составляющей не более 50 процентов "шага понижения", и не изменяется в течение всей процедуры продажи;</w:t>
      </w:r>
    </w:p>
    <w:p w:rsidR="00D52709" w:rsidRPr="005745D7" w:rsidRDefault="00D52709" w:rsidP="00BF6D84">
      <w:pPr>
        <w:ind w:firstLine="720"/>
        <w:rPr>
          <w:lang w:eastAsia="en-US"/>
        </w:rPr>
      </w:pPr>
      <w:r w:rsidRPr="005745D7">
        <w:t xml:space="preserve">2.12.6. </w:t>
      </w:r>
      <w:r w:rsidR="005E77C5">
        <w:t>П</w:t>
      </w:r>
      <w:r w:rsidRPr="005745D7">
        <w:rPr>
          <w:lang w:eastAsia="en-US"/>
        </w:rPr>
        <w:t>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w:t>
      </w:r>
    </w:p>
    <w:p w:rsidR="00D52709" w:rsidRPr="005745D7" w:rsidRDefault="00D52709" w:rsidP="00BF6D84">
      <w:pPr>
        <w:autoSpaceDE w:val="0"/>
        <w:autoSpaceDN w:val="0"/>
        <w:adjustRightInd w:val="0"/>
        <w:spacing w:after="0"/>
        <w:ind w:firstLine="720"/>
        <w:rPr>
          <w:lang w:eastAsia="en-US"/>
        </w:rPr>
      </w:pPr>
      <w:r w:rsidRPr="005745D7">
        <w:rPr>
          <w:lang w:eastAsia="en-US"/>
        </w:rPr>
        <w:t>Предложения о приобретении имущества заявляются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D52709" w:rsidRPr="005745D7" w:rsidRDefault="00D52709" w:rsidP="00BF6D84">
      <w:pPr>
        <w:ind w:firstLine="720"/>
        <w:rPr>
          <w:lang w:eastAsia="en-US"/>
        </w:rPr>
      </w:pPr>
      <w:r w:rsidRPr="005745D7">
        <w:t xml:space="preserve">2.12.7. </w:t>
      </w:r>
      <w:r w:rsidR="005E77C5">
        <w:t>П</w:t>
      </w:r>
      <w:r w:rsidRPr="005745D7">
        <w:rPr>
          <w:lang w:eastAsia="en-US"/>
        </w:rPr>
        <w:t xml:space="preserve">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w:t>
      </w:r>
      <w:r w:rsidRPr="005745D7">
        <w:rPr>
          <w:lang w:eastAsia="en-US"/>
        </w:rPr>
        <w:lastRenderedPageBreak/>
        <w:t>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D52709" w:rsidRPr="005745D7" w:rsidRDefault="00D52709" w:rsidP="00BF6D84">
      <w:pPr>
        <w:ind w:firstLine="720"/>
        <w:rPr>
          <w:lang w:eastAsia="en-US"/>
        </w:rPr>
      </w:pPr>
      <w:r w:rsidRPr="005745D7">
        <w:rPr>
          <w:lang w:eastAsia="en-US"/>
        </w:rPr>
        <w:t>2.12.8.</w:t>
      </w:r>
      <w:r w:rsidRPr="005745D7">
        <w:t xml:space="preserve"> </w:t>
      </w:r>
      <w:r w:rsidR="005E77C5">
        <w:t>В</w:t>
      </w:r>
      <w:r w:rsidR="005E77C5">
        <w:rPr>
          <w:lang w:eastAsia="en-US"/>
        </w:rPr>
        <w:t xml:space="preserve"> случае</w:t>
      </w:r>
      <w:r w:rsidRPr="005745D7">
        <w:rPr>
          <w:lang w:eastAsia="en-US"/>
        </w:rPr>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w:t>
      </w:r>
      <w:hyperlink r:id="rId15" w:history="1">
        <w:r w:rsidRPr="005745D7">
          <w:rPr>
            <w:color w:val="106BBE"/>
            <w:lang w:eastAsia="en-US"/>
          </w:rPr>
          <w:t>Федеральным законом</w:t>
        </w:r>
      </w:hyperlink>
      <w:r w:rsidRPr="005745D7">
        <w:rPr>
          <w:lang w:eastAsia="en-US"/>
        </w:rPr>
        <w:t xml:space="preserve"> "О приватизации государственного и муниципального имущества" правилам проведения </w:t>
      </w:r>
      <w:r>
        <w:rPr>
          <w:lang w:eastAsia="en-US"/>
        </w:rPr>
        <w:t>продажи</w:t>
      </w:r>
      <w:r w:rsidRPr="005745D7">
        <w:rPr>
          <w:lang w:eastAsia="en-US"/>
        </w:rPr>
        <w:t xml:space="preserve">, предусматривающим открытую форму подачи предложений о цене имущества. Начальной ценой имущества на таком продаже является цена первоначального предложения или цена предложения, сложившаяся на определенном "шаге понижения". В случае если участники такого </w:t>
      </w:r>
      <w:r>
        <w:rPr>
          <w:lang w:eastAsia="en-US"/>
        </w:rPr>
        <w:t>продажи</w:t>
      </w:r>
      <w:r w:rsidRPr="005745D7">
        <w:rPr>
          <w:lang w:eastAsia="en-US"/>
        </w:rPr>
        <w:t xml:space="preserve"> не заявляют предложения о цене, превышающей начальную цену имущества, право его приобретения принадлежит участнику </w:t>
      </w:r>
      <w:r>
        <w:rPr>
          <w:lang w:eastAsia="en-US"/>
        </w:rPr>
        <w:t>продажи</w:t>
      </w:r>
      <w:r w:rsidRPr="005745D7">
        <w:rPr>
          <w:lang w:eastAsia="en-US"/>
        </w:rPr>
        <w:t xml:space="preserve">, который первым подтвердил начальную цену имущества. После завершения </w:t>
      </w:r>
      <w:r>
        <w:rPr>
          <w:lang w:eastAsia="en-US"/>
        </w:rPr>
        <w:t>продажи</w:t>
      </w:r>
      <w:r w:rsidRPr="005745D7">
        <w:rPr>
          <w:lang w:eastAsia="en-US"/>
        </w:rPr>
        <w:t xml:space="preserve"> ведущий объявляет о продаже имущества, называет победителя продажи имущества, цену и номер карточки победителя</w:t>
      </w:r>
      <w:r w:rsidR="005E77C5">
        <w:rPr>
          <w:lang w:eastAsia="en-US"/>
        </w:rPr>
        <w:t>.</w:t>
      </w:r>
    </w:p>
    <w:p w:rsidR="00D52709" w:rsidRPr="005745D7" w:rsidRDefault="00D52709" w:rsidP="00BF6D84">
      <w:pPr>
        <w:ind w:firstLine="720"/>
        <w:rPr>
          <w:lang w:eastAsia="en-US"/>
        </w:rPr>
      </w:pPr>
      <w:r w:rsidRPr="005745D7">
        <w:rPr>
          <w:lang w:eastAsia="en-US"/>
        </w:rPr>
        <w:t>2.12.9.</w:t>
      </w:r>
      <w:r w:rsidRPr="005745D7">
        <w:t xml:space="preserve"> </w:t>
      </w:r>
      <w:r>
        <w:t>Ц</w:t>
      </w:r>
      <w:r w:rsidRPr="005745D7">
        <w:rPr>
          <w:lang w:eastAsia="en-US"/>
        </w:rPr>
        <w:t>ена имущества, предложенная победителем продажи имущества, заносится  протокол об итогах продажи имущества, составляемый в 2 экземплярах</w:t>
      </w:r>
    </w:p>
    <w:p w:rsidR="00D52709" w:rsidRPr="005745D7" w:rsidRDefault="00D52709" w:rsidP="00BF6D84">
      <w:pPr>
        <w:ind w:firstLine="720"/>
        <w:rPr>
          <w:lang w:eastAsia="en-US"/>
        </w:rPr>
      </w:pPr>
    </w:p>
    <w:p w:rsidR="00D52709" w:rsidRPr="005745D7" w:rsidRDefault="00D52709" w:rsidP="00E47591">
      <w:pPr>
        <w:pStyle w:val="2"/>
        <w:tabs>
          <w:tab w:val="left" w:pos="700"/>
        </w:tabs>
        <w:ind w:firstLine="700"/>
        <w:rPr>
          <w:sz w:val="24"/>
          <w:szCs w:val="24"/>
        </w:rPr>
      </w:pPr>
      <w:bookmarkStart w:id="122" w:name="_Toc241572480"/>
      <w:bookmarkStart w:id="123" w:name="_Toc232912303"/>
      <w:bookmarkStart w:id="124" w:name="_Toc232909694"/>
      <w:bookmarkStart w:id="125" w:name="_Toc221338916"/>
      <w:bookmarkStart w:id="126" w:name="_Toc221338498"/>
      <w:r w:rsidRPr="005745D7">
        <w:rPr>
          <w:sz w:val="24"/>
          <w:szCs w:val="24"/>
        </w:rPr>
        <w:t xml:space="preserve">2.13. Определение победителя </w:t>
      </w:r>
      <w:r>
        <w:rPr>
          <w:sz w:val="24"/>
          <w:szCs w:val="24"/>
        </w:rPr>
        <w:t>продажи</w:t>
      </w:r>
      <w:bookmarkEnd w:id="122"/>
      <w:bookmarkEnd w:id="123"/>
      <w:bookmarkEnd w:id="124"/>
      <w:bookmarkEnd w:id="125"/>
      <w:bookmarkEnd w:id="126"/>
    </w:p>
    <w:p w:rsidR="00D52709" w:rsidRPr="005745D7" w:rsidRDefault="00D52709" w:rsidP="00802DFD">
      <w:pPr>
        <w:ind w:firstLine="720"/>
        <w:rPr>
          <w:lang w:eastAsia="en-US"/>
        </w:rPr>
      </w:pPr>
      <w:bookmarkStart w:id="127" w:name="sub_10142"/>
      <w:r w:rsidRPr="005745D7">
        <w:t>2.13.1</w:t>
      </w:r>
      <w:bookmarkStart w:id="128" w:name="sub_10143"/>
      <w:bookmarkEnd w:id="127"/>
      <w:r w:rsidRPr="005745D7">
        <w:t>. П</w:t>
      </w:r>
      <w:r w:rsidRPr="005745D7">
        <w:rPr>
          <w:lang w:eastAsia="en-US"/>
        </w:rPr>
        <w:t>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D52709" w:rsidRPr="005745D7" w:rsidRDefault="00D52709" w:rsidP="00802DFD">
      <w:pPr>
        <w:ind w:firstLine="720"/>
        <w:rPr>
          <w:lang w:eastAsia="en-US"/>
        </w:rPr>
      </w:pPr>
      <w:r w:rsidRPr="005745D7">
        <w:rPr>
          <w:lang w:eastAsia="en-US"/>
        </w:rPr>
        <w:t>2.13.2.</w:t>
      </w:r>
      <w:r w:rsidRPr="005745D7">
        <w:t xml:space="preserve"> В</w:t>
      </w:r>
      <w:r w:rsidR="005E77C5">
        <w:rPr>
          <w:lang w:eastAsia="en-US"/>
        </w:rPr>
        <w:t xml:space="preserve"> случае </w:t>
      </w:r>
      <w:r w:rsidRPr="005745D7">
        <w:rPr>
          <w:lang w:eastAsia="en-US"/>
        </w:rPr>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w:t>
      </w:r>
      <w:hyperlink r:id="rId16" w:history="1">
        <w:r w:rsidRPr="005745D7">
          <w:rPr>
            <w:color w:val="106BBE"/>
            <w:lang w:eastAsia="en-US"/>
          </w:rPr>
          <w:t>Федеральным законом</w:t>
        </w:r>
      </w:hyperlink>
      <w:r w:rsidRPr="005745D7">
        <w:rPr>
          <w:lang w:eastAsia="en-US"/>
        </w:rPr>
        <w:t xml:space="preserve"> "О приватизации государственного и муниципального имущества" правилам проведения </w:t>
      </w:r>
      <w:r>
        <w:rPr>
          <w:lang w:eastAsia="en-US"/>
        </w:rPr>
        <w:t>продажи</w:t>
      </w:r>
      <w:r w:rsidRPr="005745D7">
        <w:rPr>
          <w:lang w:eastAsia="en-US"/>
        </w:rPr>
        <w:t xml:space="preserve">, предусматривающим открытую форму подачи предложений о цене имущества. Начальной ценой имущества на таком продаже является цена первоначального предложения или цена предложения, сложившаяся на определенном "шаге понижения". В случае если участники такого </w:t>
      </w:r>
      <w:r>
        <w:rPr>
          <w:lang w:eastAsia="en-US"/>
        </w:rPr>
        <w:t>продажи</w:t>
      </w:r>
      <w:r w:rsidRPr="005745D7">
        <w:rPr>
          <w:lang w:eastAsia="en-US"/>
        </w:rPr>
        <w:t xml:space="preserve"> не заявляют предложения о цене, превышающей начальную цену имущества, право его приобретения принадлежит участнику </w:t>
      </w:r>
      <w:r>
        <w:rPr>
          <w:lang w:eastAsia="en-US"/>
        </w:rPr>
        <w:t>продажи</w:t>
      </w:r>
      <w:r w:rsidRPr="005745D7">
        <w:rPr>
          <w:lang w:eastAsia="en-US"/>
        </w:rPr>
        <w:t xml:space="preserve">, который первым подтвердил начальную цену имущества. После завершения </w:t>
      </w:r>
      <w:r>
        <w:rPr>
          <w:lang w:eastAsia="en-US"/>
        </w:rPr>
        <w:t>продажи</w:t>
      </w:r>
      <w:r w:rsidRPr="005745D7">
        <w:rPr>
          <w:lang w:eastAsia="en-US"/>
        </w:rPr>
        <w:t xml:space="preserve"> ведущий объявляет о продаже имущества, называет победителя продажи имущества, цену и номер карточки победителя</w:t>
      </w:r>
    </w:p>
    <w:p w:rsidR="00D52709" w:rsidRPr="005745D7" w:rsidRDefault="00D52709" w:rsidP="00BF6D84">
      <w:pPr>
        <w:autoSpaceDE w:val="0"/>
        <w:autoSpaceDN w:val="0"/>
        <w:adjustRightInd w:val="0"/>
        <w:spacing w:after="0"/>
        <w:ind w:firstLine="720"/>
        <w:rPr>
          <w:lang w:eastAsia="en-US"/>
        </w:rPr>
      </w:pPr>
      <w:r w:rsidRPr="005745D7">
        <w:rPr>
          <w:lang w:eastAsia="en-US"/>
        </w:rPr>
        <w:t>Протокол об итогах продажи имущества, подписанный ведущим продажи имущества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D52709" w:rsidRPr="00485D9E" w:rsidRDefault="00D52709" w:rsidP="00485D9E">
      <w:pPr>
        <w:autoSpaceDE w:val="0"/>
        <w:autoSpaceDN w:val="0"/>
        <w:adjustRightInd w:val="0"/>
        <w:spacing w:after="0"/>
        <w:ind w:firstLine="720"/>
        <w:rPr>
          <w:lang w:eastAsia="en-US"/>
        </w:rPr>
      </w:pPr>
      <w:bookmarkStart w:id="129" w:name="sub_10144"/>
      <w:bookmarkEnd w:id="128"/>
      <w:r w:rsidRPr="00485D9E">
        <w:rPr>
          <w:lang w:eastAsia="en-US"/>
        </w:rPr>
        <w:t>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 посредством публичного предложения.</w:t>
      </w:r>
    </w:p>
    <w:p w:rsidR="00D52709" w:rsidRPr="001A3CEC" w:rsidRDefault="00D52709" w:rsidP="001A3CEC">
      <w:r w:rsidRPr="005745D7">
        <w:t xml:space="preserve">           </w:t>
      </w:r>
      <w:r w:rsidRPr="001A3CEC">
        <w:t>2.13.3. Информация о результатах сделок приватизации муниципального имущества подлежит размещению на официальном сайте в сети "Интернет" и на сайте продавца  в течение десяти дней со дня совершения указанных сделок.</w:t>
      </w:r>
    </w:p>
    <w:p w:rsidR="00D52709" w:rsidRPr="005745D7" w:rsidRDefault="00D52709" w:rsidP="006C307D">
      <w:bookmarkStart w:id="130" w:name="sub_10146"/>
      <w:bookmarkEnd w:id="129"/>
      <w:r w:rsidRPr="005745D7">
        <w:t xml:space="preserve">            2.13.4. Любой участник </w:t>
      </w:r>
      <w:r>
        <w:t>продажи</w:t>
      </w:r>
      <w:r w:rsidRPr="005745D7">
        <w:t xml:space="preserve"> после размещения </w:t>
      </w:r>
      <w:r>
        <w:t xml:space="preserve">информации о результатах </w:t>
      </w:r>
      <w:r w:rsidRPr="005745D7">
        <w:rPr>
          <w:lang w:eastAsia="en-US"/>
        </w:rPr>
        <w:t xml:space="preserve"> продажи имущества</w:t>
      </w:r>
      <w:r w:rsidRPr="005745D7">
        <w:t xml:space="preserve">  вправе направить организатору </w:t>
      </w:r>
      <w:r>
        <w:t>продажи</w:t>
      </w:r>
      <w:r w:rsidRPr="005745D7">
        <w:t xml:space="preserve"> в письменной форме, в том числе в форме электронного документа, запрос о разъяснении результатов продажи. Организатор </w:t>
      </w:r>
      <w:r>
        <w:t>продажи</w:t>
      </w:r>
      <w:r w:rsidRPr="005745D7">
        <w:t xml:space="preserve"> в течение двух рабочих дней с даты поступления такого запроса </w:t>
      </w:r>
      <w:r w:rsidRPr="005745D7">
        <w:lastRenderedPageBreak/>
        <w:t>обязан представить такому участнику продажи соответствующие разъяснения в письменной форме или в форме электронного документа.</w:t>
      </w:r>
    </w:p>
    <w:p w:rsidR="00D52709" w:rsidRPr="005745D7" w:rsidRDefault="00D52709" w:rsidP="004B563D">
      <w:pPr>
        <w:rPr>
          <w:lang w:eastAsia="en-US"/>
        </w:rPr>
      </w:pPr>
      <w:bookmarkStart w:id="131" w:name="sub_10147"/>
      <w:bookmarkEnd w:id="130"/>
      <w:r w:rsidRPr="005745D7">
        <w:t xml:space="preserve">            2.13.5. </w:t>
      </w:r>
      <w:r w:rsidRPr="005745D7">
        <w:rPr>
          <w:lang w:eastAsia="en-US"/>
        </w:rPr>
        <w:t xml:space="preserve">Суммы задатков возвращаются участникам продажи, за исключением его победителя, в течение пяти дней с даты подведения итогов </w:t>
      </w:r>
      <w:r>
        <w:rPr>
          <w:lang w:eastAsia="en-US"/>
        </w:rPr>
        <w:t>продажи</w:t>
      </w:r>
      <w:r w:rsidRPr="005745D7">
        <w:rPr>
          <w:lang w:eastAsia="en-US"/>
        </w:rPr>
        <w:t xml:space="preserve">. Задаток победителя </w:t>
      </w:r>
      <w:r>
        <w:rPr>
          <w:lang w:eastAsia="en-US"/>
        </w:rPr>
        <w:t>продажи</w:t>
      </w:r>
      <w:r w:rsidRPr="005745D7">
        <w:rPr>
          <w:lang w:eastAsia="en-US"/>
        </w:rPr>
        <w:t xml:space="preserve"> по продаже муниципального имущества подлежит перечислению в установленном порядке в бюджет района в течение 5 календарных дней со дня, установленного для заключения договора купли-продажи имущества.</w:t>
      </w:r>
    </w:p>
    <w:p w:rsidR="00D52709" w:rsidRPr="005745D7" w:rsidRDefault="00D52709" w:rsidP="006C307D">
      <w:pPr>
        <w:tabs>
          <w:tab w:val="left" w:pos="700"/>
        </w:tabs>
      </w:pPr>
      <w:bookmarkStart w:id="132" w:name="sub_10149"/>
      <w:bookmarkEnd w:id="131"/>
      <w:r w:rsidRPr="005745D7">
        <w:t xml:space="preserve">            2.13.6. Протоколы, составленные в ходе проведения </w:t>
      </w:r>
      <w:r>
        <w:t>продажи</w:t>
      </w:r>
      <w:r w:rsidRPr="005745D7">
        <w:t xml:space="preserve">, заявки на участие в продаже, документация о продаже, изменения, внесенные в документацию об продаже, и разъяснения документации об продаже, а также аудио- или видеозапись </w:t>
      </w:r>
      <w:r>
        <w:t>продажи</w:t>
      </w:r>
      <w:r w:rsidRPr="005745D7">
        <w:t xml:space="preserve"> хранятся организатором </w:t>
      </w:r>
      <w:r>
        <w:t>продажи</w:t>
      </w:r>
      <w:r w:rsidRPr="005745D7">
        <w:t xml:space="preserve"> не менее трех лет.</w:t>
      </w:r>
    </w:p>
    <w:bookmarkEnd w:id="132"/>
    <w:p w:rsidR="00D52709" w:rsidRPr="005745D7" w:rsidRDefault="00D52709" w:rsidP="006C307D">
      <w:pPr>
        <w:autoSpaceDE w:val="0"/>
        <w:autoSpaceDN w:val="0"/>
        <w:adjustRightInd w:val="0"/>
        <w:spacing w:after="0"/>
        <w:ind w:firstLine="720"/>
      </w:pPr>
    </w:p>
    <w:p w:rsidR="00D52709" w:rsidRPr="005745D7" w:rsidRDefault="00D52709" w:rsidP="00E47591">
      <w:pPr>
        <w:pStyle w:val="2"/>
        <w:ind w:firstLine="700"/>
        <w:rPr>
          <w:sz w:val="24"/>
          <w:szCs w:val="24"/>
        </w:rPr>
      </w:pPr>
      <w:bookmarkStart w:id="133" w:name="_Toc241572481"/>
      <w:bookmarkStart w:id="134" w:name="_Toc232912304"/>
      <w:bookmarkStart w:id="135" w:name="_Toc232909695"/>
      <w:r w:rsidRPr="00A767CE">
        <w:rPr>
          <w:sz w:val="24"/>
          <w:szCs w:val="24"/>
        </w:rPr>
        <w:t xml:space="preserve">2.14. Заключение </w:t>
      </w:r>
      <w:bookmarkEnd w:id="133"/>
      <w:bookmarkEnd w:id="134"/>
      <w:bookmarkEnd w:id="135"/>
      <w:r w:rsidRPr="00A767CE">
        <w:rPr>
          <w:sz w:val="24"/>
          <w:szCs w:val="24"/>
        </w:rPr>
        <w:t>договора купли-продажи</w:t>
      </w:r>
    </w:p>
    <w:p w:rsidR="00D52709" w:rsidRPr="00A767CE" w:rsidRDefault="00D52709" w:rsidP="00A767CE">
      <w:pPr>
        <w:rPr>
          <w:lang w:eastAsia="en-US"/>
        </w:rPr>
      </w:pPr>
      <w:r w:rsidRPr="005745D7">
        <w:t xml:space="preserve">2.14.1.  </w:t>
      </w:r>
      <w:r w:rsidRPr="00A767CE">
        <w:rPr>
          <w:lang w:eastAsia="en-US"/>
        </w:rPr>
        <w:t>Не позднее чем через пять рабочих дней с даты проведения продажи посредством публичного предложения с победителем заключается договор купли-продажи.</w:t>
      </w:r>
    </w:p>
    <w:p w:rsidR="00D52709" w:rsidRPr="005745D7" w:rsidRDefault="00D52709" w:rsidP="00F75615">
      <w:pPr>
        <w:pStyle w:val="2"/>
        <w:jc w:val="both"/>
        <w:rPr>
          <w:b w:val="0"/>
          <w:sz w:val="24"/>
          <w:szCs w:val="24"/>
        </w:rPr>
      </w:pPr>
      <w:r w:rsidRPr="005745D7">
        <w:rPr>
          <w:b w:val="0"/>
          <w:sz w:val="24"/>
          <w:szCs w:val="24"/>
        </w:rPr>
        <w:t xml:space="preserve">            2.14.2. Организатор продажи обязан отказаться от заключения договора с победителем продажи имущества,  в случае установления факта неправомерного допуска к участию в продаже по причине </w:t>
      </w:r>
      <w:bookmarkStart w:id="136" w:name="sub_1933"/>
      <w:r w:rsidRPr="005745D7">
        <w:rPr>
          <w:b w:val="0"/>
          <w:sz w:val="24"/>
          <w:szCs w:val="24"/>
        </w:rPr>
        <w:t xml:space="preserve"> предоставления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(покупателем) по указанным  причинам, организатором продажи в течение двух рабочих дней  ему направляется уведомление о причинах отказа от заключения договора.</w:t>
      </w:r>
    </w:p>
    <w:p w:rsidR="00D52709" w:rsidRPr="005745D7" w:rsidRDefault="00D52709" w:rsidP="006C307D">
      <w:bookmarkStart w:id="137" w:name="sub_1094"/>
      <w:bookmarkEnd w:id="136"/>
      <w:r w:rsidRPr="005745D7">
        <w:t xml:space="preserve">            2.14.3.Договор купли-продажи</w:t>
      </w:r>
      <w:r w:rsidRPr="005745D7">
        <w:rPr>
          <w:b/>
        </w:rPr>
        <w:t xml:space="preserve"> </w:t>
      </w:r>
      <w:r w:rsidRPr="005745D7">
        <w:t xml:space="preserve">должен быть подписан лицом, с которым заключается договор в сроки, указанные в Информационной карте </w:t>
      </w:r>
      <w:r>
        <w:t>продажи</w:t>
      </w:r>
      <w:r w:rsidRPr="005745D7">
        <w:t>.</w:t>
      </w:r>
      <w:bookmarkStart w:id="138" w:name="sub_1097"/>
      <w:bookmarkEnd w:id="137"/>
      <w:r w:rsidRPr="005745D7">
        <w:t xml:space="preserve"> </w:t>
      </w:r>
      <w:bookmarkStart w:id="139" w:name="sub_1098"/>
      <w:bookmarkEnd w:id="138"/>
    </w:p>
    <w:p w:rsidR="00D52709" w:rsidRPr="005745D7" w:rsidRDefault="00D52709" w:rsidP="006C307D">
      <w:pPr>
        <w:tabs>
          <w:tab w:val="left" w:pos="700"/>
        </w:tabs>
      </w:pPr>
      <w:r w:rsidRPr="005745D7">
        <w:t xml:space="preserve">            2.14.4. При уклонении или отказе победителя продажи (покупателя)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аннулируются продавцом.</w:t>
      </w:r>
    </w:p>
    <w:p w:rsidR="00D52709" w:rsidRPr="005745D7" w:rsidRDefault="00D52709" w:rsidP="00F75615">
      <w:r w:rsidRPr="005745D7">
        <w:t xml:space="preserve">           2.14.5. Если было установлено требование о внесении задатка  на участие в продаже, организатор продажи, в случае отсутствия иных распоряжений участника продажи, с которым заключён договор купли-продажи, перечисляет задаток в счет оплаты приватизируемого имущества в бюджет района в течение пяти дней со дня заключения договора купли-продажи. </w:t>
      </w:r>
    </w:p>
    <w:p w:rsidR="00D52709" w:rsidRPr="005745D7" w:rsidRDefault="00D52709" w:rsidP="006C307D">
      <w:pPr>
        <w:tabs>
          <w:tab w:val="left" w:pos="700"/>
        </w:tabs>
      </w:pPr>
      <w:r w:rsidRPr="005745D7">
        <w:t xml:space="preserve">            2.14.6. Договор купли-продажи</w:t>
      </w:r>
      <w:r w:rsidRPr="005745D7">
        <w:rPr>
          <w:b/>
        </w:rPr>
        <w:t xml:space="preserve"> </w:t>
      </w:r>
      <w:r w:rsidRPr="005745D7">
        <w:t>считается заключенным с момента его подписания.</w:t>
      </w:r>
    </w:p>
    <w:p w:rsidR="00D52709" w:rsidRPr="005745D7" w:rsidRDefault="00D52709" w:rsidP="006C307D">
      <w:pPr>
        <w:tabs>
          <w:tab w:val="left" w:pos="700"/>
        </w:tabs>
      </w:pPr>
    </w:p>
    <w:p w:rsidR="00D52709" w:rsidRPr="005745D7" w:rsidRDefault="00D52709" w:rsidP="00E47591">
      <w:pPr>
        <w:pStyle w:val="32"/>
        <w:ind w:firstLine="540"/>
        <w:jc w:val="center"/>
        <w:outlineLvl w:val="1"/>
        <w:rPr>
          <w:b/>
        </w:rPr>
      </w:pPr>
      <w:bookmarkStart w:id="140" w:name="_Toc241572482"/>
      <w:bookmarkStart w:id="141" w:name="_Toc232912305"/>
      <w:bookmarkStart w:id="142" w:name="_Toc232909696"/>
      <w:bookmarkEnd w:id="139"/>
      <w:r w:rsidRPr="005745D7">
        <w:rPr>
          <w:b/>
        </w:rPr>
        <w:t xml:space="preserve">2.15. </w:t>
      </w:r>
      <w:bookmarkEnd w:id="140"/>
      <w:bookmarkEnd w:id="141"/>
      <w:bookmarkEnd w:id="142"/>
      <w:r w:rsidRPr="005745D7">
        <w:rPr>
          <w:b/>
        </w:rPr>
        <w:t xml:space="preserve">Исполнение договора купли-продажи  победителем </w:t>
      </w:r>
      <w:r>
        <w:rPr>
          <w:b/>
        </w:rPr>
        <w:t>продажи</w:t>
      </w:r>
      <w:r w:rsidRPr="005745D7">
        <w:rPr>
          <w:b/>
        </w:rPr>
        <w:t>.</w:t>
      </w:r>
    </w:p>
    <w:p w:rsidR="00D52709" w:rsidRPr="005745D7" w:rsidRDefault="00D52709" w:rsidP="006C307D">
      <w:pPr>
        <w:pStyle w:val="32"/>
        <w:ind w:firstLine="540"/>
      </w:pPr>
      <w:r w:rsidRPr="005745D7">
        <w:t xml:space="preserve">Участник продажи, с которым заключается договор купли-продажи, должен предоставить организатору продажи  платёжный документ, подтверждающий внесение денежных средств в уплату стоимости муниципального имущества, сложившейся в ходе </w:t>
      </w:r>
      <w:r>
        <w:t>продажи</w:t>
      </w:r>
      <w:r w:rsidRPr="005745D7">
        <w:t xml:space="preserve"> и указанной в  договоре купли-продажи. </w:t>
      </w:r>
    </w:p>
    <w:p w:rsidR="00D52709" w:rsidRPr="005745D7" w:rsidRDefault="00D52709" w:rsidP="006C307D">
      <w:pPr>
        <w:pStyle w:val="32"/>
        <w:ind w:firstLine="540"/>
      </w:pPr>
    </w:p>
    <w:p w:rsidR="00D52709" w:rsidRPr="005745D7" w:rsidRDefault="00D52709" w:rsidP="00E47591">
      <w:pPr>
        <w:pStyle w:val="2"/>
        <w:ind w:firstLine="540"/>
        <w:rPr>
          <w:sz w:val="24"/>
          <w:szCs w:val="24"/>
        </w:rPr>
      </w:pPr>
      <w:bookmarkStart w:id="143" w:name="_Toc241572483"/>
      <w:bookmarkStart w:id="144" w:name="_Toc232912306"/>
      <w:bookmarkStart w:id="145" w:name="_Toc232909697"/>
      <w:bookmarkStart w:id="146" w:name="_Toc221338917"/>
      <w:bookmarkStart w:id="147" w:name="_Toc221338499"/>
      <w:r w:rsidRPr="005745D7">
        <w:rPr>
          <w:sz w:val="24"/>
          <w:szCs w:val="24"/>
        </w:rPr>
        <w:t xml:space="preserve">2.16. Признание </w:t>
      </w:r>
      <w:r>
        <w:rPr>
          <w:sz w:val="24"/>
          <w:szCs w:val="24"/>
        </w:rPr>
        <w:t>продажи</w:t>
      </w:r>
      <w:r w:rsidRPr="005745D7">
        <w:rPr>
          <w:sz w:val="24"/>
          <w:szCs w:val="24"/>
        </w:rPr>
        <w:t xml:space="preserve"> несостоявш</w:t>
      </w:r>
      <w:r>
        <w:rPr>
          <w:sz w:val="24"/>
          <w:szCs w:val="24"/>
        </w:rPr>
        <w:t>ей</w:t>
      </w:r>
      <w:r w:rsidRPr="005745D7">
        <w:rPr>
          <w:sz w:val="24"/>
          <w:szCs w:val="24"/>
        </w:rPr>
        <w:t>ся</w:t>
      </w:r>
      <w:bookmarkEnd w:id="143"/>
      <w:bookmarkEnd w:id="144"/>
      <w:bookmarkEnd w:id="145"/>
      <w:bookmarkEnd w:id="146"/>
      <w:bookmarkEnd w:id="147"/>
      <w:r w:rsidRPr="005745D7">
        <w:rPr>
          <w:sz w:val="24"/>
          <w:szCs w:val="24"/>
        </w:rPr>
        <w:t>.</w:t>
      </w:r>
    </w:p>
    <w:p w:rsidR="00D52709" w:rsidRPr="005745D7" w:rsidRDefault="00D52709" w:rsidP="00F75615">
      <w:pPr>
        <w:autoSpaceDE w:val="0"/>
        <w:autoSpaceDN w:val="0"/>
        <w:adjustRightInd w:val="0"/>
        <w:spacing w:after="0"/>
        <w:ind w:firstLine="720"/>
        <w:rPr>
          <w:lang w:eastAsia="en-US"/>
        </w:rPr>
      </w:pPr>
      <w:r w:rsidRPr="005745D7">
        <w:rPr>
          <w:lang w:eastAsia="en-US"/>
        </w:rPr>
        <w:t>Продажа имущества признается несостоявшейся в следующих случаях:</w:t>
      </w:r>
    </w:p>
    <w:p w:rsidR="00D52709" w:rsidRPr="005745D7" w:rsidRDefault="00D52709" w:rsidP="00F75615">
      <w:pPr>
        <w:ind w:firstLine="720"/>
        <w:rPr>
          <w:lang w:eastAsia="en-US"/>
        </w:rPr>
      </w:pPr>
      <w:r w:rsidRPr="005745D7">
        <w:t xml:space="preserve">2.16.1. </w:t>
      </w:r>
      <w:bookmarkStart w:id="148" w:name="sub_10148"/>
      <w:r w:rsidRPr="005745D7">
        <w:t>Н</w:t>
      </w:r>
      <w:r w:rsidRPr="005745D7">
        <w:rPr>
          <w:lang w:eastAsia="en-US"/>
        </w:rPr>
        <w:t>е было подано ни одной заявки на участие в продаже имущества либо ни один из претендентов не признан участником продажи имущества.</w:t>
      </w:r>
    </w:p>
    <w:p w:rsidR="00D52709" w:rsidRPr="005745D7" w:rsidRDefault="00D52709" w:rsidP="00F75615">
      <w:pPr>
        <w:ind w:firstLine="720"/>
        <w:rPr>
          <w:lang w:eastAsia="en-US"/>
        </w:rPr>
      </w:pPr>
      <w:r w:rsidRPr="005745D7">
        <w:t>2.16.2.</w:t>
      </w:r>
      <w:bookmarkEnd w:id="148"/>
      <w:r w:rsidRPr="005745D7">
        <w:t xml:space="preserve"> П</w:t>
      </w:r>
      <w:r w:rsidRPr="005745D7">
        <w:rPr>
          <w:lang w:eastAsia="en-US"/>
        </w:rPr>
        <w:t xml:space="preserve">ринято решение о признании только </w:t>
      </w:r>
      <w:r>
        <w:rPr>
          <w:lang w:eastAsia="en-US"/>
        </w:rPr>
        <w:t xml:space="preserve">одного </w:t>
      </w:r>
      <w:r w:rsidRPr="005745D7">
        <w:rPr>
          <w:lang w:eastAsia="en-US"/>
        </w:rPr>
        <w:t>претендента участником продажи;</w:t>
      </w:r>
    </w:p>
    <w:p w:rsidR="00D52709" w:rsidRPr="005745D7" w:rsidRDefault="00D52709" w:rsidP="00CE3179">
      <w:pPr>
        <w:ind w:firstLine="720"/>
        <w:rPr>
          <w:lang w:eastAsia="en-US"/>
        </w:rPr>
      </w:pPr>
      <w:r w:rsidRPr="005745D7">
        <w:t xml:space="preserve">2.16.3. </w:t>
      </w:r>
      <w:r w:rsidRPr="005745D7">
        <w:rPr>
          <w:lang w:eastAsia="en-US"/>
        </w:rPr>
        <w:t>После троекратного объявления ведущим минимальной цены предложения (цены отсечения) ни один из участников не поднял карточку.</w:t>
      </w:r>
    </w:p>
    <w:p w:rsidR="00D52709" w:rsidRPr="005745D7" w:rsidRDefault="00D52709" w:rsidP="00CE3179">
      <w:pPr>
        <w:ind w:firstLine="720"/>
        <w:rPr>
          <w:lang w:eastAsia="en-US"/>
        </w:rPr>
      </w:pPr>
      <w:r w:rsidRPr="005745D7">
        <w:rPr>
          <w:lang w:eastAsia="en-US"/>
        </w:rPr>
        <w:lastRenderedPageBreak/>
        <w:t>В случае признания продажи имущества несостоявшейся продавец в тот же день составляет соответствующий протокол, подписываемый им (его уполномоченным представителем), а также ведущим продажи имущества.</w:t>
      </w:r>
    </w:p>
    <w:p w:rsidR="00D52709" w:rsidRPr="005745D7" w:rsidRDefault="00D52709" w:rsidP="00CE3179"/>
    <w:p w:rsidR="00D52709" w:rsidRDefault="00D52709" w:rsidP="00A76F02">
      <w:pPr>
        <w:pStyle w:val="1"/>
        <w:spacing w:before="0" w:after="0"/>
        <w:jc w:val="center"/>
        <w:rPr>
          <w:rFonts w:ascii="Times New Roman" w:hAnsi="Times New Roman"/>
          <w:sz w:val="28"/>
          <w:szCs w:val="28"/>
        </w:rPr>
      </w:pPr>
      <w:bookmarkStart w:id="149" w:name="_Toc221338500"/>
      <w:bookmarkStart w:id="150" w:name="_Toc241572484"/>
      <w:bookmarkStart w:id="151" w:name="_Toc232912307"/>
      <w:bookmarkStart w:id="152" w:name="_Toc232909698"/>
      <w:bookmarkStart w:id="153" w:name="_Toc221338918"/>
      <w:r>
        <w:rPr>
          <w:bCs w:val="0"/>
          <w:sz w:val="28"/>
          <w:szCs w:val="28"/>
        </w:rPr>
        <w:lastRenderedPageBreak/>
        <w:t>РАЗДЕЛ  3</w:t>
      </w:r>
      <w:bookmarkEnd w:id="149"/>
      <w:r>
        <w:rPr>
          <w:bCs w:val="0"/>
          <w:sz w:val="28"/>
          <w:szCs w:val="28"/>
        </w:rPr>
        <w:t xml:space="preserve"> </w:t>
      </w:r>
      <w:bookmarkStart w:id="154" w:name="_Toc221338501"/>
      <w:r>
        <w:rPr>
          <w:bCs w:val="0"/>
          <w:sz w:val="28"/>
          <w:szCs w:val="28"/>
        </w:rPr>
        <w:t>ИНФОРМАЦИОННАЯ КАРТА ПРОДАЖИ</w:t>
      </w:r>
      <w:bookmarkEnd w:id="150"/>
      <w:bookmarkEnd w:id="151"/>
      <w:bookmarkEnd w:id="152"/>
      <w:bookmarkEnd w:id="153"/>
      <w:bookmarkEnd w:id="154"/>
    </w:p>
    <w:p w:rsidR="00D52709" w:rsidRDefault="00D52709" w:rsidP="006C307D">
      <w:pPr>
        <w:keepNext/>
        <w:keepLines/>
        <w:widowControl w:val="0"/>
        <w:suppressLineNumbers/>
        <w:suppressAutoHyphens/>
        <w:spacing w:after="0"/>
        <w:ind w:firstLine="709"/>
      </w:pPr>
      <w:r>
        <w:t>Следующая информация и данные для конкретной продажи муниципального имущества на заключение договора купли-продажи</w:t>
      </w:r>
      <w:r>
        <w:rPr>
          <w:b/>
        </w:rPr>
        <w:t xml:space="preserve"> </w:t>
      </w:r>
      <w:r>
        <w:t xml:space="preserve"> муниципального имущества  изложена на основании положений Разделов 1 и 2 документации о продаже.</w:t>
      </w:r>
    </w:p>
    <w:p w:rsidR="00D52709" w:rsidRDefault="00D52709" w:rsidP="006C307D">
      <w:pPr>
        <w:keepNext/>
        <w:keepLines/>
        <w:widowControl w:val="0"/>
        <w:suppressLineNumbers/>
        <w:suppressAutoHyphens/>
        <w:spacing w:after="0"/>
        <w:ind w:firstLine="709"/>
      </w:pPr>
      <w:r>
        <w:t>При возникновении противоречий между положениями, закрепленными в Разделах 1 и 2  документации о продаже и настоящей Информационной карты, применяются положения Информационной карты.</w:t>
      </w:r>
    </w:p>
    <w:tbl>
      <w:tblPr>
        <w:tblW w:w="11055" w:type="dxa"/>
        <w:tblInd w:w="-723" w:type="dxa"/>
        <w:tblLayout w:type="fixed"/>
        <w:tblLook w:val="00A0" w:firstRow="1" w:lastRow="0" w:firstColumn="1" w:lastColumn="0" w:noHBand="0" w:noVBand="0"/>
      </w:tblPr>
      <w:tblGrid>
        <w:gridCol w:w="540"/>
        <w:gridCol w:w="1621"/>
        <w:gridCol w:w="1707"/>
        <w:gridCol w:w="6907"/>
        <w:gridCol w:w="280"/>
      </w:tblGrid>
      <w:tr w:rsidR="00D52709" w:rsidTr="006C307D">
        <w:trPr>
          <w:gridAfter w:val="1"/>
          <w:wAfter w:w="280" w:type="dxa"/>
          <w:trHeight w:val="1274"/>
        </w:trPr>
        <w:tc>
          <w:tcPr>
            <w:tcW w:w="540" w:type="dxa"/>
            <w:tcBorders>
              <w:top w:val="single" w:sz="4" w:space="0" w:color="auto"/>
              <w:left w:val="single" w:sz="4" w:space="0" w:color="auto"/>
              <w:bottom w:val="single" w:sz="4" w:space="0" w:color="auto"/>
              <w:right w:val="single" w:sz="4" w:space="0" w:color="auto"/>
            </w:tcBorders>
          </w:tcPr>
          <w:bookmarkEnd w:id="5"/>
          <w:bookmarkEnd w:id="6"/>
          <w:bookmarkEnd w:id="7"/>
          <w:bookmarkEnd w:id="8"/>
          <w:bookmarkEnd w:id="9"/>
          <w:p w:rsidR="00D52709" w:rsidRDefault="00D52709">
            <w:pPr>
              <w:keepNext/>
              <w:keepLines/>
              <w:widowControl w:val="0"/>
              <w:suppressLineNumbers/>
              <w:suppressAutoHyphens/>
              <w:spacing w:line="240" w:lineRule="atLeast"/>
              <w:ind w:firstLine="709"/>
              <w:rPr>
                <w:b/>
                <w:i/>
                <w:sz w:val="20"/>
                <w:szCs w:val="20"/>
                <w:lang w:eastAsia="en-US"/>
              </w:rPr>
            </w:pPr>
            <w:r>
              <w:rPr>
                <w:b/>
                <w:i/>
                <w:sz w:val="20"/>
                <w:szCs w:val="20"/>
                <w:lang w:eastAsia="en-US"/>
              </w:rPr>
              <w:t>№</w:t>
            </w:r>
          </w:p>
          <w:p w:rsidR="00D52709" w:rsidRDefault="00D52709">
            <w:pPr>
              <w:keepNext/>
              <w:keepLines/>
              <w:widowControl w:val="0"/>
              <w:suppressLineNumbers/>
              <w:suppressAutoHyphens/>
              <w:spacing w:line="240" w:lineRule="atLeast"/>
              <w:ind w:firstLine="709"/>
              <w:rPr>
                <w:b/>
                <w:i/>
                <w:sz w:val="20"/>
                <w:szCs w:val="20"/>
                <w:lang w:eastAsia="en-US"/>
              </w:rPr>
            </w:pPr>
            <w:r>
              <w:rPr>
                <w:b/>
                <w:i/>
                <w:sz w:val="20"/>
                <w:szCs w:val="20"/>
                <w:lang w:eastAsia="en-US"/>
              </w:rPr>
              <w:t>п/п</w:t>
            </w:r>
          </w:p>
        </w:tc>
        <w:tc>
          <w:tcPr>
            <w:tcW w:w="162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jc w:val="center"/>
              <w:rPr>
                <w:b/>
                <w:sz w:val="20"/>
                <w:szCs w:val="20"/>
                <w:lang w:eastAsia="en-US"/>
              </w:rPr>
            </w:pPr>
            <w:r>
              <w:rPr>
                <w:b/>
                <w:sz w:val="20"/>
                <w:szCs w:val="20"/>
                <w:lang w:eastAsia="en-US"/>
              </w:rPr>
              <w:t>Ссылка на разделы, пункты подпункты Аукционной документации</w:t>
            </w:r>
          </w:p>
        </w:tc>
        <w:tc>
          <w:tcPr>
            <w:tcW w:w="1706" w:type="dxa"/>
            <w:tcBorders>
              <w:top w:val="single" w:sz="4" w:space="0" w:color="auto"/>
              <w:left w:val="single" w:sz="4" w:space="0" w:color="auto"/>
              <w:bottom w:val="single" w:sz="4" w:space="0" w:color="auto"/>
              <w:right w:val="single" w:sz="4" w:space="0" w:color="auto"/>
            </w:tcBorders>
            <w:vAlign w:val="center"/>
          </w:tcPr>
          <w:p w:rsidR="00D52709" w:rsidRDefault="00D52709">
            <w:pPr>
              <w:keepNext/>
              <w:keepLines/>
              <w:widowControl w:val="0"/>
              <w:suppressLineNumbers/>
              <w:suppressAutoHyphens/>
              <w:spacing w:line="240" w:lineRule="atLeast"/>
              <w:ind w:firstLine="709"/>
              <w:jc w:val="center"/>
              <w:rPr>
                <w:b/>
                <w:sz w:val="20"/>
                <w:szCs w:val="20"/>
                <w:lang w:eastAsia="en-US"/>
              </w:rPr>
            </w:pPr>
            <w:r>
              <w:rPr>
                <w:b/>
                <w:sz w:val="20"/>
                <w:szCs w:val="20"/>
                <w:lang w:eastAsia="en-US"/>
              </w:rPr>
              <w:t>Содержание раздела,  пункта, подпункта Аукционной документации</w:t>
            </w:r>
          </w:p>
        </w:tc>
        <w:tc>
          <w:tcPr>
            <w:tcW w:w="6905" w:type="dxa"/>
            <w:tcBorders>
              <w:top w:val="single" w:sz="4" w:space="0" w:color="auto"/>
              <w:left w:val="single" w:sz="4" w:space="0" w:color="auto"/>
              <w:bottom w:val="single" w:sz="4" w:space="0" w:color="auto"/>
              <w:right w:val="single" w:sz="4" w:space="0" w:color="auto"/>
            </w:tcBorders>
            <w:vAlign w:val="center"/>
          </w:tcPr>
          <w:p w:rsidR="00D52709" w:rsidRDefault="00D52709">
            <w:pPr>
              <w:keepNext/>
              <w:keepLines/>
              <w:widowControl w:val="0"/>
              <w:suppressLineNumbers/>
              <w:suppressAutoHyphens/>
              <w:spacing w:line="240" w:lineRule="atLeast"/>
              <w:ind w:firstLine="709"/>
              <w:jc w:val="center"/>
              <w:rPr>
                <w:b/>
                <w:sz w:val="20"/>
                <w:szCs w:val="20"/>
                <w:lang w:eastAsia="en-US"/>
              </w:rPr>
            </w:pPr>
            <w:r>
              <w:rPr>
                <w:b/>
                <w:sz w:val="20"/>
                <w:szCs w:val="20"/>
                <w:lang w:eastAsia="en-US"/>
              </w:rPr>
              <w:t>Текст пояснений</w:t>
            </w:r>
          </w:p>
        </w:tc>
      </w:tr>
      <w:tr w:rsidR="00D52709" w:rsidTr="006C307D">
        <w:trPr>
          <w:gridAfter w:val="1"/>
          <w:wAfter w:w="280" w:type="dxa"/>
          <w:trHeight w:val="2201"/>
        </w:trPr>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jc w:val="left"/>
              <w:rPr>
                <w:sz w:val="20"/>
                <w:szCs w:val="20"/>
                <w:lang w:eastAsia="en-US"/>
              </w:rPr>
            </w:pPr>
            <w:r>
              <w:rPr>
                <w:sz w:val="20"/>
                <w:szCs w:val="20"/>
                <w:lang w:eastAsia="en-US"/>
              </w:rPr>
              <w:t>Подпункт 1.3.1</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B41AA4">
            <w:pPr>
              <w:keepNext/>
              <w:keepLines/>
              <w:widowControl w:val="0"/>
              <w:suppressLineNumbers/>
              <w:suppressAutoHyphens/>
              <w:spacing w:line="240" w:lineRule="atLeast"/>
              <w:jc w:val="left"/>
              <w:rPr>
                <w:sz w:val="20"/>
                <w:szCs w:val="20"/>
                <w:lang w:eastAsia="en-US"/>
              </w:rPr>
            </w:pPr>
            <w:r>
              <w:rPr>
                <w:sz w:val="20"/>
                <w:szCs w:val="20"/>
                <w:lang w:eastAsia="en-US"/>
              </w:rPr>
              <w:t>Сведения  о  заказчике,</w:t>
            </w:r>
          </w:p>
          <w:p w:rsidR="00D52709" w:rsidRDefault="00D52709" w:rsidP="00B41AA4">
            <w:pPr>
              <w:keepNext/>
              <w:keepLines/>
              <w:widowControl w:val="0"/>
              <w:suppressLineNumbers/>
              <w:suppressAutoHyphens/>
              <w:spacing w:line="240" w:lineRule="atLeast"/>
              <w:jc w:val="left"/>
              <w:rPr>
                <w:sz w:val="20"/>
                <w:szCs w:val="20"/>
                <w:lang w:eastAsia="en-US"/>
              </w:rPr>
            </w:pPr>
            <w:r>
              <w:rPr>
                <w:sz w:val="20"/>
                <w:szCs w:val="20"/>
                <w:lang w:eastAsia="en-US"/>
              </w:rPr>
              <w:t>организаторе продажи</w:t>
            </w:r>
          </w:p>
        </w:tc>
        <w:tc>
          <w:tcPr>
            <w:tcW w:w="6905" w:type="dxa"/>
            <w:tcBorders>
              <w:top w:val="single" w:sz="4" w:space="0" w:color="auto"/>
              <w:left w:val="single" w:sz="4" w:space="0" w:color="auto"/>
              <w:bottom w:val="single" w:sz="4" w:space="0" w:color="auto"/>
              <w:right w:val="single" w:sz="4" w:space="0" w:color="auto"/>
            </w:tcBorders>
          </w:tcPr>
          <w:p w:rsidR="00D52709" w:rsidRDefault="00D52709" w:rsidP="001D2353">
            <w:pPr>
              <w:keepNext/>
              <w:keepLines/>
              <w:suppressLineNumbers/>
              <w:suppressAutoHyphens/>
              <w:rPr>
                <w:sz w:val="20"/>
                <w:szCs w:val="20"/>
              </w:rPr>
            </w:pPr>
            <w:r w:rsidRPr="001D2353">
              <w:rPr>
                <w:sz w:val="20"/>
                <w:szCs w:val="20"/>
              </w:rPr>
              <w:t xml:space="preserve">Заказчик </w:t>
            </w:r>
            <w:r>
              <w:rPr>
                <w:sz w:val="20"/>
                <w:szCs w:val="20"/>
              </w:rPr>
              <w:t>продажи</w:t>
            </w:r>
            <w:r w:rsidRPr="001D2353">
              <w:rPr>
                <w:sz w:val="20"/>
                <w:szCs w:val="20"/>
              </w:rPr>
              <w:t>: Искитимский район Новосибирской области</w:t>
            </w:r>
          </w:p>
          <w:p w:rsidR="00D52709" w:rsidRDefault="00D52709" w:rsidP="003A623D">
            <w:pPr>
              <w:tabs>
                <w:tab w:val="left" w:pos="9356"/>
                <w:tab w:val="left" w:pos="9498"/>
              </w:tabs>
              <w:spacing w:after="0" w:line="240" w:lineRule="atLeast"/>
              <w:rPr>
                <w:bCs/>
                <w:sz w:val="20"/>
                <w:szCs w:val="20"/>
                <w:lang w:eastAsia="en-US"/>
              </w:rPr>
            </w:pPr>
            <w:r>
              <w:rPr>
                <w:bCs/>
                <w:color w:val="000000"/>
                <w:sz w:val="20"/>
                <w:szCs w:val="20"/>
                <w:lang w:eastAsia="en-US"/>
              </w:rPr>
              <w:t>Адрес заказчика продажи: 633209, НСО, г. Искитим, ул. Пушкина, 51</w:t>
            </w:r>
          </w:p>
          <w:p w:rsidR="00D52709" w:rsidRDefault="00D52709" w:rsidP="003A623D">
            <w:pPr>
              <w:keepNext/>
              <w:keepLines/>
              <w:widowControl w:val="0"/>
              <w:suppressLineNumbers/>
              <w:suppressAutoHyphens/>
              <w:spacing w:after="0" w:line="240" w:lineRule="atLeast"/>
              <w:jc w:val="left"/>
              <w:rPr>
                <w:bCs/>
                <w:sz w:val="20"/>
                <w:szCs w:val="20"/>
                <w:lang w:eastAsia="en-US"/>
              </w:rPr>
            </w:pPr>
            <w:r>
              <w:rPr>
                <w:bCs/>
                <w:sz w:val="20"/>
                <w:szCs w:val="20"/>
                <w:lang w:eastAsia="en-US"/>
              </w:rPr>
              <w:t xml:space="preserve">администрация Искитимского района, Новосибирской области. </w:t>
            </w:r>
          </w:p>
          <w:p w:rsidR="00D52709" w:rsidRPr="001D2353" w:rsidRDefault="00D52709" w:rsidP="001D2353">
            <w:pPr>
              <w:keepNext/>
              <w:keepLines/>
              <w:suppressLineNumbers/>
              <w:suppressAutoHyphens/>
              <w:rPr>
                <w:sz w:val="20"/>
                <w:szCs w:val="20"/>
              </w:rPr>
            </w:pPr>
            <w:r w:rsidRPr="001D2353">
              <w:rPr>
                <w:sz w:val="20"/>
                <w:szCs w:val="20"/>
              </w:rPr>
              <w:t xml:space="preserve">Организатор </w:t>
            </w:r>
            <w:r>
              <w:rPr>
                <w:sz w:val="20"/>
                <w:szCs w:val="20"/>
              </w:rPr>
              <w:t>продажи</w:t>
            </w:r>
            <w:r w:rsidRPr="001D2353">
              <w:rPr>
                <w:sz w:val="20"/>
                <w:szCs w:val="20"/>
              </w:rPr>
              <w:t>: администрация Искитимского района</w:t>
            </w:r>
            <w:r>
              <w:rPr>
                <w:sz w:val="20"/>
                <w:szCs w:val="20"/>
              </w:rPr>
              <w:t xml:space="preserve"> Новосибирской области</w:t>
            </w:r>
            <w:r w:rsidRPr="001D2353">
              <w:rPr>
                <w:sz w:val="20"/>
                <w:szCs w:val="20"/>
              </w:rPr>
              <w:t xml:space="preserve"> в лице Управления по имуществу и земельным отношениям.</w:t>
            </w:r>
          </w:p>
          <w:p w:rsidR="00D52709" w:rsidRDefault="00D52709" w:rsidP="001D2353">
            <w:pPr>
              <w:tabs>
                <w:tab w:val="left" w:pos="9356"/>
                <w:tab w:val="left" w:pos="9498"/>
              </w:tabs>
              <w:spacing w:after="0" w:line="240" w:lineRule="atLeast"/>
              <w:jc w:val="left"/>
              <w:rPr>
                <w:bCs/>
                <w:sz w:val="20"/>
                <w:szCs w:val="20"/>
                <w:lang w:eastAsia="en-US"/>
              </w:rPr>
            </w:pPr>
            <w:r>
              <w:rPr>
                <w:bCs/>
                <w:color w:val="000000"/>
                <w:sz w:val="20"/>
                <w:szCs w:val="20"/>
                <w:lang w:eastAsia="en-US"/>
              </w:rPr>
              <w:t xml:space="preserve">Адрес организатора продажи: 633209, НСО, г. Искитим, ул. Пушкина, 39, каб.213 </w:t>
            </w:r>
          </w:p>
          <w:p w:rsidR="00D52709" w:rsidRDefault="00D52709" w:rsidP="001D2353">
            <w:pPr>
              <w:keepNext/>
              <w:keepLines/>
              <w:widowControl w:val="0"/>
              <w:suppressLineNumbers/>
              <w:suppressAutoHyphens/>
              <w:spacing w:after="0" w:line="240" w:lineRule="atLeast"/>
              <w:jc w:val="left"/>
              <w:rPr>
                <w:bCs/>
                <w:sz w:val="20"/>
                <w:szCs w:val="20"/>
                <w:lang w:eastAsia="en-US"/>
              </w:rPr>
            </w:pPr>
            <w:r>
              <w:rPr>
                <w:bCs/>
                <w:sz w:val="20"/>
                <w:szCs w:val="20"/>
                <w:lang w:eastAsia="en-US"/>
              </w:rPr>
              <w:t xml:space="preserve">Контактные телефоны 8(38343)4-27-74, факс 8(38343) 4-27-75, </w:t>
            </w:r>
          </w:p>
          <w:p w:rsidR="00D52709" w:rsidRPr="00A76FBA" w:rsidRDefault="00D52709" w:rsidP="001D2353">
            <w:pPr>
              <w:keepNext/>
              <w:keepLines/>
              <w:widowControl w:val="0"/>
              <w:suppressLineNumbers/>
              <w:suppressAutoHyphens/>
              <w:spacing w:after="0" w:line="240" w:lineRule="atLeast"/>
              <w:jc w:val="left"/>
              <w:rPr>
                <w:bCs/>
                <w:color w:val="0000FF"/>
                <w:sz w:val="20"/>
                <w:szCs w:val="20"/>
                <w:u w:val="thick"/>
                <w:lang w:val="en-US" w:eastAsia="en-US"/>
              </w:rPr>
            </w:pPr>
            <w:r>
              <w:rPr>
                <w:bCs/>
                <w:sz w:val="20"/>
                <w:szCs w:val="20"/>
                <w:lang w:val="en-US" w:eastAsia="en-US"/>
              </w:rPr>
              <w:t>e</w:t>
            </w:r>
            <w:r w:rsidRPr="00A76FBA">
              <w:rPr>
                <w:bCs/>
                <w:sz w:val="20"/>
                <w:szCs w:val="20"/>
                <w:lang w:val="en-US" w:eastAsia="en-US"/>
              </w:rPr>
              <w:t>-</w:t>
            </w:r>
            <w:r>
              <w:rPr>
                <w:bCs/>
                <w:sz w:val="20"/>
                <w:szCs w:val="20"/>
                <w:lang w:val="en-US" w:eastAsia="en-US"/>
              </w:rPr>
              <w:t>mail</w:t>
            </w:r>
            <w:r w:rsidRPr="00A76FBA">
              <w:rPr>
                <w:bCs/>
                <w:sz w:val="20"/>
                <w:szCs w:val="20"/>
                <w:lang w:val="en-US" w:eastAsia="en-US"/>
              </w:rPr>
              <w:t xml:space="preserve">: </w:t>
            </w:r>
            <w:r>
              <w:rPr>
                <w:bCs/>
                <w:color w:val="0000FF"/>
                <w:sz w:val="20"/>
                <w:szCs w:val="20"/>
                <w:u w:val="thick"/>
                <w:lang w:val="en-US" w:eastAsia="en-US"/>
              </w:rPr>
              <w:t>imuh</w:t>
            </w:r>
            <w:r w:rsidRPr="00A76FBA">
              <w:rPr>
                <w:bCs/>
                <w:color w:val="0000FF"/>
                <w:sz w:val="20"/>
                <w:szCs w:val="20"/>
                <w:u w:val="thick"/>
                <w:lang w:val="en-US" w:eastAsia="en-US"/>
              </w:rPr>
              <w:t xml:space="preserve"> </w:t>
            </w:r>
            <w:r>
              <w:rPr>
                <w:bCs/>
                <w:color w:val="0000FF"/>
                <w:sz w:val="20"/>
                <w:szCs w:val="20"/>
                <w:u w:val="thick"/>
                <w:lang w:val="en-US" w:eastAsia="en-US"/>
              </w:rPr>
              <w:t>isk</w:t>
            </w:r>
            <w:r w:rsidRPr="00A76FBA">
              <w:rPr>
                <w:bCs/>
                <w:color w:val="0000FF"/>
                <w:sz w:val="20"/>
                <w:szCs w:val="20"/>
                <w:u w:val="thick"/>
                <w:lang w:val="en-US" w:eastAsia="en-US"/>
              </w:rPr>
              <w:t>@</w:t>
            </w:r>
            <w:r>
              <w:rPr>
                <w:bCs/>
                <w:color w:val="0000FF"/>
                <w:sz w:val="20"/>
                <w:szCs w:val="20"/>
                <w:u w:val="thick"/>
                <w:lang w:val="en-US" w:eastAsia="en-US"/>
              </w:rPr>
              <w:t>ngs</w:t>
            </w:r>
            <w:r w:rsidRPr="00A76FBA">
              <w:rPr>
                <w:bCs/>
                <w:color w:val="0000FF"/>
                <w:sz w:val="20"/>
                <w:szCs w:val="20"/>
                <w:u w:val="thick"/>
                <w:lang w:val="en-US" w:eastAsia="en-US"/>
              </w:rPr>
              <w:t>.</w:t>
            </w:r>
            <w:r>
              <w:rPr>
                <w:bCs/>
                <w:color w:val="0000FF"/>
                <w:sz w:val="20"/>
                <w:szCs w:val="20"/>
                <w:u w:val="thick"/>
                <w:lang w:val="en-US" w:eastAsia="en-US"/>
              </w:rPr>
              <w:t>ru</w:t>
            </w:r>
          </w:p>
          <w:p w:rsidR="00D52709" w:rsidRDefault="00D52709" w:rsidP="001D2353">
            <w:pPr>
              <w:keepNext/>
              <w:keepLines/>
              <w:widowControl w:val="0"/>
              <w:suppressLineNumbers/>
              <w:suppressAutoHyphens/>
              <w:spacing w:after="0" w:line="240" w:lineRule="atLeast"/>
              <w:jc w:val="left"/>
              <w:rPr>
                <w:color w:val="000000"/>
                <w:sz w:val="20"/>
                <w:szCs w:val="20"/>
                <w:lang w:eastAsia="en-US"/>
              </w:rPr>
            </w:pPr>
            <w:r>
              <w:rPr>
                <w:b/>
                <w:color w:val="000000"/>
                <w:sz w:val="20"/>
                <w:szCs w:val="20"/>
                <w:lang w:eastAsia="en-US"/>
              </w:rPr>
              <w:t>Сайты</w:t>
            </w:r>
            <w:r>
              <w:rPr>
                <w:color w:val="000000"/>
                <w:sz w:val="20"/>
                <w:szCs w:val="20"/>
                <w:lang w:eastAsia="en-US"/>
              </w:rPr>
              <w:t xml:space="preserve"> в сети Интернет: </w:t>
            </w:r>
          </w:p>
          <w:p w:rsidR="00D52709" w:rsidRDefault="003C0338" w:rsidP="001D2353">
            <w:pPr>
              <w:pStyle w:val="a9"/>
              <w:spacing w:after="0" w:line="240" w:lineRule="atLeast"/>
              <w:jc w:val="left"/>
            </w:pPr>
            <w:hyperlink r:id="rId17" w:history="1">
              <w:r w:rsidR="00D52709">
                <w:rPr>
                  <w:rStyle w:val="a3"/>
                  <w:sz w:val="20"/>
                  <w:lang w:val="en-US" w:eastAsia="en-US"/>
                </w:rPr>
                <w:t>http</w:t>
              </w:r>
              <w:r w:rsidR="00D52709">
                <w:rPr>
                  <w:rStyle w:val="a3"/>
                  <w:sz w:val="20"/>
                  <w:lang w:eastAsia="en-US"/>
                </w:rPr>
                <w:t>://</w:t>
              </w:r>
              <w:r w:rsidR="00D52709">
                <w:rPr>
                  <w:rStyle w:val="a3"/>
                  <w:sz w:val="20"/>
                  <w:lang w:val="en-US" w:eastAsia="en-US"/>
                </w:rPr>
                <w:t>www</w:t>
              </w:r>
              <w:r w:rsidR="00D52709">
                <w:rPr>
                  <w:rStyle w:val="a3"/>
                  <w:sz w:val="20"/>
                  <w:lang w:eastAsia="en-US"/>
                </w:rPr>
                <w:t>.</w:t>
              </w:r>
              <w:r w:rsidR="00D52709">
                <w:rPr>
                  <w:rStyle w:val="a3"/>
                  <w:sz w:val="20"/>
                  <w:lang w:val="en-US" w:eastAsia="en-US"/>
                </w:rPr>
                <w:t>iskitim</w:t>
              </w:r>
              <w:r w:rsidR="00D52709">
                <w:rPr>
                  <w:rStyle w:val="a3"/>
                  <w:sz w:val="20"/>
                  <w:lang w:eastAsia="en-US"/>
                </w:rPr>
                <w:t>-</w:t>
              </w:r>
              <w:r w:rsidR="00D52709">
                <w:rPr>
                  <w:rStyle w:val="a3"/>
                  <w:sz w:val="20"/>
                  <w:lang w:val="en-US" w:eastAsia="en-US"/>
                </w:rPr>
                <w:t>r</w:t>
              </w:r>
              <w:r w:rsidR="00D52709">
                <w:rPr>
                  <w:rStyle w:val="a3"/>
                  <w:sz w:val="20"/>
                  <w:lang w:eastAsia="en-US"/>
                </w:rPr>
                <w:t>.</w:t>
              </w:r>
              <w:r w:rsidR="00D52709">
                <w:rPr>
                  <w:rStyle w:val="a3"/>
                  <w:sz w:val="20"/>
                  <w:lang w:val="en-US" w:eastAsia="en-US"/>
                </w:rPr>
                <w:t>ru</w:t>
              </w:r>
            </w:hyperlink>
            <w:r w:rsidR="00D52709">
              <w:rPr>
                <w:color w:val="000000"/>
                <w:sz w:val="20"/>
                <w:lang w:eastAsia="en-US"/>
              </w:rPr>
              <w:t xml:space="preserve"> (раздел «имущественные торги»), </w:t>
            </w:r>
          </w:p>
          <w:p w:rsidR="00D52709" w:rsidRPr="001A3CEC" w:rsidRDefault="003C0338" w:rsidP="001D2353">
            <w:pPr>
              <w:pStyle w:val="a9"/>
              <w:spacing w:after="0" w:line="240" w:lineRule="atLeast"/>
              <w:jc w:val="left"/>
              <w:rPr>
                <w:sz w:val="20"/>
                <w:u w:val="single"/>
                <w:lang w:eastAsia="en-US"/>
              </w:rPr>
            </w:pPr>
            <w:hyperlink r:id="rId18" w:history="1">
              <w:r w:rsidR="00D52709" w:rsidRPr="001A3CEC">
                <w:rPr>
                  <w:rStyle w:val="a3"/>
                  <w:sz w:val="20"/>
                </w:rPr>
                <w:t>www.torgi.gov.ru</w:t>
              </w:r>
            </w:hyperlink>
            <w:r w:rsidR="00D52709" w:rsidRPr="001A3CEC">
              <w:rPr>
                <w:color w:val="0000FF"/>
                <w:sz w:val="20"/>
              </w:rPr>
              <w:t xml:space="preserve"> (официальный сайт)</w:t>
            </w:r>
          </w:p>
        </w:tc>
      </w:tr>
      <w:tr w:rsidR="00D52709" w:rsidTr="006C307D">
        <w:trPr>
          <w:gridAfter w:val="1"/>
          <w:wAfter w:w="280" w:type="dxa"/>
          <w:trHeight w:val="1501"/>
        </w:trPr>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12.</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Подпункт 1.4.</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4A5286">
            <w:pPr>
              <w:keepNext/>
              <w:keepLines/>
              <w:widowControl w:val="0"/>
              <w:suppressLineNumbers/>
              <w:suppressAutoHyphens/>
              <w:spacing w:line="240" w:lineRule="atLeast"/>
              <w:jc w:val="left"/>
              <w:rPr>
                <w:sz w:val="20"/>
                <w:szCs w:val="20"/>
                <w:lang w:eastAsia="en-US"/>
              </w:rPr>
            </w:pPr>
            <w:r>
              <w:rPr>
                <w:sz w:val="20"/>
                <w:szCs w:val="20"/>
                <w:lang w:eastAsia="en-US"/>
              </w:rPr>
              <w:t>Предмет продажи, техническое состояние</w:t>
            </w:r>
          </w:p>
        </w:tc>
        <w:tc>
          <w:tcPr>
            <w:tcW w:w="6905" w:type="dxa"/>
            <w:tcBorders>
              <w:top w:val="single" w:sz="4" w:space="0" w:color="auto"/>
              <w:left w:val="single" w:sz="4" w:space="0" w:color="auto"/>
              <w:bottom w:val="single" w:sz="4" w:space="0" w:color="auto"/>
              <w:right w:val="single" w:sz="4" w:space="0" w:color="auto"/>
            </w:tcBorders>
          </w:tcPr>
          <w:p w:rsidR="00D52709" w:rsidRPr="00247760" w:rsidRDefault="00D52709" w:rsidP="0043245B">
            <w:pPr>
              <w:pStyle w:val="a9"/>
              <w:tabs>
                <w:tab w:val="left" w:pos="700"/>
              </w:tabs>
              <w:rPr>
                <w:color w:val="C00000"/>
                <w:sz w:val="20"/>
              </w:rPr>
            </w:pPr>
            <w:r w:rsidRPr="00247760">
              <w:rPr>
                <w:sz w:val="20"/>
                <w:lang w:eastAsia="en-US"/>
              </w:rPr>
              <w:t>продажа муниципального имущества:</w:t>
            </w:r>
            <w:r w:rsidRPr="00247760">
              <w:rPr>
                <w:color w:val="C00000"/>
                <w:sz w:val="20"/>
              </w:rPr>
              <w:t xml:space="preserve">      </w:t>
            </w:r>
          </w:p>
          <w:p w:rsidR="00332299" w:rsidRPr="00332299" w:rsidRDefault="00332299" w:rsidP="00332299">
            <w:pPr>
              <w:tabs>
                <w:tab w:val="left" w:pos="0"/>
              </w:tabs>
              <w:autoSpaceDE w:val="0"/>
              <w:autoSpaceDN w:val="0"/>
              <w:adjustRightInd w:val="0"/>
              <w:spacing w:after="0"/>
              <w:ind w:left="142"/>
              <w:rPr>
                <w:sz w:val="20"/>
                <w:szCs w:val="20"/>
              </w:rPr>
            </w:pPr>
            <w:r w:rsidRPr="00332299">
              <w:rPr>
                <w:sz w:val="20"/>
                <w:szCs w:val="20"/>
              </w:rPr>
              <w:t>автобус, идентификационный номер (VIN)  X</w:t>
            </w:r>
            <w:r w:rsidRPr="00332299">
              <w:rPr>
                <w:sz w:val="20"/>
                <w:szCs w:val="20"/>
                <w:lang w:val="en-US"/>
              </w:rPr>
              <w:t>VG</w:t>
            </w:r>
            <w:r w:rsidRPr="00332299">
              <w:rPr>
                <w:sz w:val="20"/>
                <w:szCs w:val="20"/>
              </w:rPr>
              <w:t>52770070000157, марка, модель ТС: 5277,  категория ТС - Д, год изготовления ТС-2007, модель, №двигателя: 236НЕ234 №70243708, шасси №: отсутствует, кузов (прицеп) № X</w:t>
            </w:r>
            <w:r w:rsidRPr="00332299">
              <w:rPr>
                <w:sz w:val="20"/>
                <w:szCs w:val="20"/>
                <w:lang w:val="en-US"/>
              </w:rPr>
              <w:t>VG</w:t>
            </w:r>
            <w:r w:rsidRPr="00332299">
              <w:rPr>
                <w:sz w:val="20"/>
                <w:szCs w:val="20"/>
              </w:rPr>
              <w:t>52770070000157, цвет кузова (кабины) белый, ПТС 54 00 307740, дата выдачи паспорта 13.01.2017г., организация - изготовитель ТС - Мичуринский завод (Россия),  находящийся  по адресу: Новосибирская область, г.Искитим, ул.Чайковского,47 .</w:t>
            </w:r>
          </w:p>
          <w:p w:rsidR="00D52709" w:rsidRPr="00247760" w:rsidRDefault="00D52709">
            <w:pPr>
              <w:pStyle w:val="22"/>
              <w:tabs>
                <w:tab w:val="clear" w:pos="567"/>
                <w:tab w:val="left" w:pos="720"/>
                <w:tab w:val="left" w:pos="2160"/>
              </w:tabs>
              <w:autoSpaceDE w:val="0"/>
              <w:autoSpaceDN w:val="0"/>
              <w:adjustRightInd w:val="0"/>
              <w:spacing w:after="0" w:line="240" w:lineRule="atLeast"/>
              <w:ind w:left="0" w:firstLine="0"/>
              <w:rPr>
                <w:color w:val="FF0000"/>
                <w:sz w:val="20"/>
                <w:lang w:eastAsia="en-US"/>
              </w:rPr>
            </w:pPr>
          </w:p>
          <w:p w:rsidR="00D52709" w:rsidRPr="00247760" w:rsidRDefault="00D52709">
            <w:pPr>
              <w:keepNext/>
              <w:keepLines/>
              <w:widowControl w:val="0"/>
              <w:suppressLineNumbers/>
              <w:suppressAutoHyphens/>
              <w:spacing w:after="0" w:line="240" w:lineRule="atLeast"/>
              <w:ind w:firstLine="709"/>
              <w:rPr>
                <w:sz w:val="20"/>
                <w:szCs w:val="20"/>
                <w:lang w:eastAsia="en-US"/>
              </w:rPr>
            </w:pPr>
          </w:p>
        </w:tc>
      </w:tr>
      <w:tr w:rsidR="00D52709" w:rsidTr="006C307D">
        <w:trPr>
          <w:gridAfter w:val="1"/>
          <w:wAfter w:w="280" w:type="dxa"/>
        </w:trPr>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13.</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 xml:space="preserve">Подпункт 1.4.2 </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Место,  сроки (периоды), заключения договора</w:t>
            </w:r>
          </w:p>
          <w:p w:rsidR="00D52709" w:rsidRDefault="00D52709">
            <w:pPr>
              <w:keepNext/>
              <w:keepLines/>
              <w:widowControl w:val="0"/>
              <w:suppressLineNumbers/>
              <w:suppressAutoHyphens/>
              <w:spacing w:line="240" w:lineRule="atLeast"/>
              <w:ind w:firstLine="709"/>
              <w:jc w:val="left"/>
              <w:rPr>
                <w:sz w:val="20"/>
                <w:szCs w:val="20"/>
                <w:lang w:eastAsia="en-US"/>
              </w:rPr>
            </w:pPr>
          </w:p>
          <w:p w:rsidR="00D52709" w:rsidRDefault="00D52709">
            <w:pPr>
              <w:pStyle w:val="26"/>
              <w:spacing w:after="0" w:line="240" w:lineRule="atLeast"/>
              <w:ind w:left="0" w:firstLine="567"/>
              <w:outlineLvl w:val="1"/>
              <w:rPr>
                <w:lang w:eastAsia="en-US"/>
              </w:rPr>
            </w:pPr>
            <w:r>
              <w:rPr>
                <w:lang w:eastAsia="en-US"/>
              </w:rPr>
              <w:t xml:space="preserve"> </w:t>
            </w:r>
          </w:p>
          <w:p w:rsidR="00D52709" w:rsidRDefault="00D52709">
            <w:pPr>
              <w:keepNext/>
              <w:keepLines/>
              <w:widowControl w:val="0"/>
              <w:suppressLineNumbers/>
              <w:suppressAutoHyphens/>
              <w:spacing w:line="240" w:lineRule="atLeast"/>
              <w:ind w:firstLine="709"/>
              <w:jc w:val="left"/>
              <w:rPr>
                <w:sz w:val="20"/>
                <w:szCs w:val="20"/>
                <w:lang w:eastAsia="en-US"/>
              </w:rPr>
            </w:pPr>
          </w:p>
        </w:tc>
        <w:tc>
          <w:tcPr>
            <w:tcW w:w="6905" w:type="dxa"/>
            <w:tcBorders>
              <w:top w:val="single" w:sz="4" w:space="0" w:color="auto"/>
              <w:left w:val="single" w:sz="4" w:space="0" w:color="auto"/>
              <w:bottom w:val="single" w:sz="4" w:space="0" w:color="auto"/>
              <w:right w:val="single" w:sz="4" w:space="0" w:color="auto"/>
            </w:tcBorders>
          </w:tcPr>
          <w:p w:rsidR="00D52709" w:rsidRDefault="00D52709">
            <w:pPr>
              <w:pStyle w:val="22"/>
              <w:tabs>
                <w:tab w:val="clear" w:pos="567"/>
                <w:tab w:val="left" w:pos="720"/>
                <w:tab w:val="left" w:pos="2160"/>
              </w:tabs>
              <w:autoSpaceDE w:val="0"/>
              <w:autoSpaceDN w:val="0"/>
              <w:adjustRightInd w:val="0"/>
              <w:spacing w:after="0" w:line="240" w:lineRule="atLeast"/>
              <w:ind w:left="0" w:firstLine="0"/>
              <w:rPr>
                <w:sz w:val="20"/>
                <w:lang w:eastAsia="en-US"/>
              </w:rPr>
            </w:pPr>
            <w:r>
              <w:rPr>
                <w:sz w:val="20"/>
                <w:lang w:eastAsia="en-US"/>
              </w:rPr>
              <w:t>Заключение договора купли-продажи с победителем производится по адресу:</w:t>
            </w:r>
          </w:p>
          <w:p w:rsidR="00D52709" w:rsidRPr="00D46A9E" w:rsidRDefault="00D52709" w:rsidP="00D46A9E">
            <w:pPr>
              <w:autoSpaceDE w:val="0"/>
              <w:autoSpaceDN w:val="0"/>
              <w:adjustRightInd w:val="0"/>
              <w:ind w:firstLine="720"/>
              <w:rPr>
                <w:sz w:val="20"/>
                <w:szCs w:val="20"/>
                <w:lang w:eastAsia="en-US"/>
              </w:rPr>
            </w:pPr>
            <w:r w:rsidRPr="00D46A9E">
              <w:rPr>
                <w:sz w:val="20"/>
                <w:szCs w:val="20"/>
                <w:lang w:eastAsia="en-US"/>
              </w:rPr>
              <w:t xml:space="preserve">Новосибирская область, г.Искитим, ул.Пушкина, 39, каб.№213 в срок, не позднее чем через 5 рабочих дней с даты проведения продажи посредством публичного предложения.  </w:t>
            </w:r>
          </w:p>
          <w:p w:rsidR="00D52709" w:rsidRDefault="00D52709">
            <w:pPr>
              <w:keepNext/>
              <w:keepLines/>
              <w:widowControl w:val="0"/>
              <w:suppressLineNumbers/>
              <w:suppressAutoHyphens/>
              <w:spacing w:after="0" w:line="240" w:lineRule="atLeast"/>
              <w:ind w:firstLine="709"/>
              <w:rPr>
                <w:b/>
                <w:sz w:val="20"/>
                <w:szCs w:val="20"/>
                <w:lang w:eastAsia="en-US"/>
              </w:rPr>
            </w:pPr>
            <w:r>
              <w:rPr>
                <w:sz w:val="20"/>
                <w:szCs w:val="20"/>
                <w:lang w:eastAsia="en-US"/>
              </w:rPr>
              <w:t xml:space="preserve"> </w:t>
            </w:r>
          </w:p>
          <w:p w:rsidR="00D52709" w:rsidRDefault="00D52709">
            <w:pPr>
              <w:keepNext/>
              <w:keepLines/>
              <w:widowControl w:val="0"/>
              <w:suppressLineNumbers/>
              <w:suppressAutoHyphens/>
              <w:spacing w:after="0" w:line="240" w:lineRule="atLeast"/>
              <w:ind w:firstLine="709"/>
              <w:rPr>
                <w:sz w:val="20"/>
                <w:szCs w:val="20"/>
                <w:lang w:eastAsia="en-US"/>
              </w:rPr>
            </w:pPr>
          </w:p>
        </w:tc>
      </w:tr>
      <w:tr w:rsidR="00D52709" w:rsidRPr="00247760" w:rsidTr="006C307D">
        <w:trPr>
          <w:gridAfter w:val="1"/>
          <w:wAfter w:w="280" w:type="dxa"/>
        </w:trPr>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14.</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1.5.,1.7</w:t>
            </w:r>
          </w:p>
        </w:tc>
        <w:tc>
          <w:tcPr>
            <w:tcW w:w="1706" w:type="dxa"/>
            <w:tcBorders>
              <w:top w:val="single" w:sz="4" w:space="0" w:color="auto"/>
              <w:left w:val="single" w:sz="4" w:space="0" w:color="auto"/>
              <w:bottom w:val="single" w:sz="4" w:space="0" w:color="auto"/>
              <w:right w:val="single" w:sz="4" w:space="0" w:color="auto"/>
            </w:tcBorders>
          </w:tcPr>
          <w:p w:rsidR="00D52709" w:rsidRDefault="00D52709">
            <w:pPr>
              <w:pStyle w:val="26"/>
              <w:tabs>
                <w:tab w:val="left" w:pos="708"/>
              </w:tabs>
              <w:spacing w:line="240" w:lineRule="atLeast"/>
              <w:ind w:left="0" w:firstLine="0"/>
              <w:outlineLvl w:val="1"/>
              <w:rPr>
                <w:b w:val="0"/>
                <w:sz w:val="20"/>
                <w:lang w:eastAsia="en-US"/>
              </w:rPr>
            </w:pPr>
            <w:r w:rsidRPr="00EA30EE">
              <w:rPr>
                <w:b w:val="0"/>
                <w:sz w:val="20"/>
                <w:lang w:eastAsia="en-US"/>
              </w:rPr>
              <w:t xml:space="preserve"> </w:t>
            </w:r>
            <w:r w:rsidRPr="00EA30EE">
              <w:rPr>
                <w:b w:val="0"/>
                <w:sz w:val="20"/>
              </w:rPr>
              <w:t>Цена первоначального предложения. «Шаг понижения»</w:t>
            </w:r>
            <w:r w:rsidRPr="00EA30EE">
              <w:rPr>
                <w:b w:val="0"/>
                <w:sz w:val="20"/>
                <w:lang w:eastAsia="en-US"/>
              </w:rPr>
              <w:t xml:space="preserve">  «Шаг</w:t>
            </w:r>
            <w:r>
              <w:rPr>
                <w:b w:val="0"/>
                <w:sz w:val="20"/>
                <w:lang w:eastAsia="en-US"/>
              </w:rPr>
              <w:t xml:space="preserve"> аукциона</w:t>
            </w:r>
            <w:r w:rsidRPr="00EA30EE">
              <w:rPr>
                <w:b w:val="0"/>
                <w:sz w:val="20"/>
                <w:lang w:eastAsia="en-US"/>
              </w:rPr>
              <w:t xml:space="preserve">» </w:t>
            </w:r>
            <w:r>
              <w:rPr>
                <w:b w:val="0"/>
                <w:sz w:val="20"/>
                <w:lang w:eastAsia="en-US"/>
              </w:rPr>
              <w:t>«Цена отсечения».</w:t>
            </w:r>
          </w:p>
          <w:p w:rsidR="00D52709" w:rsidRDefault="00D52709">
            <w:pPr>
              <w:pStyle w:val="26"/>
              <w:tabs>
                <w:tab w:val="left" w:pos="708"/>
              </w:tabs>
              <w:spacing w:line="240" w:lineRule="atLeast"/>
              <w:ind w:left="0" w:firstLine="0"/>
              <w:outlineLvl w:val="1"/>
              <w:rPr>
                <w:b w:val="0"/>
                <w:sz w:val="20"/>
                <w:lang w:eastAsia="en-US"/>
              </w:rPr>
            </w:pPr>
            <w:r w:rsidRPr="00EA30EE">
              <w:rPr>
                <w:b w:val="0"/>
                <w:sz w:val="20"/>
                <w:lang w:eastAsia="en-US"/>
              </w:rPr>
              <w:t xml:space="preserve">Требование о внесении задатка. </w:t>
            </w:r>
          </w:p>
          <w:p w:rsidR="00D52709" w:rsidRPr="00EA30EE" w:rsidRDefault="00D52709">
            <w:pPr>
              <w:pStyle w:val="26"/>
              <w:tabs>
                <w:tab w:val="left" w:pos="708"/>
              </w:tabs>
              <w:spacing w:line="240" w:lineRule="atLeast"/>
              <w:ind w:left="0" w:firstLine="0"/>
              <w:outlineLvl w:val="1"/>
              <w:rPr>
                <w:b w:val="0"/>
                <w:sz w:val="20"/>
                <w:lang w:eastAsia="en-US"/>
              </w:rPr>
            </w:pPr>
            <w:r w:rsidRPr="00EA30EE">
              <w:rPr>
                <w:b w:val="0"/>
                <w:sz w:val="20"/>
                <w:lang w:eastAsia="en-US"/>
              </w:rPr>
              <w:t xml:space="preserve">Расходы на участие в </w:t>
            </w:r>
            <w:r>
              <w:rPr>
                <w:b w:val="0"/>
                <w:sz w:val="20"/>
                <w:lang w:eastAsia="en-US"/>
              </w:rPr>
              <w:t>продаже</w:t>
            </w:r>
          </w:p>
          <w:p w:rsidR="00D52709" w:rsidRPr="00EA30EE" w:rsidRDefault="00D52709">
            <w:pPr>
              <w:keepNext/>
              <w:keepLines/>
              <w:widowControl w:val="0"/>
              <w:suppressLineNumbers/>
              <w:suppressAutoHyphens/>
              <w:spacing w:line="240" w:lineRule="atLeast"/>
              <w:ind w:firstLine="709"/>
              <w:jc w:val="left"/>
              <w:rPr>
                <w:sz w:val="20"/>
                <w:szCs w:val="20"/>
                <w:lang w:eastAsia="en-US"/>
              </w:rPr>
            </w:pPr>
          </w:p>
        </w:tc>
        <w:tc>
          <w:tcPr>
            <w:tcW w:w="6905" w:type="dxa"/>
            <w:tcBorders>
              <w:top w:val="single" w:sz="4" w:space="0" w:color="auto"/>
              <w:left w:val="single" w:sz="4" w:space="0" w:color="auto"/>
              <w:bottom w:val="single" w:sz="4" w:space="0" w:color="auto"/>
              <w:right w:val="single" w:sz="4" w:space="0" w:color="auto"/>
            </w:tcBorders>
          </w:tcPr>
          <w:p w:rsidR="00332299" w:rsidRPr="00332299" w:rsidRDefault="00D52709" w:rsidP="00332299">
            <w:pPr>
              <w:pStyle w:val="a9"/>
              <w:tabs>
                <w:tab w:val="left" w:pos="709"/>
                <w:tab w:val="left" w:pos="2160"/>
              </w:tabs>
              <w:rPr>
                <w:b/>
                <w:sz w:val="20"/>
              </w:rPr>
            </w:pPr>
            <w:r w:rsidRPr="00247760">
              <w:rPr>
                <w:i/>
                <w:sz w:val="20"/>
              </w:rPr>
              <w:lastRenderedPageBreak/>
              <w:t xml:space="preserve">            </w:t>
            </w:r>
            <w:r w:rsidRPr="00247760">
              <w:rPr>
                <w:b/>
                <w:i/>
                <w:sz w:val="20"/>
              </w:rPr>
              <w:t>Цена первоначального предложения</w:t>
            </w:r>
            <w:r w:rsidRPr="00247760">
              <w:rPr>
                <w:sz w:val="20"/>
              </w:rPr>
              <w:t xml:space="preserve"> – установлена не ниже начальной цены продажи имущества на аукционе от </w:t>
            </w:r>
            <w:r w:rsidR="00332299" w:rsidRPr="00332299">
              <w:rPr>
                <w:sz w:val="20"/>
              </w:rPr>
              <w:t>19.01.2018г., который признан несостоявшимся (начальная цена определена на основании отчета независимого оценщика ООО«Оценка собственности «Аспект» от 29.11.2017 №508 ТС 2011/17)</w:t>
            </w:r>
            <w:r w:rsidR="00332299" w:rsidRPr="00332299">
              <w:rPr>
                <w:b/>
                <w:sz w:val="20"/>
              </w:rPr>
              <w:t xml:space="preserve"> </w:t>
            </w:r>
            <w:r w:rsidR="00332299" w:rsidRPr="00332299">
              <w:rPr>
                <w:sz w:val="20"/>
              </w:rPr>
              <w:t xml:space="preserve">и составляет </w:t>
            </w:r>
            <w:r w:rsidR="00332299" w:rsidRPr="00332299">
              <w:rPr>
                <w:color w:val="FF0000"/>
                <w:sz w:val="20"/>
              </w:rPr>
              <w:t>126000 (Сто двадцать шесть тысяч) рублей 00 копеек, в том числе НДС - 19220 рублей 34 копейки</w:t>
            </w:r>
            <w:r w:rsidR="00332299" w:rsidRPr="00332299">
              <w:rPr>
                <w:sz w:val="20"/>
              </w:rPr>
              <w:t>.</w:t>
            </w:r>
          </w:p>
          <w:p w:rsidR="00332299" w:rsidRPr="00332299" w:rsidRDefault="00247760" w:rsidP="00247760">
            <w:pPr>
              <w:ind w:firstLine="720"/>
              <w:rPr>
                <w:color w:val="FF0000"/>
                <w:sz w:val="20"/>
                <w:szCs w:val="20"/>
              </w:rPr>
            </w:pPr>
            <w:r w:rsidRPr="00247760">
              <w:rPr>
                <w:b/>
                <w:i/>
                <w:sz w:val="20"/>
              </w:rPr>
              <w:t xml:space="preserve">          «Шаг понижения»</w:t>
            </w:r>
            <w:r w:rsidRPr="00247760">
              <w:rPr>
                <w:sz w:val="20"/>
              </w:rPr>
              <w:t xml:space="preserve"> - величина снижения цены первоначального предложения - </w:t>
            </w:r>
            <w:r w:rsidRPr="00247760">
              <w:rPr>
                <w:sz w:val="20"/>
                <w:lang w:eastAsia="en-US"/>
              </w:rPr>
              <w:t xml:space="preserve">устанавливается продавцом в фиксированной сумме, составляющей не более 10 процентов цены первоначального предложения – </w:t>
            </w:r>
            <w:r w:rsidR="00332299" w:rsidRPr="00332299">
              <w:rPr>
                <w:color w:val="FF0000"/>
                <w:sz w:val="20"/>
                <w:szCs w:val="20"/>
                <w:lang w:eastAsia="en-US"/>
              </w:rPr>
              <w:t>12600</w:t>
            </w:r>
            <w:r w:rsidR="00332299" w:rsidRPr="00332299">
              <w:rPr>
                <w:color w:val="FF0000"/>
                <w:sz w:val="20"/>
                <w:szCs w:val="20"/>
              </w:rPr>
              <w:t xml:space="preserve"> (Двенадцать тысяч шестьсот) рублей 00копеек.</w:t>
            </w:r>
          </w:p>
          <w:p w:rsidR="00247760" w:rsidRPr="00247760" w:rsidRDefault="00247760" w:rsidP="00247760">
            <w:pPr>
              <w:ind w:firstLine="720"/>
              <w:rPr>
                <w:sz w:val="20"/>
                <w:szCs w:val="20"/>
                <w:lang w:eastAsia="en-US"/>
              </w:rPr>
            </w:pPr>
            <w:r w:rsidRPr="00247760">
              <w:rPr>
                <w:sz w:val="20"/>
                <w:szCs w:val="20"/>
              </w:rPr>
              <w:t xml:space="preserve"> </w:t>
            </w:r>
            <w:r w:rsidRPr="00247760">
              <w:rPr>
                <w:b/>
                <w:i/>
                <w:sz w:val="20"/>
                <w:szCs w:val="20"/>
              </w:rPr>
              <w:t>«Шаг аукциона»-</w:t>
            </w:r>
            <w:r w:rsidRPr="00247760">
              <w:rPr>
                <w:b/>
                <w:sz w:val="20"/>
                <w:szCs w:val="20"/>
              </w:rPr>
              <w:t xml:space="preserve"> </w:t>
            </w:r>
            <w:r w:rsidRPr="00247760">
              <w:rPr>
                <w:sz w:val="20"/>
                <w:szCs w:val="20"/>
              </w:rPr>
              <w:t>величина повышения цены</w:t>
            </w:r>
            <w:r w:rsidRPr="00247760">
              <w:rPr>
                <w:b/>
                <w:sz w:val="20"/>
                <w:szCs w:val="20"/>
              </w:rPr>
              <w:t xml:space="preserve"> - </w:t>
            </w:r>
            <w:r w:rsidRPr="00247760">
              <w:rPr>
                <w:sz w:val="20"/>
                <w:szCs w:val="20"/>
                <w:lang w:eastAsia="en-US"/>
              </w:rPr>
              <w:t>устанавливается продавцом в фиксированной сумме, составляющей не более 50 процентов "шага понижения"</w:t>
            </w:r>
          </w:p>
          <w:p w:rsidR="00332299" w:rsidRPr="00332299" w:rsidRDefault="00247760" w:rsidP="00332299">
            <w:pPr>
              <w:pStyle w:val="2"/>
              <w:tabs>
                <w:tab w:val="left" w:pos="720"/>
              </w:tabs>
              <w:jc w:val="both"/>
              <w:rPr>
                <w:b w:val="0"/>
                <w:color w:val="FF0000"/>
                <w:sz w:val="20"/>
              </w:rPr>
            </w:pPr>
            <w:r w:rsidRPr="00247760">
              <w:rPr>
                <w:b w:val="0"/>
                <w:sz w:val="20"/>
              </w:rPr>
              <w:lastRenderedPageBreak/>
              <w:t xml:space="preserve">и </w:t>
            </w:r>
            <w:r w:rsidRPr="00332299">
              <w:rPr>
                <w:b w:val="0"/>
                <w:sz w:val="20"/>
              </w:rPr>
              <w:t xml:space="preserve">составляет </w:t>
            </w:r>
            <w:r w:rsidR="00332299" w:rsidRPr="00332299">
              <w:rPr>
                <w:b w:val="0"/>
                <w:color w:val="FF0000"/>
                <w:sz w:val="20"/>
              </w:rPr>
              <w:t>6300 (Шесть тысяч триста) рублей 00копеек.</w:t>
            </w:r>
          </w:p>
          <w:p w:rsidR="00332299" w:rsidRPr="00332299" w:rsidRDefault="00247760" w:rsidP="00332299">
            <w:pPr>
              <w:rPr>
                <w:color w:val="FF0000"/>
                <w:sz w:val="20"/>
                <w:szCs w:val="20"/>
              </w:rPr>
            </w:pPr>
            <w:r w:rsidRPr="00247760">
              <w:rPr>
                <w:b/>
                <w:sz w:val="20"/>
                <w:szCs w:val="20"/>
              </w:rPr>
              <w:t xml:space="preserve">            </w:t>
            </w:r>
            <w:r w:rsidRPr="00247760">
              <w:rPr>
                <w:b/>
                <w:i/>
                <w:sz w:val="20"/>
                <w:szCs w:val="20"/>
              </w:rPr>
              <w:t>«Цена отсечения»</w:t>
            </w:r>
            <w:r w:rsidRPr="00247760">
              <w:rPr>
                <w:i/>
                <w:sz w:val="20"/>
                <w:szCs w:val="20"/>
              </w:rPr>
              <w:t>-</w:t>
            </w:r>
            <w:r w:rsidRPr="00247760">
              <w:rPr>
                <w:sz w:val="20"/>
                <w:szCs w:val="20"/>
              </w:rPr>
              <w:t xml:space="preserve"> минимальная цена  предложения, по которой может быть продано муниципальное имущество, составляет 50 процентов цены первоначального предложения – </w:t>
            </w:r>
            <w:r w:rsidR="00332299" w:rsidRPr="00332299">
              <w:rPr>
                <w:color w:val="FF0000"/>
                <w:sz w:val="20"/>
                <w:szCs w:val="20"/>
              </w:rPr>
              <w:t>63000 (шестьдесят три тысячи)  рублей 00копеек.</w:t>
            </w:r>
          </w:p>
          <w:p w:rsidR="00332299" w:rsidRDefault="00D52709" w:rsidP="00EA30EE">
            <w:pPr>
              <w:rPr>
                <w:color w:val="FF0000"/>
                <w:sz w:val="20"/>
                <w:szCs w:val="20"/>
              </w:rPr>
            </w:pPr>
            <w:r w:rsidRPr="00247760">
              <w:rPr>
                <w:sz w:val="20"/>
              </w:rPr>
              <w:t xml:space="preserve">Задаток для участия в аукционе устанавливается в размере 20 % от начальной цены объекта торгов и составляет </w:t>
            </w:r>
            <w:r w:rsidR="00332299" w:rsidRPr="00332299">
              <w:rPr>
                <w:color w:val="FF0000"/>
                <w:sz w:val="20"/>
                <w:szCs w:val="20"/>
              </w:rPr>
              <w:t>25200 (Двадцать пять тысяч двести) рублей 00копеек.</w:t>
            </w:r>
          </w:p>
          <w:p w:rsidR="00D52709" w:rsidRPr="00247760" w:rsidRDefault="00D52709" w:rsidP="00EA30EE">
            <w:pPr>
              <w:rPr>
                <w:color w:val="FF0000"/>
                <w:sz w:val="20"/>
                <w:szCs w:val="20"/>
              </w:rPr>
            </w:pPr>
            <w:r w:rsidRPr="00247760">
              <w:rPr>
                <w:color w:val="FF0000"/>
                <w:sz w:val="20"/>
                <w:szCs w:val="20"/>
              </w:rPr>
              <w:t>Налог на добавленную стоимость   включен  в цену.</w:t>
            </w:r>
          </w:p>
          <w:p w:rsidR="00D52709" w:rsidRPr="00247760" w:rsidRDefault="00D52709">
            <w:pPr>
              <w:pStyle w:val="a9"/>
              <w:tabs>
                <w:tab w:val="left" w:pos="700"/>
              </w:tabs>
              <w:spacing w:line="240" w:lineRule="atLeast"/>
              <w:ind w:firstLine="709"/>
              <w:rPr>
                <w:sz w:val="20"/>
                <w:lang w:eastAsia="en-US"/>
              </w:rPr>
            </w:pPr>
            <w:r w:rsidRPr="00247760">
              <w:rPr>
                <w:sz w:val="20"/>
                <w:lang w:eastAsia="en-US"/>
              </w:rPr>
              <w:t>Обязанность по уплате НДС возлагается  на «Покупателя » в соответствии с Налоговым Кодексом РФ.</w:t>
            </w:r>
          </w:p>
          <w:p w:rsidR="00D52709" w:rsidRPr="00247760" w:rsidRDefault="00D52709">
            <w:pPr>
              <w:pStyle w:val="22"/>
              <w:tabs>
                <w:tab w:val="clear" w:pos="567"/>
                <w:tab w:val="left" w:pos="720"/>
                <w:tab w:val="left" w:pos="2160"/>
              </w:tabs>
              <w:autoSpaceDE w:val="0"/>
              <w:autoSpaceDN w:val="0"/>
              <w:adjustRightInd w:val="0"/>
              <w:spacing w:after="0" w:line="240" w:lineRule="atLeast"/>
              <w:ind w:left="0" w:firstLine="0"/>
              <w:rPr>
                <w:sz w:val="20"/>
                <w:lang w:eastAsia="en-US"/>
              </w:rPr>
            </w:pPr>
            <w:r w:rsidRPr="00247760">
              <w:rPr>
                <w:sz w:val="20"/>
                <w:lang w:eastAsia="en-US"/>
              </w:rPr>
              <w:t>Участник продажи несет все расходы, связанные с подготовкой и подачей заявки на участие в продаже, с участием в продаже и заключением договора купли-продажи.</w:t>
            </w:r>
          </w:p>
          <w:p w:rsidR="00D52709" w:rsidRPr="00247760" w:rsidRDefault="00D52709">
            <w:pPr>
              <w:spacing w:after="0" w:line="240" w:lineRule="atLeast"/>
              <w:ind w:firstLine="709"/>
              <w:rPr>
                <w:sz w:val="20"/>
                <w:szCs w:val="20"/>
                <w:lang w:eastAsia="en-US"/>
              </w:rPr>
            </w:pPr>
          </w:p>
        </w:tc>
      </w:tr>
      <w:tr w:rsidR="00D52709" w:rsidTr="00AC6880">
        <w:trPr>
          <w:cantSplit/>
          <w:trHeight w:val="4631"/>
        </w:trPr>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lastRenderedPageBreak/>
              <w:t>55.</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1.6.</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2C0A81">
            <w:pPr>
              <w:keepNext/>
              <w:keepLines/>
              <w:widowControl w:val="0"/>
              <w:suppressLineNumbers/>
              <w:suppressAutoHyphens/>
              <w:spacing w:line="240" w:lineRule="atLeast"/>
              <w:jc w:val="left"/>
              <w:rPr>
                <w:sz w:val="20"/>
                <w:szCs w:val="20"/>
                <w:lang w:eastAsia="en-US"/>
              </w:rPr>
            </w:pPr>
            <w:r>
              <w:rPr>
                <w:sz w:val="20"/>
                <w:szCs w:val="20"/>
                <w:lang w:eastAsia="en-US"/>
              </w:rPr>
              <w:t>Требования к Участникам  продажи</w:t>
            </w:r>
          </w:p>
        </w:tc>
        <w:tc>
          <w:tcPr>
            <w:tcW w:w="7185" w:type="dxa"/>
            <w:gridSpan w:val="2"/>
            <w:tcBorders>
              <w:top w:val="single" w:sz="4" w:space="0" w:color="auto"/>
              <w:left w:val="single" w:sz="4" w:space="0" w:color="auto"/>
              <w:bottom w:val="single" w:sz="4" w:space="0" w:color="auto"/>
              <w:right w:val="single" w:sz="4" w:space="0" w:color="auto"/>
            </w:tcBorders>
          </w:tcPr>
          <w:p w:rsidR="00D52709" w:rsidRPr="00247760" w:rsidRDefault="00D52709">
            <w:pPr>
              <w:spacing w:line="240" w:lineRule="atLeast"/>
              <w:ind w:firstLine="709"/>
              <w:rPr>
                <w:rFonts w:ascii="Arial" w:hAnsi="Arial"/>
                <w:sz w:val="20"/>
                <w:szCs w:val="20"/>
                <w:lang w:eastAsia="en-US"/>
              </w:rPr>
            </w:pPr>
            <w:r w:rsidRPr="00247760">
              <w:rPr>
                <w:sz w:val="20"/>
                <w:szCs w:val="20"/>
                <w:lang w:eastAsia="en-US"/>
              </w:rPr>
              <w:t xml:space="preserve"> Участники  продажи должны соответствовать требованиям, установленным законодательством Российской Федерации к таким участникам: </w:t>
            </w:r>
          </w:p>
          <w:p w:rsidR="00332299" w:rsidRPr="00332299" w:rsidRDefault="00D52709" w:rsidP="00332299">
            <w:pPr>
              <w:autoSpaceDE w:val="0"/>
              <w:autoSpaceDN w:val="0"/>
              <w:adjustRightInd w:val="0"/>
              <w:ind w:firstLine="720"/>
              <w:rPr>
                <w:rFonts w:eastAsia="Calibri"/>
                <w:sz w:val="20"/>
                <w:szCs w:val="20"/>
              </w:rPr>
            </w:pPr>
            <w:r w:rsidRPr="00247760">
              <w:rPr>
                <w:sz w:val="20"/>
                <w:szCs w:val="20"/>
                <w:lang w:eastAsia="en-US"/>
              </w:rPr>
              <w:t>1.</w:t>
            </w:r>
            <w:r w:rsidR="00332299" w:rsidRPr="00332299">
              <w:rPr>
                <w:rFonts w:eastAsia="Calibri"/>
              </w:rPr>
              <w:t xml:space="preserve"> </w:t>
            </w:r>
            <w:r w:rsidR="00332299" w:rsidRPr="00332299">
              <w:rPr>
                <w:rFonts w:eastAsia="Calibri"/>
                <w:sz w:val="20"/>
                <w:szCs w:val="20"/>
              </w:rPr>
              <w:t>Покупателями государственного и муниципального имущества могут быть любые физические и юридические лица, за исключением:</w:t>
            </w:r>
          </w:p>
          <w:p w:rsidR="00332299" w:rsidRPr="00332299" w:rsidRDefault="00332299" w:rsidP="00332299">
            <w:pPr>
              <w:autoSpaceDE w:val="0"/>
              <w:autoSpaceDN w:val="0"/>
              <w:adjustRightInd w:val="0"/>
              <w:spacing w:after="0"/>
              <w:ind w:firstLine="720"/>
              <w:rPr>
                <w:rFonts w:eastAsia="Calibri"/>
                <w:sz w:val="20"/>
                <w:szCs w:val="20"/>
              </w:rPr>
            </w:pPr>
            <w:bookmarkStart w:id="155" w:name="sub_5012"/>
            <w:r w:rsidRPr="00332299">
              <w:rPr>
                <w:rFonts w:eastAsia="Calibri"/>
                <w:sz w:val="20"/>
                <w:szCs w:val="20"/>
              </w:rPr>
              <w:t>государственных и муниципальных унитарных предприятий, государственных и муниципальных учреждений;</w:t>
            </w:r>
          </w:p>
          <w:p w:rsidR="00332299" w:rsidRPr="00332299" w:rsidRDefault="00332299" w:rsidP="00332299">
            <w:pPr>
              <w:autoSpaceDE w:val="0"/>
              <w:autoSpaceDN w:val="0"/>
              <w:adjustRightInd w:val="0"/>
              <w:spacing w:after="0"/>
              <w:ind w:firstLine="720"/>
              <w:rPr>
                <w:rFonts w:eastAsia="Calibri"/>
                <w:sz w:val="20"/>
                <w:szCs w:val="20"/>
              </w:rPr>
            </w:pPr>
            <w:bookmarkStart w:id="156" w:name="sub_5013"/>
            <w:bookmarkEnd w:id="155"/>
            <w:r w:rsidRPr="00332299">
              <w:rPr>
                <w:rFonts w:eastAsia="Calibri"/>
                <w:sz w:val="20"/>
                <w:szCs w:val="20"/>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w:anchor="sub_25" w:history="1">
              <w:r w:rsidRPr="00332299">
                <w:rPr>
                  <w:rFonts w:eastAsia="Calibri"/>
                  <w:sz w:val="20"/>
                  <w:szCs w:val="20"/>
                </w:rPr>
                <w:t>статьей 25</w:t>
              </w:r>
            </w:hyperlink>
            <w:r w:rsidRPr="00332299">
              <w:rPr>
                <w:rFonts w:eastAsia="Calibri"/>
                <w:sz w:val="20"/>
                <w:szCs w:val="20"/>
              </w:rPr>
              <w:t xml:space="preserve"> Федерального закона «О приватизации государственного и муниципального имущества»;</w:t>
            </w:r>
          </w:p>
          <w:p w:rsidR="00332299" w:rsidRPr="00332299" w:rsidRDefault="00332299" w:rsidP="00332299">
            <w:pPr>
              <w:autoSpaceDE w:val="0"/>
              <w:autoSpaceDN w:val="0"/>
              <w:adjustRightInd w:val="0"/>
              <w:spacing w:after="0"/>
              <w:ind w:firstLine="720"/>
              <w:rPr>
                <w:rFonts w:eastAsia="Calibri"/>
                <w:sz w:val="20"/>
                <w:szCs w:val="20"/>
              </w:rPr>
            </w:pPr>
            <w:bookmarkStart w:id="157" w:name="sub_5014"/>
            <w:bookmarkEnd w:id="156"/>
            <w:r w:rsidRPr="00332299">
              <w:rPr>
                <w:rFonts w:eastAsia="Calibri"/>
                <w:sz w:val="20"/>
                <w:szCs w:val="20"/>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332299" w:rsidRPr="00332299" w:rsidRDefault="00332299" w:rsidP="00332299">
            <w:pPr>
              <w:autoSpaceDE w:val="0"/>
              <w:autoSpaceDN w:val="0"/>
              <w:adjustRightInd w:val="0"/>
              <w:spacing w:after="0"/>
              <w:ind w:firstLine="720"/>
              <w:rPr>
                <w:rFonts w:eastAsia="Calibri"/>
                <w:sz w:val="20"/>
                <w:szCs w:val="20"/>
              </w:rPr>
            </w:pPr>
            <w:bookmarkStart w:id="158" w:name="sub_5015"/>
            <w:bookmarkEnd w:id="157"/>
            <w:r w:rsidRPr="00332299">
              <w:rPr>
                <w:rFonts w:eastAsia="Calibri"/>
                <w:sz w:val="20"/>
                <w:szCs w:val="20"/>
              </w:rPr>
              <w:t>юридических лиц, в отношении которых офшорной компанией или группой лиц, в которую входит офшорная компания, осуществляется контроль.</w:t>
            </w:r>
          </w:p>
          <w:bookmarkEnd w:id="158"/>
          <w:p w:rsidR="00D52709" w:rsidRPr="00247760" w:rsidRDefault="00D52709">
            <w:pPr>
              <w:pStyle w:val="31"/>
              <w:tabs>
                <w:tab w:val="left" w:pos="708"/>
              </w:tabs>
              <w:suppressAutoHyphens/>
              <w:spacing w:line="240" w:lineRule="atLeast"/>
              <w:ind w:left="0" w:firstLine="709"/>
              <w:rPr>
                <w:sz w:val="20"/>
                <w:lang w:eastAsia="en-US"/>
              </w:rPr>
            </w:pPr>
            <w:r w:rsidRPr="00247760">
              <w:rPr>
                <w:iCs/>
                <w:sz w:val="20"/>
                <w:lang w:eastAsia="en-US"/>
              </w:rPr>
              <w:t>2.</w:t>
            </w:r>
            <w:r w:rsidRPr="00247760">
              <w:rPr>
                <w:iCs/>
                <w:color w:val="800080"/>
                <w:sz w:val="20"/>
                <w:lang w:eastAsia="en-US"/>
              </w:rPr>
              <w:t xml:space="preserve"> </w:t>
            </w:r>
            <w:r w:rsidRPr="00247760">
              <w:rPr>
                <w:sz w:val="20"/>
                <w:lang w:eastAsia="en-US"/>
              </w:rPr>
              <w:t>Участники продажи имеют право выступать в отношениях, связанных с покупкой муниципального имущества, лично и через своих представителей. Полномочия представителей участников продажи подтверждаются доверенностью, выданной и оформленной в соответствии с гражданским законодательством, или ее нотариально заверенной копией.</w:t>
            </w:r>
          </w:p>
          <w:p w:rsidR="00D52709" w:rsidRPr="00247760" w:rsidRDefault="00D52709">
            <w:pPr>
              <w:spacing w:line="240" w:lineRule="atLeast"/>
              <w:ind w:firstLine="709"/>
              <w:rPr>
                <w:sz w:val="20"/>
                <w:szCs w:val="20"/>
                <w:lang w:eastAsia="en-US"/>
              </w:rPr>
            </w:pPr>
            <w:r w:rsidRPr="00247760">
              <w:rPr>
                <w:sz w:val="20"/>
                <w:szCs w:val="20"/>
                <w:lang w:eastAsia="en-US"/>
              </w:rPr>
              <w:t>3. Для участия в продаже претендент представляет «Продавцу» (лично или через своего полномочного представителя) в установленный срок заявку по форме, утверждаемой продавцом и иные документы в соответствии с перечнем, опубликованным в информационном сообщении о проведении продажи. Заявка и опись представленных документов составляются в 2 экземплярах, один из которых остается у продавца, другой - у заявителя.</w:t>
            </w:r>
          </w:p>
          <w:p w:rsidR="00D52709" w:rsidRPr="00247760" w:rsidRDefault="00D52709" w:rsidP="00AC6880">
            <w:pPr>
              <w:autoSpaceDE w:val="0"/>
              <w:autoSpaceDN w:val="0"/>
              <w:adjustRightInd w:val="0"/>
              <w:spacing w:after="0" w:line="240" w:lineRule="atLeast"/>
              <w:rPr>
                <w:rStyle w:val="af2"/>
                <w:sz w:val="20"/>
                <w:szCs w:val="20"/>
              </w:rPr>
            </w:pP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66.</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1.8.</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Преференции</w:t>
            </w:r>
          </w:p>
        </w:tc>
        <w:tc>
          <w:tcPr>
            <w:tcW w:w="7185" w:type="dxa"/>
            <w:gridSpan w:val="2"/>
            <w:tcBorders>
              <w:top w:val="single" w:sz="4" w:space="0" w:color="auto"/>
              <w:left w:val="single" w:sz="4" w:space="0" w:color="auto"/>
              <w:bottom w:val="single" w:sz="4" w:space="0" w:color="auto"/>
              <w:right w:val="single" w:sz="4" w:space="0" w:color="auto"/>
            </w:tcBorders>
          </w:tcPr>
          <w:p w:rsidR="00D52709" w:rsidRPr="00247760" w:rsidRDefault="00D52709">
            <w:pPr>
              <w:keepNext/>
              <w:keepLines/>
              <w:widowControl w:val="0"/>
              <w:suppressLineNumbers/>
              <w:suppressAutoHyphens/>
              <w:spacing w:line="240" w:lineRule="atLeast"/>
              <w:ind w:firstLine="709"/>
              <w:rPr>
                <w:sz w:val="20"/>
                <w:szCs w:val="20"/>
                <w:lang w:eastAsia="en-US"/>
              </w:rPr>
            </w:pPr>
            <w:r w:rsidRPr="00247760">
              <w:rPr>
                <w:sz w:val="20"/>
                <w:szCs w:val="20"/>
                <w:lang w:eastAsia="en-US"/>
              </w:rPr>
              <w:t>Преимущества  при  участии в  продаже не предусмотрены.</w:t>
            </w: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77.</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2.2; 2,3.</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Документы, представляемые претендентом для участия в продаже.</w:t>
            </w:r>
          </w:p>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Требования к оформлению заявки на участие в продаже</w:t>
            </w:r>
          </w:p>
        </w:tc>
        <w:tc>
          <w:tcPr>
            <w:tcW w:w="7185" w:type="dxa"/>
            <w:gridSpan w:val="2"/>
            <w:tcBorders>
              <w:top w:val="single" w:sz="4" w:space="0" w:color="auto"/>
              <w:left w:val="single" w:sz="4" w:space="0" w:color="auto"/>
              <w:bottom w:val="single" w:sz="4" w:space="0" w:color="auto"/>
              <w:right w:val="single" w:sz="4" w:space="0" w:color="auto"/>
            </w:tcBorders>
          </w:tcPr>
          <w:p w:rsidR="00D52709" w:rsidRPr="00247760" w:rsidRDefault="00D52709">
            <w:pPr>
              <w:pStyle w:val="af1"/>
              <w:spacing w:line="240" w:lineRule="atLeast"/>
              <w:rPr>
                <w:sz w:val="20"/>
                <w:szCs w:val="20"/>
                <w:lang w:eastAsia="en-US"/>
              </w:rPr>
            </w:pPr>
            <w:r w:rsidRPr="00247760">
              <w:rPr>
                <w:sz w:val="20"/>
                <w:szCs w:val="20"/>
                <w:lang w:eastAsia="en-US"/>
              </w:rPr>
              <w:t xml:space="preserve">  </w:t>
            </w:r>
          </w:p>
          <w:p w:rsidR="00D52709" w:rsidRPr="00247760" w:rsidRDefault="00D52709">
            <w:pPr>
              <w:autoSpaceDE w:val="0"/>
              <w:autoSpaceDN w:val="0"/>
              <w:adjustRightInd w:val="0"/>
              <w:spacing w:after="0" w:line="240" w:lineRule="atLeast"/>
              <w:ind w:firstLine="720"/>
              <w:rPr>
                <w:sz w:val="20"/>
                <w:szCs w:val="20"/>
                <w:lang w:eastAsia="en-US"/>
              </w:rPr>
            </w:pPr>
            <w:bookmarkStart w:id="159" w:name="sub_323"/>
            <w:r w:rsidRPr="00247760">
              <w:rPr>
                <w:sz w:val="20"/>
                <w:szCs w:val="20"/>
                <w:lang w:eastAsia="en-US"/>
              </w:rPr>
              <w:t xml:space="preserve"> Претенденты представляют следующие документы:</w:t>
            </w:r>
            <w:bookmarkEnd w:id="159"/>
          </w:p>
          <w:p w:rsidR="00D52709" w:rsidRPr="00247760" w:rsidRDefault="00D52709">
            <w:pPr>
              <w:autoSpaceDE w:val="0"/>
              <w:autoSpaceDN w:val="0"/>
              <w:adjustRightInd w:val="0"/>
              <w:spacing w:after="0" w:line="240" w:lineRule="atLeast"/>
              <w:ind w:firstLine="709"/>
              <w:rPr>
                <w:sz w:val="20"/>
                <w:szCs w:val="20"/>
                <w:lang w:eastAsia="en-US"/>
              </w:rPr>
            </w:pPr>
            <w:r w:rsidRPr="00247760">
              <w:rPr>
                <w:sz w:val="20"/>
                <w:szCs w:val="20"/>
                <w:lang w:eastAsia="en-US"/>
              </w:rPr>
              <w:t xml:space="preserve"> 1.Заявку, которая должна содержать:</w:t>
            </w:r>
          </w:p>
          <w:p w:rsidR="00D52709" w:rsidRPr="00247760" w:rsidRDefault="00D52709">
            <w:pPr>
              <w:autoSpaceDE w:val="0"/>
              <w:autoSpaceDN w:val="0"/>
              <w:adjustRightInd w:val="0"/>
              <w:spacing w:after="0" w:line="240" w:lineRule="atLeast"/>
              <w:ind w:firstLine="709"/>
              <w:rPr>
                <w:sz w:val="20"/>
                <w:szCs w:val="20"/>
                <w:lang w:eastAsia="en-US"/>
              </w:rPr>
            </w:pPr>
            <w:r w:rsidRPr="00247760">
              <w:rPr>
                <w:sz w:val="20"/>
                <w:szCs w:val="20"/>
                <w:lang w:eastAsia="en-US"/>
              </w:rPr>
              <w:t xml:space="preserve"> фирменное наименование (наименование), сведения об организационно-правовой форме, о месте нахождения( юридический и  почтовый адрес (для юридического лица),</w:t>
            </w:r>
          </w:p>
          <w:p w:rsidR="00D52709" w:rsidRPr="00247760" w:rsidRDefault="00D52709" w:rsidP="00B747A3">
            <w:pPr>
              <w:autoSpaceDE w:val="0"/>
              <w:autoSpaceDN w:val="0"/>
              <w:adjustRightInd w:val="0"/>
              <w:ind w:firstLine="720"/>
              <w:rPr>
                <w:sz w:val="20"/>
                <w:szCs w:val="20"/>
                <w:lang w:eastAsia="en-US"/>
              </w:rPr>
            </w:pPr>
            <w:r w:rsidRPr="00247760">
              <w:rPr>
                <w:sz w:val="20"/>
                <w:szCs w:val="20"/>
                <w:lang w:eastAsia="en-US"/>
              </w:rPr>
              <w:t>Одновременно с заявкой претенденты представляют следующие документы:</w:t>
            </w:r>
          </w:p>
          <w:p w:rsidR="00D52709" w:rsidRPr="00247760" w:rsidRDefault="00D52709" w:rsidP="00B747A3">
            <w:pPr>
              <w:autoSpaceDE w:val="0"/>
              <w:autoSpaceDN w:val="0"/>
              <w:adjustRightInd w:val="0"/>
              <w:ind w:firstLine="720"/>
              <w:rPr>
                <w:b/>
                <w:sz w:val="20"/>
                <w:szCs w:val="20"/>
                <w:lang w:eastAsia="en-US"/>
              </w:rPr>
            </w:pPr>
            <w:r w:rsidRPr="00247760">
              <w:rPr>
                <w:b/>
                <w:sz w:val="20"/>
                <w:szCs w:val="20"/>
                <w:lang w:eastAsia="en-US"/>
              </w:rPr>
              <w:t>юридические лица:</w:t>
            </w:r>
          </w:p>
          <w:p w:rsidR="00332299" w:rsidRPr="00332299" w:rsidRDefault="00332299" w:rsidP="00332299">
            <w:pPr>
              <w:autoSpaceDE w:val="0"/>
              <w:autoSpaceDN w:val="0"/>
              <w:adjustRightInd w:val="0"/>
              <w:spacing w:after="0"/>
              <w:ind w:firstLine="720"/>
              <w:rPr>
                <w:rFonts w:eastAsia="Calibri"/>
                <w:sz w:val="20"/>
                <w:szCs w:val="20"/>
              </w:rPr>
            </w:pPr>
            <w:r w:rsidRPr="00332299">
              <w:rPr>
                <w:rFonts w:eastAsia="Calibri"/>
                <w:sz w:val="20"/>
                <w:szCs w:val="20"/>
              </w:rPr>
              <w:t>- заверенные копии учредительных документов;</w:t>
            </w:r>
          </w:p>
          <w:p w:rsidR="00332299" w:rsidRPr="00332299" w:rsidRDefault="00332299" w:rsidP="00332299">
            <w:pPr>
              <w:autoSpaceDE w:val="0"/>
              <w:autoSpaceDN w:val="0"/>
              <w:adjustRightInd w:val="0"/>
              <w:spacing w:after="0"/>
              <w:ind w:firstLine="720"/>
              <w:rPr>
                <w:rFonts w:eastAsia="Calibri"/>
                <w:sz w:val="20"/>
                <w:szCs w:val="20"/>
              </w:rPr>
            </w:pPr>
            <w:r w:rsidRPr="00332299">
              <w:rPr>
                <w:rFonts w:eastAsia="Calibri"/>
                <w:sz w:val="20"/>
                <w:szCs w:val="20"/>
              </w:rPr>
              <w:lastRenderedPageBreak/>
              <w:t xml:space="preserve"> -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32299" w:rsidRPr="00332299" w:rsidRDefault="00332299" w:rsidP="00332299">
            <w:pPr>
              <w:autoSpaceDE w:val="0"/>
              <w:autoSpaceDN w:val="0"/>
              <w:adjustRightInd w:val="0"/>
              <w:spacing w:after="0"/>
              <w:ind w:firstLine="720"/>
              <w:rPr>
                <w:rFonts w:eastAsia="Calibri"/>
                <w:sz w:val="20"/>
                <w:szCs w:val="20"/>
              </w:rPr>
            </w:pPr>
            <w:r w:rsidRPr="00332299">
              <w:rPr>
                <w:rFonts w:eastAsia="Calibri"/>
                <w:sz w:val="20"/>
                <w:szCs w:val="20"/>
              </w:rPr>
              <w:t xml:space="preserve"> -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32299" w:rsidRPr="00332299" w:rsidRDefault="00332299" w:rsidP="00332299">
            <w:pPr>
              <w:autoSpaceDE w:val="0"/>
              <w:autoSpaceDN w:val="0"/>
              <w:adjustRightInd w:val="0"/>
              <w:spacing w:after="0"/>
              <w:ind w:firstLine="720"/>
              <w:rPr>
                <w:rFonts w:eastAsia="Calibri"/>
                <w:sz w:val="20"/>
                <w:szCs w:val="20"/>
              </w:rPr>
            </w:pPr>
            <w:r w:rsidRPr="00332299">
              <w:rPr>
                <w:rFonts w:eastAsia="Calibri"/>
                <w:b/>
                <w:sz w:val="20"/>
                <w:szCs w:val="20"/>
              </w:rPr>
              <w:t xml:space="preserve"> - физические лица</w:t>
            </w:r>
            <w:r w:rsidRPr="00332299">
              <w:rPr>
                <w:rFonts w:eastAsia="Calibri"/>
                <w:sz w:val="20"/>
                <w:szCs w:val="20"/>
              </w:rPr>
              <w:t xml:space="preserve"> предъявляют документ, удостоверяющий личность, или представляют копии всех его листов.</w:t>
            </w:r>
          </w:p>
          <w:p w:rsidR="00332299" w:rsidRPr="00332299" w:rsidRDefault="00332299" w:rsidP="00332299">
            <w:pPr>
              <w:autoSpaceDE w:val="0"/>
              <w:autoSpaceDN w:val="0"/>
              <w:adjustRightInd w:val="0"/>
              <w:spacing w:after="0"/>
              <w:ind w:firstLine="720"/>
              <w:rPr>
                <w:rFonts w:eastAsia="Calibri"/>
                <w:sz w:val="20"/>
                <w:szCs w:val="20"/>
              </w:rPr>
            </w:pPr>
            <w:r w:rsidRPr="00332299">
              <w:rPr>
                <w:rFonts w:eastAsia="Calibri"/>
                <w:sz w:val="20"/>
                <w:szCs w:val="20"/>
              </w:rPr>
              <w:t xml:space="preserve"> -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32299" w:rsidRPr="00332299" w:rsidRDefault="00332299" w:rsidP="00332299">
            <w:pPr>
              <w:tabs>
                <w:tab w:val="left" w:pos="720"/>
                <w:tab w:val="left" w:pos="2160"/>
              </w:tabs>
              <w:spacing w:after="120"/>
              <w:rPr>
                <w:sz w:val="20"/>
                <w:szCs w:val="20"/>
              </w:rPr>
            </w:pPr>
            <w:r w:rsidRPr="00332299">
              <w:rPr>
                <w:sz w:val="20"/>
                <w:szCs w:val="20"/>
              </w:rPr>
              <w:tab/>
              <w:t>- Платежный документ, с отметкой банка, подтверждающий внесение задатка, для участия в продаже посредством публичного предложения.</w:t>
            </w:r>
          </w:p>
          <w:p w:rsidR="00332299" w:rsidRPr="00332299" w:rsidRDefault="00332299" w:rsidP="00332299">
            <w:pPr>
              <w:autoSpaceDE w:val="0"/>
              <w:autoSpaceDN w:val="0"/>
              <w:adjustRightInd w:val="0"/>
              <w:spacing w:after="0"/>
              <w:ind w:firstLine="720"/>
              <w:rPr>
                <w:rFonts w:eastAsia="Calibri"/>
                <w:sz w:val="20"/>
                <w:szCs w:val="20"/>
              </w:rPr>
            </w:pPr>
            <w:r w:rsidRPr="00332299">
              <w:rPr>
                <w:rFonts w:eastAsia="Calibri"/>
                <w:sz w:val="20"/>
                <w:szCs w:val="20"/>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332299" w:rsidRPr="00332299" w:rsidRDefault="00332299" w:rsidP="00332299">
            <w:pPr>
              <w:autoSpaceDE w:val="0"/>
              <w:autoSpaceDN w:val="0"/>
              <w:adjustRightInd w:val="0"/>
              <w:spacing w:after="0"/>
              <w:ind w:firstLine="720"/>
              <w:rPr>
                <w:rFonts w:eastAsia="Calibri"/>
                <w:sz w:val="20"/>
                <w:szCs w:val="20"/>
              </w:rPr>
            </w:pPr>
            <w:r w:rsidRPr="00332299">
              <w:rPr>
                <w:rFonts w:eastAsia="Calibri"/>
                <w:sz w:val="20"/>
                <w:szCs w:val="20"/>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332299" w:rsidRPr="00332299" w:rsidRDefault="00332299" w:rsidP="00332299">
            <w:pPr>
              <w:autoSpaceDE w:val="0"/>
              <w:autoSpaceDN w:val="0"/>
              <w:adjustRightInd w:val="0"/>
              <w:spacing w:after="0"/>
              <w:ind w:firstLine="720"/>
              <w:rPr>
                <w:rFonts w:eastAsia="Calibri"/>
                <w:sz w:val="20"/>
                <w:szCs w:val="20"/>
              </w:rPr>
            </w:pPr>
            <w:r w:rsidRPr="00332299">
              <w:rPr>
                <w:rFonts w:eastAsia="Calibri"/>
                <w:sz w:val="20"/>
                <w:szCs w:val="20"/>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32299" w:rsidRPr="00332299" w:rsidRDefault="00332299" w:rsidP="00332299">
            <w:pPr>
              <w:autoSpaceDE w:val="0"/>
              <w:autoSpaceDN w:val="0"/>
              <w:adjustRightInd w:val="0"/>
              <w:spacing w:after="0"/>
              <w:ind w:firstLine="720"/>
              <w:rPr>
                <w:sz w:val="20"/>
                <w:szCs w:val="20"/>
                <w:lang w:eastAsia="en-US"/>
              </w:rPr>
            </w:pPr>
            <w:r w:rsidRPr="00332299">
              <w:rPr>
                <w:sz w:val="20"/>
                <w:szCs w:val="20"/>
                <w:lang w:eastAsia="en-US"/>
              </w:rPr>
              <w:t>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D52709" w:rsidRPr="00247760" w:rsidRDefault="00D52709" w:rsidP="00332299">
            <w:pPr>
              <w:spacing w:line="240" w:lineRule="atLeast"/>
              <w:ind w:firstLine="709"/>
              <w:rPr>
                <w:sz w:val="20"/>
                <w:szCs w:val="20"/>
                <w:lang w:eastAsia="en-US"/>
              </w:rPr>
            </w:pP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lastRenderedPageBreak/>
              <w:t>8</w:t>
            </w:r>
          </w:p>
          <w:p w:rsidR="00D52709" w:rsidRPr="00D57CDC" w:rsidRDefault="00D52709" w:rsidP="00D57CDC">
            <w:pPr>
              <w:rPr>
                <w:sz w:val="20"/>
                <w:szCs w:val="20"/>
                <w:lang w:eastAsia="en-US"/>
              </w:rPr>
            </w:pPr>
            <w:r>
              <w:rPr>
                <w:sz w:val="20"/>
                <w:szCs w:val="20"/>
                <w:lang w:eastAsia="en-US"/>
              </w:rPr>
              <w:t>8.</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2.5.1.</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Срок и порядок внесения задатка. Реквизиты для внесения задатка.</w:t>
            </w:r>
          </w:p>
        </w:tc>
        <w:tc>
          <w:tcPr>
            <w:tcW w:w="7185" w:type="dxa"/>
            <w:gridSpan w:val="2"/>
            <w:tcBorders>
              <w:top w:val="single" w:sz="4" w:space="0" w:color="auto"/>
              <w:left w:val="single" w:sz="4" w:space="0" w:color="auto"/>
              <w:bottom w:val="single" w:sz="4" w:space="0" w:color="auto"/>
              <w:right w:val="single" w:sz="4" w:space="0" w:color="auto"/>
            </w:tcBorders>
          </w:tcPr>
          <w:p w:rsidR="00D52709" w:rsidRPr="00247760" w:rsidRDefault="00D52709">
            <w:pPr>
              <w:pStyle w:val="2"/>
              <w:spacing w:line="240" w:lineRule="atLeast"/>
              <w:ind w:firstLine="709"/>
              <w:jc w:val="both"/>
              <w:rPr>
                <w:b w:val="0"/>
                <w:sz w:val="20"/>
                <w:lang w:eastAsia="en-US"/>
              </w:rPr>
            </w:pPr>
            <w:r w:rsidRPr="00247760">
              <w:rPr>
                <w:b w:val="0"/>
                <w:color w:val="FF0000"/>
                <w:sz w:val="20"/>
                <w:lang w:eastAsia="en-US"/>
              </w:rPr>
              <w:t xml:space="preserve">             </w:t>
            </w:r>
            <w:r w:rsidRPr="00247760">
              <w:rPr>
                <w:b w:val="0"/>
                <w:sz w:val="20"/>
                <w:lang w:eastAsia="en-US"/>
              </w:rPr>
              <w:t>Задаток в размере, указанном в п.4 Информационной карты продажи   до окончания срока подачи заявок вносится  через отделения банков на следующие реквизиты:</w:t>
            </w:r>
          </w:p>
          <w:p w:rsidR="00D52709" w:rsidRPr="00247760" w:rsidRDefault="00D52709" w:rsidP="00395928">
            <w:pPr>
              <w:pStyle w:val="2"/>
              <w:tabs>
                <w:tab w:val="left" w:pos="720"/>
              </w:tabs>
              <w:jc w:val="both"/>
              <w:rPr>
                <w:color w:val="FF0000"/>
                <w:sz w:val="20"/>
              </w:rPr>
            </w:pPr>
            <w:r w:rsidRPr="00247760">
              <w:rPr>
                <w:b w:val="0"/>
                <w:color w:val="FF0000"/>
                <w:sz w:val="20"/>
                <w:lang w:eastAsia="en-US"/>
              </w:rPr>
              <w:t xml:space="preserve">            </w:t>
            </w:r>
            <w:r w:rsidRPr="00247760">
              <w:rPr>
                <w:b w:val="0"/>
                <w:sz w:val="20"/>
              </w:rPr>
              <w:t>Задаток вносится до даты окончания подачи заявок на  расчётный счёт:</w:t>
            </w:r>
            <w:r w:rsidRPr="00247760">
              <w:rPr>
                <w:color w:val="FF0000"/>
                <w:sz w:val="20"/>
              </w:rPr>
              <w:t xml:space="preserve"> </w:t>
            </w:r>
          </w:p>
          <w:p w:rsidR="00D52709" w:rsidRPr="00247760" w:rsidRDefault="00D52709" w:rsidP="00D46A9E">
            <w:pPr>
              <w:pStyle w:val="2"/>
              <w:tabs>
                <w:tab w:val="left" w:pos="720"/>
              </w:tabs>
              <w:jc w:val="both"/>
              <w:rPr>
                <w:rFonts w:eastAsia="MS Mincho"/>
                <w:b w:val="0"/>
                <w:bCs/>
                <w:color w:val="FF0000"/>
                <w:sz w:val="20"/>
              </w:rPr>
            </w:pPr>
            <w:r w:rsidRPr="00247760">
              <w:rPr>
                <w:color w:val="FF0000"/>
                <w:sz w:val="20"/>
              </w:rPr>
              <w:t xml:space="preserve">  </w:t>
            </w:r>
            <w:r w:rsidRPr="00247760">
              <w:rPr>
                <w:b w:val="0"/>
                <w:color w:val="FF0000"/>
                <w:sz w:val="20"/>
              </w:rPr>
              <w:t xml:space="preserve">Получатель: УФК по Новосибирской области  (администрация Искитимского района     Новосибирской области, л/с 05513003470) Сибирское ГУ Банка России г.Новосибирск ,р/с 40302810100043000033   БИК 045004001, ОКТМО 50615000,  КБК </w:t>
            </w:r>
            <w:r w:rsidRPr="00247760">
              <w:rPr>
                <w:b w:val="0"/>
                <w:bCs/>
                <w:color w:val="FF0000"/>
                <w:sz w:val="20"/>
              </w:rPr>
              <w:t>70011402053050000410</w:t>
            </w:r>
            <w:r w:rsidRPr="00247760">
              <w:rPr>
                <w:rFonts w:eastAsia="MS Mincho"/>
                <w:b w:val="0"/>
                <w:bCs/>
                <w:color w:val="FF0000"/>
                <w:sz w:val="20"/>
              </w:rPr>
              <w:t xml:space="preserve"> (сумма задатка  для участия в   аукционе)</w:t>
            </w:r>
          </w:p>
          <w:p w:rsidR="00D52709" w:rsidRPr="00247760" w:rsidRDefault="00D52709" w:rsidP="00395928">
            <w:pPr>
              <w:rPr>
                <w:rFonts w:eastAsia="MS Mincho"/>
                <w:sz w:val="20"/>
                <w:szCs w:val="20"/>
              </w:rPr>
            </w:pPr>
            <w:r w:rsidRPr="00247760">
              <w:rPr>
                <w:rFonts w:eastAsia="MS Mincho"/>
                <w:sz w:val="20"/>
                <w:szCs w:val="20"/>
              </w:rPr>
              <w:t>Документом, подтверждающим поступление задатка на счет, является выписка с этого счета.</w:t>
            </w:r>
          </w:p>
          <w:p w:rsidR="00D52709" w:rsidRPr="00247760" w:rsidRDefault="00D52709" w:rsidP="00395928">
            <w:pPr>
              <w:pStyle w:val="2"/>
              <w:tabs>
                <w:tab w:val="left" w:pos="720"/>
              </w:tabs>
              <w:spacing w:line="240" w:lineRule="atLeast"/>
              <w:ind w:firstLine="709"/>
              <w:jc w:val="both"/>
              <w:rPr>
                <w:sz w:val="20"/>
                <w:lang w:eastAsia="en-US"/>
              </w:rPr>
            </w:pP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99.</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2.4.</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Требования к сроку действия заявки на участие в продаже</w:t>
            </w:r>
          </w:p>
        </w:tc>
        <w:tc>
          <w:tcPr>
            <w:tcW w:w="7185" w:type="dxa"/>
            <w:gridSpan w:val="2"/>
            <w:tcBorders>
              <w:top w:val="single" w:sz="4" w:space="0" w:color="auto"/>
              <w:left w:val="single" w:sz="4" w:space="0" w:color="auto"/>
              <w:bottom w:val="single" w:sz="4" w:space="0" w:color="auto"/>
              <w:right w:val="single" w:sz="4" w:space="0" w:color="auto"/>
            </w:tcBorders>
          </w:tcPr>
          <w:p w:rsidR="00D52709" w:rsidRPr="00005880" w:rsidRDefault="00D52709">
            <w:pPr>
              <w:pStyle w:val="31"/>
              <w:tabs>
                <w:tab w:val="left" w:pos="708"/>
              </w:tabs>
              <w:suppressAutoHyphens/>
              <w:spacing w:line="240" w:lineRule="atLeast"/>
              <w:ind w:left="0" w:firstLine="709"/>
              <w:rPr>
                <w:sz w:val="20"/>
                <w:szCs w:val="28"/>
                <w:lang w:eastAsia="en-US"/>
              </w:rPr>
            </w:pPr>
            <w:r w:rsidRPr="00005880">
              <w:rPr>
                <w:sz w:val="20"/>
                <w:szCs w:val="28"/>
                <w:lang w:eastAsia="en-US"/>
              </w:rPr>
              <w:t>Заявка действительна до срока рассмотрения заявок на участие в продаже или до момента ее отзыва заявителем.</w:t>
            </w: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110.</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2.7.</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pStyle w:val="2"/>
              <w:spacing w:line="240" w:lineRule="atLeast"/>
              <w:jc w:val="left"/>
              <w:rPr>
                <w:b w:val="0"/>
                <w:sz w:val="20"/>
                <w:lang w:eastAsia="en-US"/>
              </w:rPr>
            </w:pPr>
            <w:r>
              <w:rPr>
                <w:b w:val="0"/>
                <w:sz w:val="20"/>
                <w:lang w:eastAsia="en-US"/>
              </w:rPr>
              <w:t>Требования к предложениям о цене договора</w:t>
            </w:r>
          </w:p>
          <w:p w:rsidR="00D52709" w:rsidRDefault="00D52709">
            <w:pPr>
              <w:keepNext/>
              <w:keepLines/>
              <w:widowControl w:val="0"/>
              <w:suppressLineNumbers/>
              <w:suppressAutoHyphens/>
              <w:spacing w:line="240" w:lineRule="atLeast"/>
              <w:ind w:firstLine="709"/>
              <w:jc w:val="left"/>
              <w:rPr>
                <w:sz w:val="20"/>
                <w:szCs w:val="20"/>
                <w:lang w:eastAsia="en-US"/>
              </w:rPr>
            </w:pPr>
          </w:p>
        </w:tc>
        <w:tc>
          <w:tcPr>
            <w:tcW w:w="7185" w:type="dxa"/>
            <w:gridSpan w:val="2"/>
            <w:tcBorders>
              <w:top w:val="single" w:sz="4" w:space="0" w:color="auto"/>
              <w:left w:val="single" w:sz="4" w:space="0" w:color="auto"/>
              <w:bottom w:val="single" w:sz="4" w:space="0" w:color="auto"/>
              <w:right w:val="single" w:sz="4" w:space="0" w:color="auto"/>
            </w:tcBorders>
          </w:tcPr>
          <w:p w:rsidR="00D52709" w:rsidRPr="00395928" w:rsidRDefault="00D52709" w:rsidP="00C3340F">
            <w:pPr>
              <w:keepNext/>
              <w:keepLines/>
              <w:widowControl w:val="0"/>
              <w:suppressLineNumbers/>
              <w:suppressAutoHyphens/>
              <w:spacing w:line="240" w:lineRule="atLeast"/>
              <w:ind w:firstLine="709"/>
              <w:rPr>
                <w:sz w:val="20"/>
                <w:szCs w:val="20"/>
                <w:lang w:eastAsia="en-US"/>
              </w:rPr>
            </w:pPr>
            <w:r w:rsidRPr="00395928">
              <w:rPr>
                <w:sz w:val="20"/>
                <w:szCs w:val="20"/>
                <w:lang w:eastAsia="en-US"/>
              </w:rPr>
              <w:t xml:space="preserve">Предложение цены не может быть ниже </w:t>
            </w:r>
            <w:r w:rsidRPr="00395928">
              <w:rPr>
                <w:sz w:val="20"/>
                <w:szCs w:val="20"/>
              </w:rPr>
              <w:t>минимальной цены предложения, по которой может быть продано муниципальное имущество</w:t>
            </w:r>
            <w:r w:rsidR="00C3340F">
              <w:rPr>
                <w:sz w:val="20"/>
                <w:szCs w:val="20"/>
              </w:rPr>
              <w:t xml:space="preserve"> - </w:t>
            </w:r>
            <w:r>
              <w:rPr>
                <w:sz w:val="20"/>
                <w:szCs w:val="20"/>
              </w:rPr>
              <w:t xml:space="preserve"> </w:t>
            </w:r>
            <w:r w:rsidRPr="00395928">
              <w:rPr>
                <w:sz w:val="20"/>
                <w:szCs w:val="20"/>
              </w:rPr>
              <w:t>«Цены отсечения»</w:t>
            </w:r>
            <w:r w:rsidRPr="00395928">
              <w:rPr>
                <w:sz w:val="20"/>
                <w:szCs w:val="20"/>
                <w:lang w:eastAsia="en-US"/>
              </w:rPr>
              <w:t>. Предложение цены выражается в виде поднятия карточки при предложении цены аукционистом</w:t>
            </w: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111.</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2.8.</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Срок, место, дата начала и окончания срока подачи заявок на участие в продаже</w:t>
            </w:r>
          </w:p>
        </w:tc>
        <w:tc>
          <w:tcPr>
            <w:tcW w:w="7185" w:type="dxa"/>
            <w:gridSpan w:val="2"/>
            <w:tcBorders>
              <w:top w:val="single" w:sz="4" w:space="0" w:color="auto"/>
              <w:left w:val="single" w:sz="4" w:space="0" w:color="auto"/>
              <w:bottom w:val="single" w:sz="4" w:space="0" w:color="auto"/>
              <w:right w:val="single" w:sz="4" w:space="0" w:color="auto"/>
            </w:tcBorders>
          </w:tcPr>
          <w:p w:rsidR="00D52709" w:rsidRDefault="00D52709" w:rsidP="00B76A37">
            <w:pPr>
              <w:keepNext/>
              <w:keepLines/>
              <w:widowControl w:val="0"/>
              <w:suppressLineNumbers/>
              <w:suppressAutoHyphens/>
              <w:spacing w:line="240" w:lineRule="atLeast"/>
              <w:ind w:firstLine="709"/>
              <w:rPr>
                <w:sz w:val="20"/>
                <w:szCs w:val="20"/>
                <w:lang w:eastAsia="en-US"/>
              </w:rPr>
            </w:pPr>
            <w:r>
              <w:rPr>
                <w:sz w:val="20"/>
                <w:lang w:eastAsia="en-US"/>
              </w:rPr>
              <w:t>Заявки на участие в продаже принимаются</w:t>
            </w:r>
            <w:r>
              <w:rPr>
                <w:color w:val="FF0000"/>
                <w:sz w:val="20"/>
                <w:lang w:eastAsia="en-US"/>
              </w:rPr>
              <w:t xml:space="preserve"> с </w:t>
            </w:r>
            <w:r w:rsidR="00B76A37">
              <w:rPr>
                <w:color w:val="FF0000"/>
                <w:sz w:val="20"/>
                <w:szCs w:val="20"/>
              </w:rPr>
              <w:t>18.04</w:t>
            </w:r>
            <w:r w:rsidR="004A1811" w:rsidRPr="004A1811">
              <w:rPr>
                <w:color w:val="FF0000"/>
                <w:sz w:val="20"/>
                <w:szCs w:val="20"/>
              </w:rPr>
              <w:t>.2018</w:t>
            </w:r>
            <w:r w:rsidR="004A1811" w:rsidRPr="004A1811">
              <w:rPr>
                <w:color w:val="C00000"/>
                <w:sz w:val="20"/>
                <w:szCs w:val="20"/>
              </w:rPr>
              <w:t xml:space="preserve">  по </w:t>
            </w:r>
            <w:r w:rsidR="00B76A37">
              <w:rPr>
                <w:color w:val="C00000"/>
                <w:sz w:val="20"/>
                <w:szCs w:val="20"/>
              </w:rPr>
              <w:t>14.05</w:t>
            </w:r>
            <w:r w:rsidR="004A1811" w:rsidRPr="004A1811">
              <w:rPr>
                <w:color w:val="C00000"/>
                <w:sz w:val="20"/>
                <w:szCs w:val="20"/>
              </w:rPr>
              <w:t>.2018</w:t>
            </w:r>
            <w:r w:rsidR="004A1811" w:rsidRPr="003520AA">
              <w:rPr>
                <w:color w:val="C00000"/>
              </w:rPr>
              <w:t xml:space="preserve"> </w:t>
            </w:r>
            <w:r>
              <w:rPr>
                <w:color w:val="C00000"/>
                <w:sz w:val="20"/>
                <w:szCs w:val="20"/>
              </w:rPr>
              <w:t>(включительно)</w:t>
            </w:r>
            <w:r w:rsidRPr="00E00791">
              <w:rPr>
                <w:color w:val="C00000"/>
                <w:sz w:val="20"/>
                <w:szCs w:val="20"/>
              </w:rPr>
              <w:t xml:space="preserve">  </w:t>
            </w:r>
            <w:r w:rsidRPr="00E00791">
              <w:rPr>
                <w:sz w:val="20"/>
                <w:szCs w:val="20"/>
              </w:rPr>
              <w:t xml:space="preserve">по рабочим дням   с 8-00 до 17-00 , пятница с 8-00 до 16-00 (перерыв с 13-00 до 14-00) по адресу ул. Пушкина,39, каб.213  г. Искитим,  Новосибирская область. Дата окончания приема заявок </w:t>
            </w:r>
            <w:r w:rsidR="00B76A37">
              <w:rPr>
                <w:color w:val="FF0000"/>
                <w:sz w:val="20"/>
                <w:szCs w:val="20"/>
              </w:rPr>
              <w:t>14.05</w:t>
            </w:r>
            <w:r w:rsidR="004A1811" w:rsidRPr="004A1811">
              <w:rPr>
                <w:color w:val="FF0000"/>
                <w:sz w:val="20"/>
                <w:szCs w:val="20"/>
              </w:rPr>
              <w:t>.2018 в 17-00</w:t>
            </w:r>
            <w:r w:rsidRPr="004A1811">
              <w:rPr>
                <w:color w:val="FF0000"/>
                <w:sz w:val="20"/>
                <w:szCs w:val="20"/>
              </w:rPr>
              <w:t>.</w:t>
            </w: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112.</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2.9.</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 xml:space="preserve">Представление заявки на участие в продаже. </w:t>
            </w:r>
          </w:p>
        </w:tc>
        <w:tc>
          <w:tcPr>
            <w:tcW w:w="7185" w:type="dxa"/>
            <w:gridSpan w:val="2"/>
            <w:tcBorders>
              <w:top w:val="single" w:sz="4" w:space="0" w:color="auto"/>
              <w:left w:val="single" w:sz="4" w:space="0" w:color="auto"/>
              <w:bottom w:val="single" w:sz="4" w:space="0" w:color="auto"/>
              <w:right w:val="single" w:sz="4" w:space="0" w:color="auto"/>
            </w:tcBorders>
          </w:tcPr>
          <w:p w:rsidR="00D52709" w:rsidRDefault="00D52709" w:rsidP="006E52D1">
            <w:pPr>
              <w:keepNext/>
              <w:keepLines/>
              <w:widowControl w:val="0"/>
              <w:suppressLineNumbers/>
              <w:suppressAutoHyphens/>
              <w:spacing w:line="240" w:lineRule="atLeast"/>
              <w:ind w:firstLine="709"/>
              <w:rPr>
                <w:sz w:val="20"/>
                <w:szCs w:val="20"/>
                <w:lang w:eastAsia="en-US"/>
              </w:rPr>
            </w:pPr>
            <w:r>
              <w:rPr>
                <w:sz w:val="20"/>
                <w:szCs w:val="20"/>
                <w:lang w:eastAsia="en-US"/>
              </w:rPr>
              <w:t xml:space="preserve">Заявка на участие в продаже </w:t>
            </w:r>
            <w:r w:rsidR="006E52D1">
              <w:rPr>
                <w:sz w:val="20"/>
                <w:szCs w:val="20"/>
                <w:lang w:eastAsia="en-US"/>
              </w:rPr>
              <w:t>подается в письменной форме.</w:t>
            </w:r>
          </w:p>
        </w:tc>
      </w:tr>
      <w:tr w:rsidR="00D52709" w:rsidTr="009C588F">
        <w:trPr>
          <w:trHeight w:val="1626"/>
        </w:trPr>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113.</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w:t>
            </w:r>
          </w:p>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 xml:space="preserve"> 2.10.-2.11.</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Место, день и время рассмотрения заявок. Допуск к участию в продаже.</w:t>
            </w:r>
          </w:p>
        </w:tc>
        <w:tc>
          <w:tcPr>
            <w:tcW w:w="7185" w:type="dxa"/>
            <w:gridSpan w:val="2"/>
            <w:tcBorders>
              <w:top w:val="single" w:sz="4" w:space="0" w:color="auto"/>
              <w:left w:val="single" w:sz="4" w:space="0" w:color="auto"/>
              <w:bottom w:val="single" w:sz="4" w:space="0" w:color="auto"/>
              <w:right w:val="single" w:sz="4" w:space="0" w:color="auto"/>
            </w:tcBorders>
          </w:tcPr>
          <w:p w:rsidR="00D52709" w:rsidRPr="006E2317" w:rsidRDefault="00B76A37" w:rsidP="006E2317">
            <w:pPr>
              <w:rPr>
                <w:sz w:val="20"/>
                <w:szCs w:val="20"/>
                <w:lang w:eastAsia="en-US"/>
              </w:rPr>
            </w:pPr>
            <w:r>
              <w:rPr>
                <w:color w:val="FF0000"/>
                <w:sz w:val="20"/>
              </w:rPr>
              <w:t>17.05</w:t>
            </w:r>
            <w:r w:rsidR="004A1811">
              <w:rPr>
                <w:color w:val="FF0000"/>
                <w:sz w:val="20"/>
              </w:rPr>
              <w:t>.2018</w:t>
            </w:r>
            <w:r w:rsidR="00D52709" w:rsidRPr="004A1811">
              <w:rPr>
                <w:color w:val="FF0000"/>
                <w:sz w:val="20"/>
              </w:rPr>
              <w:t xml:space="preserve"> в 11-00</w:t>
            </w:r>
            <w:r w:rsidR="00D52709">
              <w:rPr>
                <w:color w:val="C00000"/>
                <w:szCs w:val="28"/>
              </w:rPr>
              <w:t xml:space="preserve"> </w:t>
            </w:r>
            <w:r w:rsidR="00D52709">
              <w:rPr>
                <w:color w:val="FF0000"/>
                <w:sz w:val="20"/>
                <w:lang w:eastAsia="en-US"/>
              </w:rPr>
              <w:t xml:space="preserve"> </w:t>
            </w:r>
            <w:r w:rsidR="00D52709">
              <w:rPr>
                <w:b/>
                <w:color w:val="FF0000"/>
                <w:sz w:val="20"/>
                <w:lang w:eastAsia="en-US"/>
              </w:rPr>
              <w:t xml:space="preserve"> </w:t>
            </w:r>
            <w:r w:rsidR="00D52709" w:rsidRPr="009C588F">
              <w:rPr>
                <w:color w:val="FF0000"/>
                <w:sz w:val="20"/>
                <w:lang w:eastAsia="en-US"/>
              </w:rPr>
              <w:t>(местное время)</w:t>
            </w:r>
            <w:r w:rsidR="00D52709">
              <w:rPr>
                <w:b/>
                <w:color w:val="FF0000"/>
                <w:sz w:val="20"/>
                <w:lang w:eastAsia="en-US"/>
              </w:rPr>
              <w:t xml:space="preserve"> </w:t>
            </w:r>
            <w:r w:rsidR="00D52709">
              <w:rPr>
                <w:sz w:val="20"/>
                <w:lang w:eastAsia="en-US"/>
              </w:rPr>
              <w:t xml:space="preserve">единой комиссией рассматриваются заявки претендентов и составляется протокол </w:t>
            </w:r>
            <w:r w:rsidR="00D52709" w:rsidRPr="006E2317">
              <w:rPr>
                <w:sz w:val="20"/>
                <w:szCs w:val="20"/>
                <w:lang w:eastAsia="en-US"/>
              </w:rPr>
              <w:t>о признании претендентов участниками продажи имущества</w:t>
            </w:r>
            <w:r w:rsidR="00D52709">
              <w:rPr>
                <w:sz w:val="20"/>
                <w:lang w:eastAsia="en-US"/>
              </w:rPr>
              <w:t>. Рассмотрение заявок проводится по адресу: НСО, г. Искитим, ул. Пушкина, 39, каб. № 213 .</w:t>
            </w:r>
            <w:r w:rsidR="00D52709">
              <w:rPr>
                <w:rFonts w:cs="Arial"/>
                <w:sz w:val="20"/>
                <w:lang w:eastAsia="en-US"/>
              </w:rPr>
              <w:t xml:space="preserve">  В продаже могут участвовать только лица, признанные участниками продажи, сведения о которых указаны  в протоколе </w:t>
            </w:r>
            <w:r w:rsidR="00D52709" w:rsidRPr="006E2317">
              <w:rPr>
                <w:sz w:val="20"/>
                <w:szCs w:val="20"/>
                <w:lang w:eastAsia="en-US"/>
              </w:rPr>
              <w:t>о признании претендентов участниками продажи имущества</w:t>
            </w:r>
            <w:r w:rsidR="00D52709">
              <w:rPr>
                <w:sz w:val="20"/>
                <w:szCs w:val="20"/>
                <w:lang w:eastAsia="en-US"/>
              </w:rPr>
              <w:t>.</w:t>
            </w:r>
          </w:p>
          <w:p w:rsidR="00D52709" w:rsidRPr="006E2317" w:rsidRDefault="00D52709" w:rsidP="006E2317">
            <w:pPr>
              <w:rPr>
                <w:sz w:val="20"/>
                <w:szCs w:val="20"/>
                <w:lang w:eastAsia="en-US"/>
              </w:rPr>
            </w:pP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114.</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2.12.</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Порядок проведения продажи</w:t>
            </w:r>
          </w:p>
        </w:tc>
        <w:tc>
          <w:tcPr>
            <w:tcW w:w="7185" w:type="dxa"/>
            <w:gridSpan w:val="2"/>
            <w:tcBorders>
              <w:top w:val="single" w:sz="4" w:space="0" w:color="auto"/>
              <w:left w:val="single" w:sz="4" w:space="0" w:color="auto"/>
              <w:bottom w:val="single" w:sz="4" w:space="0" w:color="auto"/>
              <w:right w:val="single" w:sz="4" w:space="0" w:color="auto"/>
            </w:tcBorders>
          </w:tcPr>
          <w:p w:rsidR="00D52709" w:rsidRPr="00087ECC" w:rsidRDefault="00D52709" w:rsidP="00731600">
            <w:pPr>
              <w:autoSpaceDE w:val="0"/>
              <w:autoSpaceDN w:val="0"/>
              <w:adjustRightInd w:val="0"/>
              <w:spacing w:after="0"/>
              <w:ind w:firstLine="720"/>
              <w:rPr>
                <w:sz w:val="20"/>
                <w:szCs w:val="20"/>
                <w:lang w:eastAsia="en-US"/>
              </w:rPr>
            </w:pPr>
            <w:r w:rsidRPr="00087ECC">
              <w:rPr>
                <w:sz w:val="20"/>
                <w:szCs w:val="20"/>
                <w:lang w:eastAsia="en-US"/>
              </w:rPr>
              <w:t>Предложения о приобретении имущества заявляются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D52709" w:rsidRPr="00731600" w:rsidRDefault="00D52709" w:rsidP="00731600">
            <w:pPr>
              <w:autoSpaceDE w:val="0"/>
              <w:autoSpaceDN w:val="0"/>
              <w:adjustRightInd w:val="0"/>
              <w:spacing w:after="0"/>
              <w:ind w:firstLine="720"/>
              <w:rPr>
                <w:sz w:val="20"/>
                <w:szCs w:val="20"/>
                <w:lang w:eastAsia="en-US"/>
              </w:rPr>
            </w:pPr>
            <w:bookmarkStart w:id="160" w:name="sub_1178"/>
            <w:r w:rsidRPr="00087ECC">
              <w:rPr>
                <w:sz w:val="20"/>
                <w:szCs w:val="20"/>
                <w:lang w:eastAsia="en-US"/>
              </w:rPr>
              <w:t>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w:t>
            </w:r>
            <w:r w:rsidRPr="00731600">
              <w:rPr>
                <w:sz w:val="20"/>
                <w:szCs w:val="20"/>
                <w:lang w:eastAsia="en-US"/>
              </w:rPr>
              <w:t xml:space="preserve"> на этого участника и оглашает цену продажи имущества;</w:t>
            </w:r>
          </w:p>
          <w:p w:rsidR="00D52709" w:rsidRPr="00731600" w:rsidRDefault="00D52709" w:rsidP="00731600">
            <w:pPr>
              <w:autoSpaceDE w:val="0"/>
              <w:autoSpaceDN w:val="0"/>
              <w:adjustRightInd w:val="0"/>
              <w:spacing w:after="0"/>
              <w:ind w:firstLine="720"/>
              <w:rPr>
                <w:sz w:val="20"/>
                <w:szCs w:val="20"/>
                <w:lang w:eastAsia="en-US"/>
              </w:rPr>
            </w:pPr>
            <w:bookmarkStart w:id="161" w:name="sub_1179"/>
            <w:bookmarkEnd w:id="160"/>
            <w:r>
              <w:rPr>
                <w:sz w:val="20"/>
                <w:szCs w:val="20"/>
                <w:lang w:eastAsia="en-US"/>
              </w:rPr>
              <w:t>В</w:t>
            </w:r>
            <w:r w:rsidRPr="00731600">
              <w:rPr>
                <w:sz w:val="20"/>
                <w:szCs w:val="20"/>
                <w:lang w:eastAsia="en-US"/>
              </w:rPr>
              <w:t xml:space="preserve"> случае,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w:t>
            </w:r>
            <w:hyperlink r:id="rId19" w:history="1">
              <w:r w:rsidRPr="00731600">
                <w:rPr>
                  <w:color w:val="106BBE"/>
                  <w:sz w:val="20"/>
                  <w:szCs w:val="20"/>
                  <w:lang w:eastAsia="en-US"/>
                </w:rPr>
                <w:t>Федеральным законом</w:t>
              </w:r>
            </w:hyperlink>
            <w:r w:rsidRPr="00731600">
              <w:rPr>
                <w:sz w:val="20"/>
                <w:szCs w:val="20"/>
                <w:lang w:eastAsia="en-US"/>
              </w:rPr>
              <w:t xml:space="preserve"> "О приватизации государственного и муниципального имущества" правилам проведения </w:t>
            </w:r>
            <w:r>
              <w:rPr>
                <w:sz w:val="20"/>
                <w:szCs w:val="20"/>
                <w:lang w:eastAsia="en-US"/>
              </w:rPr>
              <w:t>продажи</w:t>
            </w:r>
            <w:r w:rsidRPr="00731600">
              <w:rPr>
                <w:sz w:val="20"/>
                <w:szCs w:val="20"/>
                <w:lang w:eastAsia="en-US"/>
              </w:rPr>
              <w:t xml:space="preserve">, предусматривающим открытую форму подачи предложений о цене имущества. Начальной ценой имущества на таком </w:t>
            </w:r>
            <w:r>
              <w:rPr>
                <w:sz w:val="20"/>
                <w:szCs w:val="20"/>
                <w:lang w:eastAsia="en-US"/>
              </w:rPr>
              <w:t>продаже</w:t>
            </w:r>
            <w:r w:rsidRPr="00731600">
              <w:rPr>
                <w:sz w:val="20"/>
                <w:szCs w:val="20"/>
                <w:lang w:eastAsia="en-US"/>
              </w:rPr>
              <w:t xml:space="preserve"> является цена первоначального предложения или цена предложения, сложившаяся на определенном "шаге </w:t>
            </w:r>
            <w:r w:rsidRPr="00731600">
              <w:rPr>
                <w:sz w:val="20"/>
                <w:szCs w:val="20"/>
                <w:lang w:eastAsia="en-US"/>
              </w:rPr>
              <w:lastRenderedPageBreak/>
              <w:t xml:space="preserve">понижения". В случае если участники такого </w:t>
            </w:r>
            <w:r>
              <w:rPr>
                <w:sz w:val="20"/>
                <w:szCs w:val="20"/>
                <w:lang w:eastAsia="en-US"/>
              </w:rPr>
              <w:t>продажи</w:t>
            </w:r>
            <w:r w:rsidRPr="00731600">
              <w:rPr>
                <w:sz w:val="20"/>
                <w:szCs w:val="20"/>
                <w:lang w:eastAsia="en-US"/>
              </w:rPr>
              <w:t xml:space="preserve"> не заявляют предложения о цене, превышающей начальную цену имущества, право его приобретения принадлежит участнику </w:t>
            </w:r>
            <w:r>
              <w:rPr>
                <w:sz w:val="20"/>
                <w:szCs w:val="20"/>
                <w:lang w:eastAsia="en-US"/>
              </w:rPr>
              <w:t>продажи</w:t>
            </w:r>
            <w:r w:rsidRPr="00731600">
              <w:rPr>
                <w:sz w:val="20"/>
                <w:szCs w:val="20"/>
                <w:lang w:eastAsia="en-US"/>
              </w:rPr>
              <w:t xml:space="preserve">, который первым подтвердил начальную цену имущества. После завершения </w:t>
            </w:r>
            <w:r>
              <w:rPr>
                <w:sz w:val="20"/>
                <w:szCs w:val="20"/>
                <w:lang w:eastAsia="en-US"/>
              </w:rPr>
              <w:t>продажи</w:t>
            </w:r>
            <w:r w:rsidRPr="00731600">
              <w:rPr>
                <w:sz w:val="20"/>
                <w:szCs w:val="20"/>
                <w:lang w:eastAsia="en-US"/>
              </w:rPr>
              <w:t xml:space="preserve"> ведущий объявляет о продаже имущества, называет победителя продажи имущества, цену и номер карточки победителя;</w:t>
            </w:r>
          </w:p>
          <w:bookmarkEnd w:id="161"/>
          <w:p w:rsidR="00D52709" w:rsidRPr="00731600" w:rsidRDefault="00D52709">
            <w:pPr>
              <w:widowControl w:val="0"/>
              <w:spacing w:line="240" w:lineRule="atLeast"/>
              <w:ind w:firstLine="709"/>
              <w:rPr>
                <w:sz w:val="20"/>
                <w:szCs w:val="20"/>
                <w:lang w:eastAsia="en-US"/>
              </w:rPr>
            </w:pPr>
            <w:r w:rsidRPr="00731600">
              <w:rPr>
                <w:sz w:val="20"/>
                <w:szCs w:val="20"/>
                <w:lang w:eastAsia="en-US"/>
              </w:rPr>
              <w:t xml:space="preserve">    </w:t>
            </w:r>
            <w:r>
              <w:rPr>
                <w:sz w:val="20"/>
                <w:szCs w:val="20"/>
                <w:lang w:eastAsia="en-US"/>
              </w:rPr>
              <w:t>Продажа имущества</w:t>
            </w:r>
            <w:r w:rsidRPr="00731600">
              <w:rPr>
                <w:sz w:val="20"/>
                <w:szCs w:val="20"/>
                <w:lang w:eastAsia="en-US"/>
              </w:rPr>
              <w:t xml:space="preserve"> проводится в день и час,  указанные в извещении о проведении </w:t>
            </w:r>
            <w:r>
              <w:rPr>
                <w:sz w:val="20"/>
                <w:szCs w:val="20"/>
                <w:lang w:eastAsia="en-US"/>
              </w:rPr>
              <w:t>продажи</w:t>
            </w:r>
            <w:r w:rsidRPr="00731600">
              <w:rPr>
                <w:sz w:val="20"/>
                <w:szCs w:val="20"/>
                <w:lang w:eastAsia="en-US"/>
              </w:rPr>
              <w:t xml:space="preserve"> и п.15 Информационной карты </w:t>
            </w:r>
            <w:r>
              <w:rPr>
                <w:sz w:val="20"/>
                <w:szCs w:val="20"/>
                <w:lang w:eastAsia="en-US"/>
              </w:rPr>
              <w:t>продажи</w:t>
            </w:r>
            <w:r w:rsidRPr="00731600">
              <w:rPr>
                <w:sz w:val="20"/>
                <w:szCs w:val="20"/>
                <w:lang w:eastAsia="en-US"/>
              </w:rPr>
              <w:t xml:space="preserve">. </w:t>
            </w:r>
          </w:p>
          <w:p w:rsidR="00D52709" w:rsidRDefault="00D52709">
            <w:pPr>
              <w:keepNext/>
              <w:keepLines/>
              <w:widowControl w:val="0"/>
              <w:suppressLineNumbers/>
              <w:suppressAutoHyphens/>
              <w:spacing w:line="240" w:lineRule="atLeast"/>
              <w:ind w:firstLine="709"/>
              <w:rPr>
                <w:sz w:val="20"/>
                <w:szCs w:val="20"/>
                <w:lang w:eastAsia="en-US"/>
              </w:rPr>
            </w:pP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lastRenderedPageBreak/>
              <w:t>115.</w:t>
            </w:r>
          </w:p>
        </w:tc>
        <w:tc>
          <w:tcPr>
            <w:tcW w:w="162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141014">
            <w:pPr>
              <w:keepNext/>
              <w:keepLines/>
              <w:widowControl w:val="0"/>
              <w:suppressLineNumbers/>
              <w:suppressAutoHyphens/>
              <w:spacing w:line="240" w:lineRule="atLeast"/>
              <w:jc w:val="left"/>
              <w:rPr>
                <w:sz w:val="20"/>
                <w:szCs w:val="20"/>
                <w:lang w:eastAsia="en-US"/>
              </w:rPr>
            </w:pPr>
            <w:r>
              <w:rPr>
                <w:sz w:val="20"/>
                <w:szCs w:val="20"/>
                <w:lang w:eastAsia="en-US"/>
              </w:rPr>
              <w:t xml:space="preserve">Место, день и время проведения продажи. Итоги продажи. </w:t>
            </w:r>
          </w:p>
        </w:tc>
        <w:tc>
          <w:tcPr>
            <w:tcW w:w="7185" w:type="dxa"/>
            <w:gridSpan w:val="2"/>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НСО, г. Искитим, ул. Пушкина, 39, каб. № 213</w:t>
            </w:r>
          </w:p>
          <w:p w:rsidR="00D52709" w:rsidRDefault="00B76A37">
            <w:pPr>
              <w:keepNext/>
              <w:keepLines/>
              <w:widowControl w:val="0"/>
              <w:suppressLineNumbers/>
              <w:suppressAutoHyphens/>
              <w:spacing w:line="240" w:lineRule="atLeast"/>
              <w:ind w:firstLine="709"/>
              <w:rPr>
                <w:b/>
                <w:color w:val="FF0000"/>
                <w:sz w:val="20"/>
                <w:szCs w:val="20"/>
                <w:lang w:eastAsia="en-US"/>
              </w:rPr>
            </w:pPr>
            <w:r>
              <w:rPr>
                <w:b/>
                <w:color w:val="FF0000"/>
                <w:sz w:val="20"/>
                <w:szCs w:val="20"/>
                <w:lang w:eastAsia="en-US"/>
              </w:rPr>
              <w:t>21.05</w:t>
            </w:r>
            <w:r w:rsidR="004A1811">
              <w:rPr>
                <w:b/>
                <w:color w:val="FF0000"/>
                <w:sz w:val="20"/>
                <w:szCs w:val="20"/>
                <w:lang w:eastAsia="en-US"/>
              </w:rPr>
              <w:t>.2018</w:t>
            </w:r>
            <w:r w:rsidR="00D52709" w:rsidRPr="004A1811">
              <w:rPr>
                <w:b/>
                <w:color w:val="FF0000"/>
                <w:sz w:val="20"/>
                <w:szCs w:val="20"/>
                <w:lang w:eastAsia="en-US"/>
              </w:rPr>
              <w:t>.</w:t>
            </w:r>
            <w:r w:rsidR="00D52709">
              <w:rPr>
                <w:b/>
                <w:color w:val="FF0000"/>
                <w:sz w:val="20"/>
                <w:szCs w:val="20"/>
                <w:lang w:eastAsia="en-US"/>
              </w:rPr>
              <w:t xml:space="preserve"> в 11 часов 00 минут (местное время)</w:t>
            </w:r>
          </w:p>
          <w:p w:rsidR="00D52709" w:rsidRPr="00B23B9C" w:rsidRDefault="00D52709">
            <w:pPr>
              <w:keepNext/>
              <w:keepLines/>
              <w:widowControl w:val="0"/>
              <w:suppressLineNumbers/>
              <w:suppressAutoHyphens/>
              <w:spacing w:line="240" w:lineRule="atLeast"/>
              <w:ind w:firstLine="709"/>
              <w:rPr>
                <w:b/>
                <w:color w:val="FF0000"/>
                <w:sz w:val="20"/>
                <w:szCs w:val="20"/>
                <w:lang w:eastAsia="en-US"/>
              </w:rPr>
            </w:pPr>
            <w:r w:rsidRPr="00B23B9C">
              <w:rPr>
                <w:sz w:val="20"/>
                <w:szCs w:val="20"/>
              </w:rPr>
              <w:t>Подведение итогов продажи муниципального имущества проводится</w:t>
            </w:r>
            <w:r w:rsidRPr="00B23B9C">
              <w:rPr>
                <w:color w:val="C00000"/>
                <w:sz w:val="20"/>
                <w:szCs w:val="20"/>
              </w:rPr>
              <w:t xml:space="preserve"> </w:t>
            </w:r>
            <w:r w:rsidR="00B76A37">
              <w:rPr>
                <w:color w:val="FF0000"/>
                <w:sz w:val="20"/>
                <w:szCs w:val="20"/>
              </w:rPr>
              <w:t>21.05</w:t>
            </w:r>
            <w:r w:rsidR="004A1811">
              <w:rPr>
                <w:color w:val="FF0000"/>
                <w:sz w:val="20"/>
                <w:szCs w:val="20"/>
              </w:rPr>
              <w:t>.2018</w:t>
            </w:r>
            <w:r w:rsidRPr="004A1811">
              <w:rPr>
                <w:color w:val="C00000"/>
                <w:sz w:val="20"/>
                <w:szCs w:val="20"/>
              </w:rPr>
              <w:t xml:space="preserve"> </w:t>
            </w:r>
            <w:r w:rsidRPr="004A1811">
              <w:rPr>
                <w:color w:val="FF0000"/>
                <w:sz w:val="20"/>
                <w:szCs w:val="20"/>
              </w:rPr>
              <w:t>в 1</w:t>
            </w:r>
            <w:r w:rsidR="00B76A37">
              <w:rPr>
                <w:color w:val="FF0000"/>
                <w:sz w:val="20"/>
                <w:szCs w:val="20"/>
              </w:rPr>
              <w:t>2</w:t>
            </w:r>
            <w:r w:rsidRPr="004A1811">
              <w:rPr>
                <w:color w:val="FF0000"/>
                <w:sz w:val="20"/>
                <w:szCs w:val="20"/>
              </w:rPr>
              <w:t>-00ч.</w:t>
            </w:r>
            <w:r w:rsidRPr="00B23B9C">
              <w:rPr>
                <w:sz w:val="20"/>
                <w:szCs w:val="20"/>
              </w:rPr>
              <w:t xml:space="preserve"> по адресу: ул. Пушкина,39, каб.213  г. Искитим,  Новосибирская область.</w:t>
            </w:r>
          </w:p>
          <w:p w:rsidR="00D52709" w:rsidRDefault="00D52709">
            <w:pPr>
              <w:keepNext/>
              <w:keepLines/>
              <w:widowControl w:val="0"/>
              <w:suppressLineNumbers/>
              <w:suppressAutoHyphens/>
              <w:spacing w:line="240" w:lineRule="atLeast"/>
              <w:ind w:firstLine="709"/>
              <w:rPr>
                <w:b/>
                <w:color w:val="FF0000"/>
                <w:sz w:val="20"/>
                <w:szCs w:val="20"/>
                <w:lang w:eastAsia="en-US"/>
              </w:rPr>
            </w:pP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116.</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2.13.</w:t>
            </w:r>
          </w:p>
          <w:p w:rsidR="00D52709" w:rsidRDefault="00D52709">
            <w:pPr>
              <w:keepNext/>
              <w:keepLines/>
              <w:widowControl w:val="0"/>
              <w:suppressLineNumbers/>
              <w:suppressAutoHyphens/>
              <w:spacing w:line="240" w:lineRule="atLeast"/>
              <w:ind w:firstLine="709"/>
              <w:rPr>
                <w:sz w:val="20"/>
                <w:szCs w:val="20"/>
                <w:lang w:eastAsia="en-US"/>
              </w:rPr>
            </w:pP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Определение победителя продажи.</w:t>
            </w:r>
          </w:p>
          <w:p w:rsidR="00D52709" w:rsidRDefault="00D52709">
            <w:pPr>
              <w:keepNext/>
              <w:keepLines/>
              <w:widowControl w:val="0"/>
              <w:suppressLineNumbers/>
              <w:suppressAutoHyphens/>
              <w:spacing w:line="240" w:lineRule="atLeast"/>
              <w:ind w:firstLine="709"/>
              <w:jc w:val="left"/>
              <w:rPr>
                <w:sz w:val="20"/>
                <w:szCs w:val="20"/>
                <w:lang w:eastAsia="en-US"/>
              </w:rPr>
            </w:pPr>
          </w:p>
        </w:tc>
        <w:tc>
          <w:tcPr>
            <w:tcW w:w="7185" w:type="dxa"/>
            <w:gridSpan w:val="2"/>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П</w:t>
            </w:r>
            <w:r w:rsidRPr="00731600">
              <w:rPr>
                <w:sz w:val="20"/>
                <w:szCs w:val="20"/>
                <w:lang w:eastAsia="en-US"/>
              </w:rPr>
              <w:t>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w:t>
            </w: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bookmarkStart w:id="162" w:name="_Toc154990627"/>
            <w:bookmarkStart w:id="163" w:name="_Toc130971510"/>
            <w:bookmarkStart w:id="164" w:name="_Toc130965960"/>
            <w:bookmarkStart w:id="165" w:name="_Toc130965458"/>
            <w:bookmarkStart w:id="166" w:name="_Toc123405436"/>
            <w:bookmarkStart w:id="167" w:name="_Ref119427310"/>
            <w:r>
              <w:rPr>
                <w:sz w:val="20"/>
                <w:szCs w:val="20"/>
                <w:lang w:eastAsia="en-US"/>
              </w:rPr>
              <w:t>117.</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2.14.</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Заключение договора купли-продажи</w:t>
            </w:r>
            <w:r>
              <w:rPr>
                <w:b/>
                <w:lang w:eastAsia="en-US"/>
              </w:rPr>
              <w:t xml:space="preserve"> </w:t>
            </w:r>
          </w:p>
        </w:tc>
        <w:tc>
          <w:tcPr>
            <w:tcW w:w="7185" w:type="dxa"/>
            <w:gridSpan w:val="2"/>
            <w:tcBorders>
              <w:top w:val="single" w:sz="4" w:space="0" w:color="auto"/>
              <w:left w:val="single" w:sz="4" w:space="0" w:color="auto"/>
              <w:bottom w:val="single" w:sz="4" w:space="0" w:color="auto"/>
              <w:right w:val="single" w:sz="4" w:space="0" w:color="auto"/>
            </w:tcBorders>
          </w:tcPr>
          <w:p w:rsidR="00D52709" w:rsidRDefault="00D52709">
            <w:pPr>
              <w:tabs>
                <w:tab w:val="left" w:pos="1260"/>
              </w:tabs>
              <w:spacing w:line="240" w:lineRule="atLeast"/>
              <w:ind w:firstLine="540"/>
              <w:rPr>
                <w:sz w:val="20"/>
                <w:szCs w:val="20"/>
                <w:lang w:eastAsia="en-US"/>
              </w:rPr>
            </w:pPr>
            <w:r>
              <w:rPr>
                <w:sz w:val="20"/>
                <w:szCs w:val="20"/>
                <w:lang w:eastAsia="en-US"/>
              </w:rPr>
              <w:t>Договор купли-продажи</w:t>
            </w:r>
            <w:r>
              <w:rPr>
                <w:b/>
                <w:lang w:eastAsia="en-US"/>
              </w:rPr>
              <w:t xml:space="preserve"> </w:t>
            </w:r>
            <w:r>
              <w:rPr>
                <w:sz w:val="20"/>
                <w:szCs w:val="20"/>
                <w:lang w:eastAsia="en-US"/>
              </w:rPr>
              <w:t xml:space="preserve"> заключается на условиях, указанных в информационном сообщении о проведении настоящей продажи и документации о продаже муниципального имущества посредством публичного предложения, по цене, предложенной победителем продажи.</w:t>
            </w:r>
          </w:p>
          <w:p w:rsidR="00D52709" w:rsidRPr="00247760" w:rsidRDefault="00D52709">
            <w:pPr>
              <w:spacing w:line="240" w:lineRule="atLeast"/>
              <w:ind w:firstLine="709"/>
              <w:rPr>
                <w:sz w:val="20"/>
                <w:szCs w:val="20"/>
                <w:lang w:eastAsia="en-US"/>
              </w:rPr>
            </w:pPr>
            <w:r w:rsidRPr="00247760">
              <w:rPr>
                <w:sz w:val="20"/>
                <w:szCs w:val="20"/>
                <w:lang w:eastAsia="en-US"/>
              </w:rPr>
              <w:t>договор купли-продажи</w:t>
            </w:r>
            <w:r w:rsidRPr="00247760">
              <w:rPr>
                <w:b/>
                <w:sz w:val="20"/>
                <w:szCs w:val="20"/>
                <w:lang w:eastAsia="en-US"/>
              </w:rPr>
              <w:t xml:space="preserve"> </w:t>
            </w:r>
            <w:r w:rsidRPr="00247760">
              <w:rPr>
                <w:sz w:val="20"/>
                <w:szCs w:val="20"/>
                <w:lang w:eastAsia="en-US"/>
              </w:rPr>
              <w:t xml:space="preserve"> должен быть подписан лицом, с которым заключается договор </w:t>
            </w:r>
            <w:r w:rsidR="00247760" w:rsidRPr="00247760">
              <w:rPr>
                <w:sz w:val="20"/>
                <w:szCs w:val="20"/>
                <w:lang w:eastAsia="en-US"/>
              </w:rPr>
              <w:t>не позднее чем через 5 рабочих дней с даты проведения продажи посредством публичного предложения</w:t>
            </w:r>
            <w:r w:rsidRPr="00247760">
              <w:rPr>
                <w:sz w:val="20"/>
                <w:szCs w:val="20"/>
                <w:lang w:eastAsia="en-US"/>
              </w:rPr>
              <w:t xml:space="preserve">. В случае уклонения победителя продажи от заключения договора купли-продажи  сумма задатка ему не возвращается. </w:t>
            </w:r>
          </w:p>
          <w:p w:rsidR="00D52709" w:rsidRPr="00E7372B" w:rsidRDefault="00D52709">
            <w:pPr>
              <w:pStyle w:val="ConsPlusNormal0"/>
              <w:widowControl/>
              <w:spacing w:line="240" w:lineRule="atLeast"/>
              <w:ind w:firstLine="540"/>
              <w:jc w:val="both"/>
              <w:rPr>
                <w:rFonts w:ascii="Times New Roman" w:hAnsi="Times New Roman" w:cs="Times New Roman"/>
                <w:sz w:val="20"/>
                <w:szCs w:val="20"/>
              </w:rPr>
            </w:pPr>
            <w:r w:rsidRPr="00E7372B">
              <w:rPr>
                <w:rFonts w:ascii="Times New Roman" w:hAnsi="Times New Roman"/>
                <w:sz w:val="24"/>
                <w:szCs w:val="24"/>
              </w:rPr>
              <w:t xml:space="preserve"> </w:t>
            </w:r>
            <w:r w:rsidRPr="00E7372B">
              <w:rPr>
                <w:rFonts w:ascii="Times New Roman" w:hAnsi="Times New Roman" w:cs="Times New Roman"/>
                <w:sz w:val="20"/>
                <w:szCs w:val="20"/>
              </w:rPr>
              <w:t>Договор заключается в соответствии с законодательством РФ и  на условиях, указанных в Информационной карте продажи, по цене, определённой в результате продажи имущества. Договор считается заключенным с момента его подписания.</w:t>
            </w:r>
          </w:p>
          <w:p w:rsidR="00D52709" w:rsidRDefault="00D52709">
            <w:pPr>
              <w:keepNext/>
              <w:keepLines/>
              <w:widowControl w:val="0"/>
              <w:suppressLineNumbers/>
              <w:suppressAutoHyphens/>
              <w:spacing w:line="240" w:lineRule="atLeast"/>
              <w:ind w:firstLine="709"/>
              <w:rPr>
                <w:sz w:val="20"/>
                <w:szCs w:val="20"/>
                <w:lang w:eastAsia="en-US"/>
              </w:rPr>
            </w:pP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118.</w:t>
            </w:r>
          </w:p>
        </w:tc>
        <w:tc>
          <w:tcPr>
            <w:tcW w:w="1620" w:type="dxa"/>
            <w:tcBorders>
              <w:top w:val="single" w:sz="4" w:space="0" w:color="auto"/>
              <w:left w:val="single" w:sz="4" w:space="0" w:color="auto"/>
              <w:bottom w:val="single" w:sz="4" w:space="0" w:color="auto"/>
              <w:right w:val="single" w:sz="4" w:space="0" w:color="auto"/>
            </w:tcBorders>
          </w:tcPr>
          <w:p w:rsidR="00D52709" w:rsidRDefault="00D52709" w:rsidP="00CC646C">
            <w:pPr>
              <w:keepNext/>
              <w:keepLines/>
              <w:widowControl w:val="0"/>
              <w:suppressLineNumbers/>
              <w:suppressAutoHyphens/>
              <w:spacing w:line="240" w:lineRule="atLeast"/>
              <w:rPr>
                <w:sz w:val="20"/>
                <w:szCs w:val="20"/>
                <w:lang w:eastAsia="en-US"/>
              </w:rPr>
            </w:pPr>
            <w:r>
              <w:rPr>
                <w:sz w:val="20"/>
                <w:szCs w:val="20"/>
                <w:lang w:eastAsia="en-US"/>
              </w:rPr>
              <w:t>Пункт 2.15.</w:t>
            </w: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Срок и порядок оплаты по сделке купли-продажи</w:t>
            </w:r>
          </w:p>
        </w:tc>
        <w:tc>
          <w:tcPr>
            <w:tcW w:w="7185" w:type="dxa"/>
            <w:gridSpan w:val="2"/>
            <w:tcBorders>
              <w:top w:val="single" w:sz="4" w:space="0" w:color="auto"/>
              <w:left w:val="single" w:sz="4" w:space="0" w:color="auto"/>
              <w:bottom w:val="single" w:sz="4" w:space="0" w:color="auto"/>
              <w:right w:val="single" w:sz="4" w:space="0" w:color="auto"/>
            </w:tcBorders>
          </w:tcPr>
          <w:p w:rsidR="00D52709" w:rsidRDefault="00D52709" w:rsidP="008105F7">
            <w:pPr>
              <w:tabs>
                <w:tab w:val="left" w:pos="1260"/>
              </w:tabs>
              <w:spacing w:line="240" w:lineRule="atLeast"/>
              <w:ind w:firstLine="540"/>
              <w:rPr>
                <w:sz w:val="20"/>
                <w:szCs w:val="20"/>
                <w:lang w:eastAsia="en-US"/>
              </w:rPr>
            </w:pPr>
            <w:r>
              <w:rPr>
                <w:sz w:val="20"/>
                <w:szCs w:val="20"/>
                <w:lang w:eastAsia="en-US"/>
              </w:rPr>
              <w:t>Оплата по сделке купли-продажи  производится в безналичном порядке на расчётный счёт Продавца в течение 5 дней с даты подписания договора купли-продажи.</w:t>
            </w:r>
          </w:p>
        </w:tc>
      </w:tr>
      <w:tr w:rsidR="00D52709" w:rsidTr="006C307D">
        <w:tc>
          <w:tcPr>
            <w:tcW w:w="54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r>
              <w:rPr>
                <w:sz w:val="20"/>
                <w:szCs w:val="20"/>
                <w:lang w:eastAsia="en-US"/>
              </w:rPr>
              <w:t>119.</w:t>
            </w:r>
          </w:p>
        </w:tc>
        <w:tc>
          <w:tcPr>
            <w:tcW w:w="1620" w:type="dxa"/>
            <w:tcBorders>
              <w:top w:val="single" w:sz="4" w:space="0" w:color="auto"/>
              <w:left w:val="single" w:sz="4" w:space="0" w:color="auto"/>
              <w:bottom w:val="single" w:sz="4" w:space="0" w:color="auto"/>
              <w:right w:val="single" w:sz="4" w:space="0" w:color="auto"/>
            </w:tcBorders>
          </w:tcPr>
          <w:p w:rsidR="00D52709" w:rsidRDefault="00D52709">
            <w:pPr>
              <w:keepNext/>
              <w:keepLines/>
              <w:widowControl w:val="0"/>
              <w:suppressLineNumbers/>
              <w:suppressAutoHyphens/>
              <w:spacing w:line="240" w:lineRule="atLeast"/>
              <w:ind w:firstLine="709"/>
              <w:rPr>
                <w:sz w:val="20"/>
                <w:szCs w:val="20"/>
                <w:lang w:eastAsia="en-US"/>
              </w:rPr>
            </w:pPr>
          </w:p>
        </w:tc>
        <w:tc>
          <w:tcPr>
            <w:tcW w:w="1706" w:type="dxa"/>
            <w:tcBorders>
              <w:top w:val="single" w:sz="4" w:space="0" w:color="auto"/>
              <w:left w:val="single" w:sz="4" w:space="0" w:color="auto"/>
              <w:bottom w:val="single" w:sz="4" w:space="0" w:color="auto"/>
              <w:right w:val="single" w:sz="4" w:space="0" w:color="auto"/>
            </w:tcBorders>
          </w:tcPr>
          <w:p w:rsidR="00D52709" w:rsidRDefault="00D52709" w:rsidP="0058601D">
            <w:pPr>
              <w:keepNext/>
              <w:keepLines/>
              <w:widowControl w:val="0"/>
              <w:suppressLineNumbers/>
              <w:suppressAutoHyphens/>
              <w:spacing w:line="240" w:lineRule="atLeast"/>
              <w:jc w:val="left"/>
              <w:rPr>
                <w:sz w:val="20"/>
                <w:szCs w:val="20"/>
                <w:lang w:eastAsia="en-US"/>
              </w:rPr>
            </w:pPr>
            <w:r>
              <w:rPr>
                <w:sz w:val="20"/>
                <w:szCs w:val="20"/>
                <w:lang w:eastAsia="en-US"/>
              </w:rPr>
              <w:t xml:space="preserve">Передача имущества </w:t>
            </w:r>
          </w:p>
        </w:tc>
        <w:tc>
          <w:tcPr>
            <w:tcW w:w="7185" w:type="dxa"/>
            <w:gridSpan w:val="2"/>
            <w:tcBorders>
              <w:top w:val="single" w:sz="4" w:space="0" w:color="auto"/>
              <w:left w:val="single" w:sz="4" w:space="0" w:color="auto"/>
              <w:bottom w:val="single" w:sz="4" w:space="0" w:color="auto"/>
              <w:right w:val="single" w:sz="4" w:space="0" w:color="auto"/>
            </w:tcBorders>
          </w:tcPr>
          <w:p w:rsidR="00D52709" w:rsidRPr="00AA2328" w:rsidRDefault="00D52709" w:rsidP="00AA2328">
            <w:pPr>
              <w:autoSpaceDE w:val="0"/>
              <w:autoSpaceDN w:val="0"/>
              <w:adjustRightInd w:val="0"/>
              <w:spacing w:after="0"/>
              <w:ind w:firstLine="720"/>
              <w:rPr>
                <w:sz w:val="20"/>
                <w:szCs w:val="20"/>
                <w:lang w:eastAsia="en-US"/>
              </w:rPr>
            </w:pPr>
            <w:r w:rsidRPr="00AA2328">
              <w:rPr>
                <w:sz w:val="20"/>
                <w:szCs w:val="20"/>
                <w:lang w:eastAsia="en-US"/>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r>
              <w:rPr>
                <w:sz w:val="20"/>
                <w:szCs w:val="20"/>
                <w:lang w:eastAsia="en-US"/>
              </w:rPr>
              <w:t>.</w:t>
            </w:r>
          </w:p>
          <w:p w:rsidR="00D52709" w:rsidRDefault="00D52709">
            <w:pPr>
              <w:tabs>
                <w:tab w:val="left" w:pos="1260"/>
              </w:tabs>
              <w:spacing w:line="240" w:lineRule="atLeast"/>
              <w:ind w:firstLine="540"/>
              <w:rPr>
                <w:sz w:val="20"/>
                <w:szCs w:val="20"/>
                <w:lang w:eastAsia="en-US"/>
              </w:rPr>
            </w:pPr>
          </w:p>
        </w:tc>
      </w:tr>
    </w:tbl>
    <w:p w:rsidR="00D52709" w:rsidRDefault="00D52709" w:rsidP="006C307D">
      <w:pPr>
        <w:spacing w:after="0"/>
        <w:jc w:val="left"/>
        <w:rPr>
          <w:szCs w:val="20"/>
        </w:rPr>
        <w:sectPr w:rsidR="00D52709" w:rsidSect="00287D21">
          <w:footerReference w:type="default" r:id="rId20"/>
          <w:pgSz w:w="11906" w:h="16838"/>
          <w:pgMar w:top="1134" w:right="851" w:bottom="1134" w:left="1418" w:header="709" w:footer="340" w:gutter="0"/>
          <w:pgNumType w:start="1"/>
          <w:cols w:space="720"/>
        </w:sectPr>
      </w:pPr>
    </w:p>
    <w:p w:rsidR="00D52709" w:rsidRPr="00626D4C" w:rsidRDefault="00D52709" w:rsidP="00626D4C">
      <w:pPr>
        <w:pStyle w:val="1"/>
        <w:rPr>
          <w:rFonts w:ascii="Times New Roman" w:hAnsi="Times New Roman"/>
          <w:bCs w:val="0"/>
        </w:rPr>
      </w:pPr>
      <w:bookmarkStart w:id="168" w:name="_Toc221338502"/>
      <w:bookmarkStart w:id="169" w:name="_Toc241572485"/>
      <w:bookmarkStart w:id="170" w:name="_Toc232912308"/>
      <w:bookmarkStart w:id="171" w:name="_Toc232909699"/>
      <w:bookmarkStart w:id="172" w:name="_Toc221338919"/>
      <w:r w:rsidRPr="00626D4C">
        <w:rPr>
          <w:rFonts w:ascii="Times New Roman" w:hAnsi="Times New Roman"/>
          <w:bCs w:val="0"/>
        </w:rPr>
        <w:lastRenderedPageBreak/>
        <w:t>РАЗДЕЛ 4</w:t>
      </w:r>
      <w:bookmarkEnd w:id="168"/>
      <w:r w:rsidRPr="00626D4C">
        <w:rPr>
          <w:rFonts w:ascii="Times New Roman" w:hAnsi="Times New Roman"/>
          <w:bCs w:val="0"/>
        </w:rPr>
        <w:t xml:space="preserve"> </w:t>
      </w:r>
      <w:bookmarkStart w:id="173" w:name="_Toc221338503"/>
      <w:r w:rsidRPr="00626D4C">
        <w:rPr>
          <w:rFonts w:ascii="Times New Roman" w:hAnsi="Times New Roman"/>
          <w:bCs w:val="0"/>
        </w:rPr>
        <w:t xml:space="preserve">ОБРАЗЦЫ ФОРМ И ДОКУМЕНТОВ ДЛЯ ЗАПОЛНЕНИЯ УЧАСТНИКАМИ </w:t>
      </w:r>
      <w:bookmarkEnd w:id="162"/>
      <w:bookmarkEnd w:id="163"/>
      <w:bookmarkEnd w:id="164"/>
      <w:bookmarkEnd w:id="165"/>
      <w:bookmarkEnd w:id="166"/>
      <w:bookmarkEnd w:id="167"/>
      <w:bookmarkEnd w:id="169"/>
      <w:bookmarkEnd w:id="170"/>
      <w:bookmarkEnd w:id="171"/>
      <w:bookmarkEnd w:id="172"/>
      <w:bookmarkEnd w:id="173"/>
      <w:r w:rsidRPr="00626D4C">
        <w:rPr>
          <w:rFonts w:ascii="Times New Roman" w:hAnsi="Times New Roman"/>
          <w:bCs w:val="0"/>
        </w:rPr>
        <w:t>ПРОДАЖИ</w:t>
      </w:r>
      <w:bookmarkStart w:id="174" w:name="_Toc241572486"/>
      <w:bookmarkStart w:id="175" w:name="_Toc232912309"/>
      <w:bookmarkStart w:id="176" w:name="_Toc232909700"/>
      <w:bookmarkStart w:id="177" w:name="_Toc119343910"/>
    </w:p>
    <w:p w:rsidR="00D52709" w:rsidRPr="00626D4C" w:rsidRDefault="00D52709" w:rsidP="00626D4C">
      <w:pPr>
        <w:rPr>
          <w:b/>
        </w:rPr>
      </w:pPr>
      <w:r w:rsidRPr="00626D4C">
        <w:t xml:space="preserve">4.1. </w:t>
      </w:r>
      <w:bookmarkStart w:id="178" w:name="_Toc241572487"/>
      <w:bookmarkStart w:id="179" w:name="_Toc232912310"/>
      <w:bookmarkStart w:id="180" w:name="_Toc232909701"/>
      <w:bookmarkEnd w:id="174"/>
      <w:bookmarkEnd w:id="175"/>
      <w:bookmarkEnd w:id="176"/>
      <w:r w:rsidRPr="00626D4C">
        <w:t>Опись документов,</w:t>
      </w:r>
      <w:bookmarkEnd w:id="177"/>
      <w:bookmarkEnd w:id="178"/>
      <w:bookmarkEnd w:id="179"/>
      <w:bookmarkEnd w:id="180"/>
      <w:r w:rsidRPr="00626D4C">
        <w:t xml:space="preserve"> </w:t>
      </w:r>
      <w:bookmarkStart w:id="181" w:name="_Toc241572488"/>
      <w:bookmarkStart w:id="182" w:name="_Toc232912311"/>
      <w:bookmarkStart w:id="183" w:name="_Toc232909702"/>
      <w:r w:rsidRPr="00626D4C">
        <w:t xml:space="preserve">представляемых  для участия в </w:t>
      </w:r>
      <w:bookmarkEnd w:id="181"/>
      <w:bookmarkEnd w:id="182"/>
      <w:bookmarkEnd w:id="183"/>
      <w:r w:rsidRPr="00626D4C">
        <w:rPr>
          <w:b/>
        </w:rPr>
        <w:t xml:space="preserve"> </w:t>
      </w:r>
      <w:r w:rsidRPr="00626D4C">
        <w:t>продаже муниципального имущества посредством публичного предложения</w:t>
      </w:r>
    </w:p>
    <w:p w:rsidR="00087ECC" w:rsidRPr="00087ECC" w:rsidRDefault="00087ECC" w:rsidP="00087ECC">
      <w:pPr>
        <w:tabs>
          <w:tab w:val="left" w:pos="0"/>
        </w:tabs>
        <w:autoSpaceDE w:val="0"/>
        <w:autoSpaceDN w:val="0"/>
        <w:adjustRightInd w:val="0"/>
        <w:spacing w:after="0"/>
        <w:ind w:left="142"/>
        <w:rPr>
          <w:color w:val="FF0000"/>
        </w:rPr>
      </w:pPr>
      <w:r w:rsidRPr="00087ECC">
        <w:rPr>
          <w:color w:val="FF0000"/>
        </w:rPr>
        <w:t>автобус, идентификационный номер (VIN)  X</w:t>
      </w:r>
      <w:r w:rsidRPr="00087ECC">
        <w:rPr>
          <w:color w:val="FF0000"/>
          <w:lang w:val="en-US"/>
        </w:rPr>
        <w:t>VG</w:t>
      </w:r>
      <w:r w:rsidRPr="00087ECC">
        <w:rPr>
          <w:color w:val="FF0000"/>
        </w:rPr>
        <w:t>52770070000157, марка, модель ТС: 5277,  категория ТС - Д, год изготовления ТС-2007, модель, №двигателя: 236НЕ234 №70243708, шасси №: отсутствует, кузов (прицеп) № X</w:t>
      </w:r>
      <w:r w:rsidRPr="00087ECC">
        <w:rPr>
          <w:color w:val="FF0000"/>
          <w:lang w:val="en-US"/>
        </w:rPr>
        <w:t>VG</w:t>
      </w:r>
      <w:r w:rsidRPr="00087ECC">
        <w:rPr>
          <w:color w:val="FF0000"/>
        </w:rPr>
        <w:t>52770070000157, цвет кузова (кабины) белый, ПТС 54 00 307740, дата выдачи паспорта 13.01.2017г., организация - изготовитель ТС - Мичуринский завод (Россия),  находящийся  по адресу: Новосибирская область, г.Искитим, ул.Чайковского,47 .</w:t>
      </w:r>
    </w:p>
    <w:p w:rsidR="00C3340F" w:rsidRPr="00C3340F" w:rsidRDefault="00C3340F" w:rsidP="00C3340F">
      <w:pPr>
        <w:pStyle w:val="22"/>
        <w:tabs>
          <w:tab w:val="clear" w:pos="567"/>
          <w:tab w:val="num" w:pos="0"/>
          <w:tab w:val="left" w:pos="720"/>
          <w:tab w:val="left" w:pos="2160"/>
        </w:tabs>
        <w:autoSpaceDE w:val="0"/>
        <w:autoSpaceDN w:val="0"/>
        <w:adjustRightInd w:val="0"/>
        <w:spacing w:after="0"/>
        <w:ind w:left="0" w:firstLine="0"/>
        <w:rPr>
          <w:color w:val="FF0000"/>
          <w:szCs w:val="24"/>
          <w:u w:val="single"/>
        </w:rPr>
      </w:pPr>
      <w:r w:rsidRPr="00C3340F">
        <w:rPr>
          <w:color w:val="FF0000"/>
          <w:szCs w:val="24"/>
        </w:rPr>
        <w:t xml:space="preserve">Продажа посредством публичного предложения от </w:t>
      </w:r>
      <w:r w:rsidR="00B76A37">
        <w:rPr>
          <w:color w:val="FF0000"/>
          <w:szCs w:val="24"/>
        </w:rPr>
        <w:t>21.05</w:t>
      </w:r>
      <w:r w:rsidR="004A1811">
        <w:rPr>
          <w:color w:val="FF0000"/>
          <w:szCs w:val="24"/>
        </w:rPr>
        <w:t>.2018</w:t>
      </w:r>
      <w:r w:rsidRPr="00C3340F">
        <w:rPr>
          <w:color w:val="FF0000"/>
          <w:szCs w:val="24"/>
        </w:rPr>
        <w:t xml:space="preserve"> в 11-00ч. (время </w:t>
      </w:r>
      <w:r w:rsidRPr="00C3340F">
        <w:rPr>
          <w:color w:val="FF0000"/>
          <w:szCs w:val="24"/>
          <w:u w:val="single"/>
        </w:rPr>
        <w:t>местное)</w:t>
      </w:r>
      <w:r>
        <w:rPr>
          <w:color w:val="FF0000"/>
          <w:szCs w:val="24"/>
          <w:u w:val="single"/>
        </w:rPr>
        <w:t>______________________________________________</w:t>
      </w:r>
    </w:p>
    <w:p w:rsidR="00D52709" w:rsidRPr="00626D4C" w:rsidRDefault="00D52709" w:rsidP="00626D4C">
      <w:pPr>
        <w:pStyle w:val="a9"/>
        <w:tabs>
          <w:tab w:val="left" w:pos="700"/>
        </w:tabs>
        <w:rPr>
          <w:i/>
          <w:szCs w:val="24"/>
        </w:rPr>
      </w:pPr>
      <w:r w:rsidRPr="00626D4C">
        <w:rPr>
          <w:i/>
          <w:szCs w:val="24"/>
          <w:u w:val="single"/>
        </w:rPr>
        <w:t xml:space="preserve"> (н</w:t>
      </w:r>
      <w:r w:rsidRPr="00626D4C">
        <w:rPr>
          <w:i/>
          <w:szCs w:val="24"/>
        </w:rPr>
        <w:t>аименование имущества, дата  продажи и номер лота)</w:t>
      </w:r>
    </w:p>
    <w:p w:rsidR="00D52709" w:rsidRPr="00626D4C" w:rsidRDefault="00D52709" w:rsidP="00626D4C">
      <w:pPr>
        <w:spacing w:before="120"/>
      </w:pPr>
      <w:r w:rsidRPr="00626D4C">
        <w:t>Настоящим ______________________________________________________________</w:t>
      </w:r>
    </w:p>
    <w:p w:rsidR="00D52709" w:rsidRPr="00626D4C" w:rsidRDefault="00D52709" w:rsidP="00626D4C">
      <w:pPr>
        <w:ind w:left="1800"/>
        <w:rPr>
          <w:i/>
        </w:rPr>
      </w:pPr>
      <w:r w:rsidRPr="00626D4C">
        <w:rPr>
          <w:i/>
        </w:rPr>
        <w:t>(наименование заявителя на участие в Продаже)</w:t>
      </w:r>
    </w:p>
    <w:p w:rsidR="00D52709" w:rsidRPr="00626D4C" w:rsidRDefault="00D52709" w:rsidP="00626D4C">
      <w:r w:rsidRPr="00626D4C">
        <w:t>подтверждает, что для участия в продаже муниципального имущества посредством публичного предложения им направляются следующие документы:</w:t>
      </w: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0"/>
        <w:gridCol w:w="7120"/>
        <w:gridCol w:w="1620"/>
      </w:tblGrid>
      <w:tr w:rsidR="00D52709" w:rsidRPr="00626D4C" w:rsidTr="006C307D">
        <w:tc>
          <w:tcPr>
            <w:tcW w:w="800" w:type="dxa"/>
            <w:shd w:val="pct5" w:color="000000" w:fill="FFFFFF"/>
            <w:vAlign w:val="center"/>
          </w:tcPr>
          <w:p w:rsidR="00D52709" w:rsidRPr="00626D4C" w:rsidRDefault="00D52709" w:rsidP="00626D4C">
            <w:pPr>
              <w:spacing w:line="240" w:lineRule="atLeast"/>
              <w:ind w:firstLine="709"/>
              <w:rPr>
                <w:b/>
                <w:lang w:eastAsia="en-US"/>
              </w:rPr>
            </w:pPr>
            <w:r w:rsidRPr="00626D4C">
              <w:rPr>
                <w:b/>
                <w:lang w:eastAsia="en-US"/>
              </w:rPr>
              <w:t>№№ п\п</w:t>
            </w:r>
          </w:p>
        </w:tc>
        <w:tc>
          <w:tcPr>
            <w:tcW w:w="7120" w:type="dxa"/>
            <w:shd w:val="pct5" w:color="000000" w:fill="FFFFFF"/>
            <w:vAlign w:val="center"/>
          </w:tcPr>
          <w:p w:rsidR="00D52709" w:rsidRPr="00626D4C" w:rsidRDefault="00D52709" w:rsidP="00626D4C">
            <w:pPr>
              <w:spacing w:line="240" w:lineRule="atLeast"/>
              <w:ind w:firstLine="709"/>
              <w:rPr>
                <w:b/>
                <w:lang w:eastAsia="en-US"/>
              </w:rPr>
            </w:pPr>
            <w:r w:rsidRPr="00626D4C">
              <w:rPr>
                <w:b/>
                <w:lang w:eastAsia="en-US"/>
              </w:rPr>
              <w:t>Наименование</w:t>
            </w:r>
          </w:p>
        </w:tc>
        <w:tc>
          <w:tcPr>
            <w:tcW w:w="1620" w:type="dxa"/>
            <w:shd w:val="clear" w:color="auto" w:fill="F3F3F3"/>
          </w:tcPr>
          <w:p w:rsidR="00D52709" w:rsidRPr="00626D4C" w:rsidRDefault="00D52709" w:rsidP="00626D4C">
            <w:pPr>
              <w:spacing w:line="240" w:lineRule="atLeast"/>
              <w:ind w:firstLine="709"/>
              <w:rPr>
                <w:b/>
                <w:lang w:eastAsia="en-US"/>
              </w:rPr>
            </w:pPr>
            <w:r w:rsidRPr="00626D4C">
              <w:rPr>
                <w:b/>
                <w:lang w:eastAsia="en-US"/>
              </w:rPr>
              <w:t>страницы</w:t>
            </w:r>
          </w:p>
        </w:tc>
      </w:tr>
      <w:tr w:rsidR="00D52709" w:rsidRPr="00626D4C" w:rsidTr="006C307D">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r w:rsidRPr="00626D4C">
              <w:rPr>
                <w:lang w:eastAsia="en-US"/>
              </w:rPr>
              <w:t>1</w:t>
            </w:r>
          </w:p>
        </w:tc>
        <w:tc>
          <w:tcPr>
            <w:tcW w:w="7120" w:type="dxa"/>
          </w:tcPr>
          <w:p w:rsidR="00D52709" w:rsidRPr="00626D4C" w:rsidRDefault="00D52709" w:rsidP="00626D4C">
            <w:pPr>
              <w:spacing w:line="240" w:lineRule="atLeast"/>
              <w:ind w:firstLine="709"/>
              <w:rPr>
                <w:lang w:eastAsia="en-US"/>
              </w:rPr>
            </w:pPr>
            <w:r w:rsidRPr="00626D4C">
              <w:rPr>
                <w:lang w:eastAsia="en-US"/>
              </w:rPr>
              <w:t>Заявка на участие в продаже (по форме 4.2. Раздела 4) с приложениями.</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Pr>
          <w:p w:rsidR="00D52709" w:rsidRPr="00626D4C" w:rsidRDefault="00D52709" w:rsidP="00626D4C">
            <w:pPr>
              <w:spacing w:line="240" w:lineRule="atLeast"/>
              <w:ind w:firstLine="709"/>
              <w:rPr>
                <w:lang w:eastAsia="en-US"/>
              </w:rPr>
            </w:pPr>
            <w:r w:rsidRPr="00626D4C">
              <w:rPr>
                <w:lang w:eastAsia="en-US"/>
              </w:rPr>
              <w:t>Анкета участника продажи (по форме 4.3. Раздела 4) с приложениями.</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rPr>
          <w:trHeight w:val="389"/>
        </w:trPr>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Pr>
          <w:p w:rsidR="00D52709" w:rsidRPr="00626D4C" w:rsidRDefault="00D52709" w:rsidP="00626D4C">
            <w:pPr>
              <w:spacing w:line="240" w:lineRule="atLeast"/>
              <w:ind w:firstLine="709"/>
              <w:rPr>
                <w:i/>
                <w:lang w:eastAsia="en-US"/>
              </w:rPr>
            </w:pPr>
            <w:r w:rsidRPr="00626D4C">
              <w:rPr>
                <w:lang w:eastAsia="en-US"/>
              </w:rPr>
              <w:t xml:space="preserve">Заверенные копии учредительных документов </w:t>
            </w:r>
            <w:r w:rsidRPr="00626D4C">
              <w:rPr>
                <w:i/>
                <w:lang w:eastAsia="en-US"/>
              </w:rPr>
              <w:t>(для юридических лиц)</w:t>
            </w:r>
          </w:p>
          <w:p w:rsidR="00D52709" w:rsidRPr="00626D4C" w:rsidRDefault="00D52709" w:rsidP="00626D4C">
            <w:pPr>
              <w:spacing w:line="240" w:lineRule="atLeast"/>
              <w:ind w:firstLine="709"/>
              <w:rPr>
                <w:lang w:eastAsia="en-US"/>
              </w:rPr>
            </w:pPr>
            <w:r w:rsidRPr="00626D4C">
              <w:rPr>
                <w:lang w:eastAsia="en-US"/>
              </w:rPr>
              <w:t xml:space="preserve">Выписка из Единого государственного реестра юридических лиц, выданная ФНС России </w:t>
            </w:r>
            <w:r w:rsidRPr="00626D4C">
              <w:rPr>
                <w:i/>
                <w:lang w:eastAsia="en-US"/>
              </w:rPr>
              <w:t>(для юридических лиц)</w:t>
            </w:r>
            <w:r w:rsidRPr="00626D4C">
              <w:rPr>
                <w:lang w:eastAsia="en-US"/>
              </w:rPr>
              <w:t>, на дату не ранее 6 месяцев до даты подачи заявки.</w:t>
            </w:r>
          </w:p>
          <w:p w:rsidR="00D52709" w:rsidRPr="00626D4C" w:rsidRDefault="00D52709" w:rsidP="00626D4C">
            <w:pPr>
              <w:spacing w:line="240" w:lineRule="atLeast"/>
              <w:ind w:firstLine="709"/>
              <w:rPr>
                <w:lang w:eastAsia="en-US"/>
              </w:rPr>
            </w:pPr>
            <w:r w:rsidRPr="00626D4C">
              <w:rPr>
                <w:lang w:eastAsia="en-US"/>
              </w:rPr>
              <w:t xml:space="preserve">Выписка из Единого государственного реестра индивидуальных предпринимателей, выданная ФНС России </w:t>
            </w:r>
            <w:r w:rsidRPr="00626D4C">
              <w:rPr>
                <w:i/>
                <w:lang w:eastAsia="en-US"/>
              </w:rPr>
              <w:t>(для индивидуальных предпринимателей)</w:t>
            </w:r>
            <w:r w:rsidRPr="00626D4C">
              <w:rPr>
                <w:lang w:eastAsia="en-US"/>
              </w:rPr>
              <w:t xml:space="preserve"> на дату не ранее 6 месяцев до даты подачи заявки.</w:t>
            </w:r>
            <w:r w:rsidRPr="00626D4C">
              <w:rPr>
                <w:i/>
                <w:lang w:eastAsia="en-US"/>
              </w:rPr>
              <w:t>.</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Pr>
          <w:p w:rsidR="00D52709" w:rsidRPr="00626D4C" w:rsidRDefault="00D52709" w:rsidP="00626D4C">
            <w:pPr>
              <w:spacing w:line="240" w:lineRule="atLeast"/>
              <w:ind w:firstLine="709"/>
              <w:rPr>
                <w:highlight w:val="cyan"/>
                <w:lang w:eastAsia="en-US"/>
              </w:rPr>
            </w:pPr>
            <w:r w:rsidRPr="00626D4C">
              <w:rPr>
                <w:lang w:eastAsia="en-US"/>
              </w:rPr>
              <w:t xml:space="preserve">Копии документов, удостоверяющих личность </w:t>
            </w:r>
            <w:r w:rsidRPr="00626D4C">
              <w:rPr>
                <w:i/>
                <w:lang w:eastAsia="en-US"/>
              </w:rPr>
              <w:t>(для иных физических лиц, предпринимателей, руководителей юридический лиц или их представителей).</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Pr>
          <w:p w:rsidR="00D52709" w:rsidRPr="00626D4C" w:rsidRDefault="00D52709" w:rsidP="00626D4C">
            <w:pPr>
              <w:spacing w:line="240" w:lineRule="atLeast"/>
              <w:ind w:firstLine="709"/>
              <w:rPr>
                <w:lang w:eastAsia="en-US"/>
              </w:rPr>
            </w:pPr>
            <w:r w:rsidRPr="00626D4C">
              <w:rPr>
                <w:lang w:eastAsia="en-US"/>
              </w:rPr>
              <w:t>Подтверждение уведомления федерального антимонопольного органа о намерении приобрести муниципальное имущество ( в соответствии с Приказом ФАС РФ от 17.04.2008 № 129)</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Pr>
          <w:p w:rsidR="00D52709" w:rsidRPr="00626D4C" w:rsidRDefault="00D52709" w:rsidP="00626D4C">
            <w:pPr>
              <w:spacing w:line="240" w:lineRule="atLeast"/>
              <w:ind w:firstLine="709"/>
              <w:rPr>
                <w:lang w:eastAsia="en-US"/>
              </w:rPr>
            </w:pPr>
            <w:r w:rsidRPr="00626D4C">
              <w:rPr>
                <w:lang w:eastAsia="en-US"/>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626D4C">
              <w:rPr>
                <w:i/>
                <w:lang w:eastAsia="en-US"/>
              </w:rPr>
              <w:t>(для иностранных лиц).</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Pr>
          <w:p w:rsidR="00D52709" w:rsidRPr="00626D4C" w:rsidRDefault="00D52709" w:rsidP="00626D4C">
            <w:pPr>
              <w:spacing w:line="240" w:lineRule="atLeast"/>
              <w:ind w:firstLine="709"/>
              <w:rPr>
                <w:lang w:eastAsia="en-US"/>
              </w:rPr>
            </w:pPr>
          </w:p>
        </w:tc>
        <w:tc>
          <w:tcPr>
            <w:tcW w:w="7120" w:type="dxa"/>
          </w:tcPr>
          <w:p w:rsidR="00D52709" w:rsidRPr="00626D4C" w:rsidRDefault="00D52709" w:rsidP="00626D4C">
            <w:pPr>
              <w:spacing w:line="240" w:lineRule="atLeast"/>
              <w:ind w:firstLine="709"/>
              <w:rPr>
                <w:highlight w:val="cyan"/>
                <w:lang w:eastAsia="en-US"/>
              </w:rPr>
            </w:pPr>
            <w:r w:rsidRPr="00626D4C">
              <w:rPr>
                <w:lang w:eastAsia="en-US"/>
              </w:rPr>
              <w:t xml:space="preserve">Документ, подтверждающий полномочия лица на </w:t>
            </w:r>
            <w:r w:rsidRPr="00626D4C">
              <w:rPr>
                <w:lang w:eastAsia="en-US"/>
              </w:rPr>
              <w:lastRenderedPageBreak/>
              <w:t>осуществление действий от имени заявителя на участие в продаже, в случае необходимости – доверенность, должным образом оформленная и свидетельствующая о том, что лицо (лица), подписывающее (ие) заявку, имеет(ют) полномочия подписать заявку, и что такая заявка имеет юридическую силу для заявителя на участие в продаже.</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Pr>
          <w:p w:rsidR="00D52709" w:rsidRPr="00626D4C" w:rsidRDefault="00D52709" w:rsidP="00626D4C">
            <w:pPr>
              <w:spacing w:line="240" w:lineRule="atLeast"/>
              <w:ind w:firstLine="709"/>
              <w:rPr>
                <w:highlight w:val="cyan"/>
                <w:lang w:eastAsia="en-US"/>
              </w:rPr>
            </w:pPr>
            <w:r w:rsidRPr="00626D4C">
              <w:rPr>
                <w:bCs/>
                <w:lang w:eastAsia="en-US"/>
              </w:rPr>
              <w:t>Документы, подтверждающие соответствие Заявителя установленным требованиям и условиям допуска к участию в продаже</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Pr>
          <w:p w:rsidR="00D52709" w:rsidRPr="00626D4C" w:rsidRDefault="00D52709" w:rsidP="00626D4C">
            <w:pPr>
              <w:spacing w:line="240" w:lineRule="atLeast"/>
              <w:ind w:firstLine="709"/>
              <w:rPr>
                <w:bCs/>
                <w:lang w:eastAsia="en-US"/>
              </w:rPr>
            </w:pPr>
            <w:r w:rsidRPr="00626D4C">
              <w:rPr>
                <w:bCs/>
                <w:lang w:eastAsia="en-US"/>
              </w:rPr>
              <w:t>Документы, подтверждающие внесение денежных средств в качестве задатка для участия в продаже.</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Pr>
          <w:p w:rsidR="00D52709" w:rsidRPr="00626D4C" w:rsidRDefault="00D52709" w:rsidP="00626D4C">
            <w:pPr>
              <w:pStyle w:val="Web"/>
              <w:spacing w:before="0" w:beforeAutospacing="0" w:after="0" w:afterAutospacing="0" w:line="240" w:lineRule="atLeast"/>
              <w:ind w:firstLine="709"/>
              <w:jc w:val="both"/>
              <w:rPr>
                <w:lang w:eastAsia="en-US"/>
              </w:rPr>
            </w:pPr>
            <w:r w:rsidRPr="00626D4C">
              <w:rPr>
                <w:lang w:eastAsia="en-US"/>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tc>
        <w:tc>
          <w:tcPr>
            <w:tcW w:w="1620" w:type="dxa"/>
          </w:tcPr>
          <w:p w:rsidR="00D52709" w:rsidRPr="00626D4C" w:rsidRDefault="00D52709" w:rsidP="00626D4C">
            <w:pPr>
              <w:spacing w:line="240" w:lineRule="atLeast"/>
              <w:ind w:firstLine="709"/>
              <w:rPr>
                <w:lang w:eastAsia="en-US"/>
              </w:rPr>
            </w:pPr>
          </w:p>
        </w:tc>
      </w:tr>
      <w:tr w:rsidR="00D52709" w:rsidRPr="00626D4C" w:rsidTr="006C307D">
        <w:tc>
          <w:tcPr>
            <w:tcW w:w="800" w:type="dxa"/>
            <w:tcBorders>
              <w:bottom w:val="single" w:sz="12" w:space="0" w:color="auto"/>
            </w:tcBorders>
          </w:tcPr>
          <w:p w:rsidR="00D52709" w:rsidRPr="00626D4C" w:rsidRDefault="00D52709" w:rsidP="00626D4C">
            <w:pPr>
              <w:numPr>
                <w:ilvl w:val="0"/>
                <w:numId w:val="6"/>
              </w:numPr>
              <w:tabs>
                <w:tab w:val="num" w:pos="392"/>
              </w:tabs>
              <w:spacing w:after="0" w:line="240" w:lineRule="atLeast"/>
              <w:ind w:firstLine="0"/>
              <w:rPr>
                <w:lang w:eastAsia="en-US"/>
              </w:rPr>
            </w:pPr>
          </w:p>
        </w:tc>
        <w:tc>
          <w:tcPr>
            <w:tcW w:w="7120" w:type="dxa"/>
            <w:tcBorders>
              <w:bottom w:val="single" w:sz="12" w:space="0" w:color="auto"/>
            </w:tcBorders>
          </w:tcPr>
          <w:p w:rsidR="00D52709" w:rsidRPr="00626D4C" w:rsidRDefault="00D52709" w:rsidP="00626D4C">
            <w:pPr>
              <w:pStyle w:val="Web"/>
              <w:spacing w:before="0" w:beforeAutospacing="0" w:after="0" w:afterAutospacing="0" w:line="240" w:lineRule="atLeast"/>
              <w:ind w:firstLine="709"/>
              <w:jc w:val="both"/>
              <w:rPr>
                <w:lang w:eastAsia="en-US"/>
              </w:rPr>
            </w:pPr>
            <w:r w:rsidRPr="00626D4C">
              <w:rPr>
                <w:lang w:eastAsia="en-US"/>
              </w:rPr>
              <w:t>Другие документы по усмотрению Участника продажи</w:t>
            </w:r>
          </w:p>
        </w:tc>
        <w:tc>
          <w:tcPr>
            <w:tcW w:w="1620" w:type="dxa"/>
            <w:tcBorders>
              <w:bottom w:val="single" w:sz="12" w:space="0" w:color="auto"/>
            </w:tcBorders>
          </w:tcPr>
          <w:p w:rsidR="00D52709" w:rsidRPr="00626D4C" w:rsidRDefault="00D52709" w:rsidP="00626D4C">
            <w:pPr>
              <w:spacing w:line="240" w:lineRule="atLeast"/>
              <w:ind w:firstLine="709"/>
              <w:rPr>
                <w:lang w:eastAsia="en-US"/>
              </w:rPr>
            </w:pPr>
          </w:p>
        </w:tc>
      </w:tr>
    </w:tbl>
    <w:p w:rsidR="00D52709" w:rsidRPr="00626D4C" w:rsidRDefault="00D52709" w:rsidP="00626D4C">
      <w:pPr>
        <w:rPr>
          <w:bCs/>
        </w:rPr>
      </w:pPr>
      <w:r w:rsidRPr="00626D4C">
        <w:rPr>
          <w:bCs/>
        </w:rPr>
        <w:t>Заявитель на участие в продаже (уполномоченный представитель) _______________(Ф.И.О.)</w:t>
      </w:r>
    </w:p>
    <w:p w:rsidR="00D52709" w:rsidRPr="00626D4C" w:rsidRDefault="00D52709" w:rsidP="00626D4C">
      <w:pPr>
        <w:ind w:left="6480" w:firstLine="900"/>
        <w:rPr>
          <w:bCs/>
          <w:i/>
          <w:vertAlign w:val="superscript"/>
        </w:rPr>
      </w:pPr>
      <w:r w:rsidRPr="00626D4C">
        <w:rPr>
          <w:bCs/>
          <w:i/>
          <w:vertAlign w:val="superscript"/>
        </w:rPr>
        <w:t>(подпись)</w:t>
      </w:r>
    </w:p>
    <w:p w:rsidR="00D52709" w:rsidRPr="00626D4C" w:rsidRDefault="00D52709" w:rsidP="00626D4C">
      <w:pPr>
        <w:pStyle w:val="2"/>
        <w:jc w:val="both"/>
        <w:rPr>
          <w:b w:val="0"/>
          <w:sz w:val="24"/>
          <w:szCs w:val="24"/>
        </w:rPr>
      </w:pPr>
      <w:bookmarkStart w:id="184" w:name="_Toc241572489"/>
      <w:bookmarkStart w:id="185" w:name="_Toc232912312"/>
      <w:bookmarkStart w:id="186" w:name="_Toc232909703"/>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Pr>
        <w:pStyle w:val="2"/>
        <w:jc w:val="both"/>
        <w:rPr>
          <w:b w:val="0"/>
          <w:sz w:val="24"/>
          <w:szCs w:val="24"/>
        </w:rPr>
      </w:pPr>
    </w:p>
    <w:p w:rsidR="00D52709" w:rsidRPr="00626D4C" w:rsidRDefault="00D52709" w:rsidP="00626D4C"/>
    <w:p w:rsidR="00D52709" w:rsidRPr="00626D4C" w:rsidRDefault="00D52709" w:rsidP="00626D4C"/>
    <w:p w:rsidR="00D52709" w:rsidRPr="00626D4C" w:rsidRDefault="00D52709" w:rsidP="00626D4C"/>
    <w:p w:rsidR="00D52709" w:rsidRPr="00626D4C" w:rsidRDefault="00D52709" w:rsidP="00626D4C"/>
    <w:p w:rsidR="00D52709" w:rsidRPr="00626D4C" w:rsidRDefault="00D52709" w:rsidP="00626D4C">
      <w:pPr>
        <w:pStyle w:val="2"/>
        <w:jc w:val="both"/>
        <w:rPr>
          <w:b w:val="0"/>
          <w:sz w:val="24"/>
          <w:szCs w:val="24"/>
        </w:rPr>
      </w:pPr>
      <w:r w:rsidRPr="00626D4C">
        <w:rPr>
          <w:b w:val="0"/>
          <w:sz w:val="24"/>
          <w:szCs w:val="24"/>
        </w:rPr>
        <w:t>4.2. ФОРМА И ИНСТРУКЦИЯ ПО ЗАПОЛНЕНИЮ ЗАЯВКИ НА УЧАСТИЕ В ПРОДАЖЕ</w:t>
      </w:r>
      <w:bookmarkEnd w:id="184"/>
      <w:bookmarkEnd w:id="185"/>
      <w:bookmarkEnd w:id="186"/>
    </w:p>
    <w:p w:rsidR="00D52709" w:rsidRDefault="00D52709" w:rsidP="00626D4C">
      <w:pPr>
        <w:tabs>
          <w:tab w:val="left" w:pos="7305"/>
        </w:tabs>
      </w:pPr>
      <w:r>
        <w:tab/>
        <w:t xml:space="preserve">В администрацию </w:t>
      </w:r>
    </w:p>
    <w:p w:rsidR="00D52709" w:rsidRDefault="00D52709" w:rsidP="00626D4C">
      <w:pPr>
        <w:tabs>
          <w:tab w:val="left" w:pos="7305"/>
        </w:tabs>
      </w:pPr>
      <w:r>
        <w:tab/>
        <w:t xml:space="preserve">Искитимского района </w:t>
      </w:r>
    </w:p>
    <w:p w:rsidR="00D52709" w:rsidRDefault="00D52709" w:rsidP="00626D4C">
      <w:pPr>
        <w:tabs>
          <w:tab w:val="left" w:pos="7305"/>
        </w:tabs>
      </w:pPr>
      <w:r>
        <w:tab/>
        <w:t>Новосибирской области</w:t>
      </w:r>
    </w:p>
    <w:p w:rsidR="00D52709" w:rsidRPr="00626D4C" w:rsidRDefault="00D52709" w:rsidP="00626D4C"/>
    <w:p w:rsidR="00D52709" w:rsidRPr="00626D4C" w:rsidRDefault="00D52709" w:rsidP="00626D4C">
      <w:pPr>
        <w:jc w:val="center"/>
        <w:rPr>
          <w:b/>
        </w:rPr>
      </w:pPr>
      <w:r w:rsidRPr="00626D4C">
        <w:rPr>
          <w:b/>
        </w:rPr>
        <w:t>ЗАЯВКА НА УЧАСТИЕ В ПРОДАЖЕ</w:t>
      </w:r>
    </w:p>
    <w:p w:rsidR="00D52709" w:rsidRPr="00626D4C" w:rsidRDefault="00D52709" w:rsidP="00626D4C">
      <w:pPr>
        <w:jc w:val="center"/>
        <w:rPr>
          <w:b/>
        </w:rPr>
      </w:pPr>
      <w:r w:rsidRPr="00626D4C">
        <w:rPr>
          <w:b/>
        </w:rPr>
        <w:t>муниципального имущества посредством публичного предложения</w:t>
      </w:r>
    </w:p>
    <w:p w:rsidR="00D52709" w:rsidRPr="00626D4C" w:rsidRDefault="00D52709" w:rsidP="00626D4C">
      <w:pPr>
        <w:jc w:val="center"/>
        <w:rPr>
          <w:b/>
        </w:rPr>
      </w:pPr>
    </w:p>
    <w:p w:rsidR="00087ECC" w:rsidRPr="00087ECC" w:rsidRDefault="00DD460F" w:rsidP="00087ECC">
      <w:pPr>
        <w:tabs>
          <w:tab w:val="left" w:pos="0"/>
        </w:tabs>
        <w:autoSpaceDE w:val="0"/>
        <w:autoSpaceDN w:val="0"/>
        <w:adjustRightInd w:val="0"/>
        <w:ind w:left="142"/>
        <w:rPr>
          <w:color w:val="FF0000"/>
        </w:rPr>
      </w:pPr>
      <w:bookmarkStart w:id="187" w:name="_Toc241572490"/>
      <w:bookmarkStart w:id="188" w:name="_Toc232912313"/>
      <w:bookmarkStart w:id="189" w:name="_Toc232909704"/>
      <w:r>
        <w:tab/>
      </w:r>
      <w:r w:rsidR="00087ECC" w:rsidRPr="00087ECC">
        <w:rPr>
          <w:color w:val="FF0000"/>
        </w:rPr>
        <w:t>автобус, идентификационный номер (VIN)  X</w:t>
      </w:r>
      <w:r w:rsidR="00087ECC" w:rsidRPr="00087ECC">
        <w:rPr>
          <w:color w:val="FF0000"/>
          <w:lang w:val="en-US"/>
        </w:rPr>
        <w:t>VG</w:t>
      </w:r>
      <w:r w:rsidR="00087ECC" w:rsidRPr="00087ECC">
        <w:rPr>
          <w:color w:val="FF0000"/>
        </w:rPr>
        <w:t>52770070000157, марка, модель ТС: 5277,  категория ТС - Д, год изготовления ТС-2007, модель, №двигателя: 236НЕ234 №70243708, шасси №: отсутствует, кузов (прицеп) № X</w:t>
      </w:r>
      <w:r w:rsidR="00087ECC" w:rsidRPr="00087ECC">
        <w:rPr>
          <w:color w:val="FF0000"/>
          <w:lang w:val="en-US"/>
        </w:rPr>
        <w:t>VG</w:t>
      </w:r>
      <w:r w:rsidR="00087ECC" w:rsidRPr="00087ECC">
        <w:rPr>
          <w:color w:val="FF0000"/>
        </w:rPr>
        <w:t>52770070000157, цвет кузова (кабины) белый, ПТС 54 00 307740, дата выдачи паспорта 13.01.2017г., организация - изготовитель ТС - Мичуринский завод (Россия),  находящийся  по адресу: Новосибирская область, г.Искитим, ул.Чайковского,47 .</w:t>
      </w:r>
    </w:p>
    <w:p w:rsidR="00D52709" w:rsidRPr="00626D4C" w:rsidRDefault="00D52709" w:rsidP="00087ECC">
      <w:pPr>
        <w:pStyle w:val="22"/>
        <w:tabs>
          <w:tab w:val="clear" w:pos="567"/>
          <w:tab w:val="num" w:pos="0"/>
          <w:tab w:val="left" w:pos="720"/>
          <w:tab w:val="left" w:pos="2160"/>
        </w:tabs>
        <w:autoSpaceDE w:val="0"/>
        <w:autoSpaceDN w:val="0"/>
        <w:adjustRightInd w:val="0"/>
        <w:spacing w:after="0"/>
        <w:ind w:left="0" w:firstLine="0"/>
      </w:pPr>
      <w:r w:rsidRPr="00626D4C">
        <w:t>1. Изучив настоящую документацию о торгах, а также законы и нормативно-правовые    акты____________________________________________________________________</w:t>
      </w:r>
    </w:p>
    <w:p w:rsidR="00D52709" w:rsidRPr="00626D4C" w:rsidRDefault="00D52709" w:rsidP="00626D4C">
      <w:pPr>
        <w:rPr>
          <w:i/>
          <w:lang w:eastAsia="en-US"/>
        </w:rPr>
      </w:pPr>
      <w:r w:rsidRPr="00626D4C">
        <w:rPr>
          <w:i/>
        </w:rPr>
        <w:t xml:space="preserve">наименование заявителя, </w:t>
      </w:r>
      <w:r w:rsidRPr="00626D4C">
        <w:t xml:space="preserve"> </w:t>
      </w:r>
      <w:r w:rsidRPr="00626D4C">
        <w:rPr>
          <w:i/>
          <w:lang w:eastAsia="en-US"/>
        </w:rPr>
        <w:t>почтовый адрес (для юридического лица)</w:t>
      </w:r>
      <w:r w:rsidRPr="00626D4C">
        <w:rPr>
          <w:i/>
        </w:rPr>
        <w:t xml:space="preserve"> ,ФИО, паспортные данные, сведения о месте жительства,  контактный телефон)</w:t>
      </w:r>
    </w:p>
    <w:p w:rsidR="00D52709" w:rsidRPr="00626D4C" w:rsidRDefault="00D52709" w:rsidP="00626D4C">
      <w:r w:rsidRPr="00626D4C">
        <w:t>в лице, _______________________________________________________________________</w:t>
      </w:r>
    </w:p>
    <w:p w:rsidR="00D52709" w:rsidRPr="00626D4C" w:rsidRDefault="00D52709" w:rsidP="00626D4C">
      <w:pPr>
        <w:pStyle w:val="22"/>
        <w:tabs>
          <w:tab w:val="clear" w:pos="567"/>
          <w:tab w:val="left" w:pos="720"/>
          <w:tab w:val="left" w:pos="2160"/>
        </w:tabs>
        <w:autoSpaceDE w:val="0"/>
        <w:autoSpaceDN w:val="0"/>
        <w:adjustRightInd w:val="0"/>
        <w:spacing w:after="0"/>
        <w:ind w:left="284" w:firstLine="0"/>
        <w:rPr>
          <w:szCs w:val="24"/>
        </w:rPr>
      </w:pPr>
      <w:r w:rsidRPr="00626D4C">
        <w:rPr>
          <w:szCs w:val="24"/>
        </w:rPr>
        <w:t>(</w:t>
      </w:r>
      <w:r w:rsidRPr="00626D4C">
        <w:rPr>
          <w:i/>
          <w:szCs w:val="24"/>
        </w:rPr>
        <w:t>наименование должности, Ф.И.О. руководителя, уполномоченного лица (для  юридического лица), Ф.И.О. для физического лица</w:t>
      </w:r>
      <w:r w:rsidRPr="00626D4C">
        <w:rPr>
          <w:szCs w:val="24"/>
        </w:rPr>
        <w:t xml:space="preserve">), </w:t>
      </w:r>
    </w:p>
    <w:p w:rsidR="00D52709" w:rsidRPr="00626D4C" w:rsidRDefault="00D52709" w:rsidP="00626D4C">
      <w:pPr>
        <w:pStyle w:val="a9"/>
        <w:tabs>
          <w:tab w:val="left" w:pos="700"/>
        </w:tabs>
        <w:rPr>
          <w:szCs w:val="24"/>
        </w:rPr>
      </w:pPr>
      <w:r w:rsidRPr="00626D4C">
        <w:rPr>
          <w:szCs w:val="24"/>
        </w:rPr>
        <w:t xml:space="preserve">сообщаю что согласен(-сна) приобрести муниципальное имущество в соответствии с требованиями, установленными документацией  о торгах и по цене, которая будет предложена мною при проведении  торгов по  продаже муниципального имущества: </w:t>
      </w:r>
    </w:p>
    <w:p w:rsidR="00087ECC" w:rsidRPr="00087ECC" w:rsidRDefault="00DD460F" w:rsidP="00087ECC">
      <w:pPr>
        <w:tabs>
          <w:tab w:val="left" w:pos="0"/>
        </w:tabs>
        <w:autoSpaceDE w:val="0"/>
        <w:autoSpaceDN w:val="0"/>
        <w:adjustRightInd w:val="0"/>
        <w:ind w:left="142"/>
        <w:rPr>
          <w:color w:val="FF0000"/>
        </w:rPr>
      </w:pPr>
      <w:r>
        <w:tab/>
      </w:r>
      <w:r w:rsidR="00087ECC" w:rsidRPr="00087ECC">
        <w:rPr>
          <w:color w:val="FF0000"/>
        </w:rPr>
        <w:t>автобус, идентификационный номер (VIN)  X</w:t>
      </w:r>
      <w:r w:rsidR="00087ECC" w:rsidRPr="00087ECC">
        <w:rPr>
          <w:color w:val="FF0000"/>
          <w:lang w:val="en-US"/>
        </w:rPr>
        <w:t>VG</w:t>
      </w:r>
      <w:r w:rsidR="00087ECC" w:rsidRPr="00087ECC">
        <w:rPr>
          <w:color w:val="FF0000"/>
        </w:rPr>
        <w:t>52770070000157, марка, модель ТС: 5277,  категория ТС - Д, год изготовления ТС-2007, модель, №двигателя: 236НЕ234 №70243708, шасси №: отсутствует, кузов (прицеп) № X</w:t>
      </w:r>
      <w:r w:rsidR="00087ECC" w:rsidRPr="00087ECC">
        <w:rPr>
          <w:color w:val="FF0000"/>
          <w:lang w:val="en-US"/>
        </w:rPr>
        <w:t>VG</w:t>
      </w:r>
      <w:r w:rsidR="00087ECC" w:rsidRPr="00087ECC">
        <w:rPr>
          <w:color w:val="FF0000"/>
        </w:rPr>
        <w:t>52770070000157, цвет кузова (кабины) белый, ПТС 54 00 307740, дата выдачи паспорта 13.01.2017г., организация - изготовитель ТС - Мичуринский завод (Россия),  находящийся  по адресу: Новосибирская область, г.Искитим, ул.Чайковского,47 .</w:t>
      </w:r>
    </w:p>
    <w:p w:rsidR="00D52709" w:rsidRPr="00451FF0" w:rsidRDefault="00D52709" w:rsidP="00087ECC">
      <w:pPr>
        <w:pStyle w:val="22"/>
        <w:tabs>
          <w:tab w:val="clear" w:pos="567"/>
          <w:tab w:val="num" w:pos="0"/>
          <w:tab w:val="left" w:pos="720"/>
          <w:tab w:val="left" w:pos="2160"/>
        </w:tabs>
        <w:autoSpaceDE w:val="0"/>
        <w:autoSpaceDN w:val="0"/>
        <w:adjustRightInd w:val="0"/>
        <w:spacing w:after="0"/>
        <w:ind w:left="0" w:firstLine="0"/>
        <w:rPr>
          <w:szCs w:val="24"/>
        </w:rPr>
      </w:pPr>
      <w:r w:rsidRPr="00451FF0">
        <w:rPr>
          <w:szCs w:val="24"/>
        </w:rPr>
        <w:t>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D52709" w:rsidRPr="00626D4C" w:rsidRDefault="00D52709" w:rsidP="00626D4C">
      <w:pPr>
        <w:tabs>
          <w:tab w:val="left" w:pos="720"/>
          <w:tab w:val="num" w:pos="900"/>
        </w:tabs>
        <w:ind w:firstLine="540"/>
      </w:pPr>
      <w:r w:rsidRPr="00451FF0">
        <w:t>Я ознакомлен</w:t>
      </w:r>
      <w:r w:rsidR="00C3340F">
        <w:t xml:space="preserve"> </w:t>
      </w:r>
      <w:r w:rsidRPr="00451FF0">
        <w:t>(-на) с материалами, содержащимися в документации о торгах, а также с</w:t>
      </w:r>
      <w:r w:rsidRPr="00626D4C">
        <w:t xml:space="preserve"> проектом  договора купли-продажи и факторами, влияющими на стоимость приобретаемого  муниципального имущества.</w:t>
      </w:r>
    </w:p>
    <w:p w:rsidR="00D52709" w:rsidRPr="00626D4C" w:rsidRDefault="00D52709" w:rsidP="00626D4C">
      <w:pPr>
        <w:tabs>
          <w:tab w:val="left" w:pos="720"/>
          <w:tab w:val="num" w:pos="900"/>
        </w:tabs>
        <w:ind w:firstLine="540"/>
      </w:pPr>
      <w:r w:rsidRPr="00626D4C">
        <w:t>Я согласен</w:t>
      </w:r>
      <w:r w:rsidR="00C3340F">
        <w:t xml:space="preserve"> </w:t>
      </w:r>
      <w:r w:rsidRPr="00626D4C">
        <w:t>(-сна)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купли-продажи</w:t>
      </w:r>
      <w:r w:rsidRPr="00626D4C">
        <w:rPr>
          <w:b/>
        </w:rPr>
        <w:t xml:space="preserve"> </w:t>
      </w:r>
      <w:r w:rsidRPr="00626D4C">
        <w:t xml:space="preserve"> по  предложенной  мною в ходе продажи цене договора купли-продажи.</w:t>
      </w:r>
    </w:p>
    <w:p w:rsidR="00D52709" w:rsidRPr="00626D4C" w:rsidRDefault="00D52709" w:rsidP="00626D4C">
      <w:pPr>
        <w:ind w:firstLine="540"/>
      </w:pPr>
      <w:r w:rsidRPr="00626D4C">
        <w:t xml:space="preserve">Если ___________________________, будет признан победителем торгов в установленном законом порядке, беру на себя обязательства </w:t>
      </w:r>
      <w:r w:rsidRPr="00626D4C">
        <w:rPr>
          <w:lang w:eastAsia="en-US"/>
        </w:rPr>
        <w:t>не позднее 5 рабочих дней со дня подведения итогов продажи</w:t>
      </w:r>
      <w:r w:rsidRPr="00626D4C">
        <w:t xml:space="preserve"> заключить договор купли-продажи</w:t>
      </w:r>
      <w:r w:rsidRPr="00626D4C">
        <w:rPr>
          <w:b/>
        </w:rPr>
        <w:t xml:space="preserve"> </w:t>
      </w:r>
      <w:r w:rsidRPr="00626D4C">
        <w:t xml:space="preserve"> в соответствии с требованиями </w:t>
      </w:r>
      <w:r w:rsidRPr="00626D4C">
        <w:lastRenderedPageBreak/>
        <w:t>документации о торгах и по цене, которая будет предложена мною при проведении торгов и которая включена в договор купли-продажи.</w:t>
      </w:r>
    </w:p>
    <w:p w:rsidR="00D52709" w:rsidRPr="00626D4C" w:rsidRDefault="00D52709" w:rsidP="00626D4C">
      <w:pPr>
        <w:ind w:firstLine="540"/>
      </w:pPr>
      <w:r w:rsidRPr="00626D4C">
        <w:t>2.Настоящей заявкой подтверждаем, что в отношении _____________________________________________________________________________</w:t>
      </w:r>
    </w:p>
    <w:p w:rsidR="00D52709" w:rsidRPr="00626D4C" w:rsidRDefault="00D52709" w:rsidP="00626D4C">
      <w:pPr>
        <w:pStyle w:val="a9"/>
        <w:rPr>
          <w:bCs/>
          <w:szCs w:val="24"/>
        </w:rPr>
      </w:pPr>
      <w:r w:rsidRPr="00626D4C">
        <w:rPr>
          <w:bCs/>
          <w:i/>
          <w:szCs w:val="24"/>
        </w:rPr>
        <w:t>(наименование организации,, индивидуального предпринимателя, Ф.И.О. физического лица)</w:t>
      </w:r>
    </w:p>
    <w:p w:rsidR="00D52709" w:rsidRPr="00626D4C" w:rsidRDefault="00D52709" w:rsidP="00626D4C">
      <w:pPr>
        <w:ind w:firstLine="540"/>
        <w:rPr>
          <w:i/>
        </w:rPr>
      </w:pPr>
      <w:r w:rsidRPr="00626D4C">
        <w:rPr>
          <w:bCs/>
        </w:rPr>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626D4C">
        <w:t xml:space="preserve"> Документы, подтверждающие соответствие требованиям  к участникам торгов  на ______стр. </w:t>
      </w:r>
      <w:r w:rsidRPr="00626D4C">
        <w:rPr>
          <w:i/>
        </w:rPr>
        <w:t>(Перечень данных документов приведен в  документации о торгах).</w:t>
      </w:r>
    </w:p>
    <w:p w:rsidR="00D52709" w:rsidRPr="00626D4C" w:rsidRDefault="00D52709" w:rsidP="00626D4C">
      <w:pPr>
        <w:pStyle w:val="a9"/>
        <w:ind w:firstLine="540"/>
        <w:rPr>
          <w:szCs w:val="24"/>
        </w:rPr>
      </w:pPr>
      <w:r w:rsidRPr="00626D4C">
        <w:rPr>
          <w:szCs w:val="24"/>
        </w:rPr>
        <w:t>3.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D52709" w:rsidRPr="00626D4C" w:rsidRDefault="00D52709" w:rsidP="00626D4C">
      <w:pPr>
        <w:pStyle w:val="a9"/>
        <w:ind w:firstLine="540"/>
        <w:rPr>
          <w:szCs w:val="24"/>
        </w:rPr>
      </w:pPr>
      <w:r w:rsidRPr="00626D4C">
        <w:rPr>
          <w:szCs w:val="24"/>
        </w:rPr>
        <w:t>4.В случае, если единой конкурсной (аукционной) комиссией будет принято решение о заключении с ______________________ договора купли-продажи муниципального</w:t>
      </w:r>
      <w:r w:rsidRPr="00626D4C">
        <w:rPr>
          <w:b/>
          <w:szCs w:val="24"/>
        </w:rPr>
        <w:t xml:space="preserve"> </w:t>
      </w:r>
      <w:r w:rsidRPr="00626D4C">
        <w:rPr>
          <w:szCs w:val="24"/>
        </w:rPr>
        <w:t xml:space="preserve"> имущества я беру на себя обязательства подписать договор купли-продажи</w:t>
      </w:r>
      <w:r w:rsidRPr="00626D4C">
        <w:rPr>
          <w:b/>
          <w:szCs w:val="24"/>
        </w:rPr>
        <w:t xml:space="preserve"> </w:t>
      </w:r>
      <w:r w:rsidRPr="00626D4C">
        <w:rPr>
          <w:szCs w:val="24"/>
        </w:rPr>
        <w:t xml:space="preserve"> в соответствии с требованиями документации о торгах  в течение 5 дней со дня получения  проекта договора купли-продажи.</w:t>
      </w:r>
    </w:p>
    <w:p w:rsidR="00D52709" w:rsidRPr="00626D4C" w:rsidRDefault="00D52709" w:rsidP="00626D4C">
      <w:pPr>
        <w:pStyle w:val="a9"/>
        <w:ind w:firstLine="540"/>
        <w:rPr>
          <w:bCs/>
          <w:i/>
          <w:szCs w:val="24"/>
        </w:rPr>
      </w:pPr>
      <w:r w:rsidRPr="00626D4C">
        <w:rPr>
          <w:szCs w:val="24"/>
        </w:rPr>
        <w:t>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_____________________________________________</w:t>
      </w:r>
      <w:r w:rsidRPr="00626D4C">
        <w:rPr>
          <w:bCs/>
          <w:i/>
          <w:szCs w:val="24"/>
        </w:rPr>
        <w:t>(контактная информация уполномоченного лица).</w:t>
      </w:r>
    </w:p>
    <w:p w:rsidR="00D52709" w:rsidRPr="00626D4C" w:rsidRDefault="00D52709" w:rsidP="00626D4C">
      <w:pPr>
        <w:pStyle w:val="a9"/>
        <w:ind w:firstLine="540"/>
        <w:rPr>
          <w:bCs/>
          <w:szCs w:val="24"/>
        </w:rPr>
      </w:pPr>
      <w:r w:rsidRPr="00626D4C">
        <w:rPr>
          <w:bCs/>
          <w:szCs w:val="24"/>
        </w:rPr>
        <w:t>Все сведения о проведении торгов просим сообщать указанному уполномоченному лицу.</w:t>
      </w:r>
    </w:p>
    <w:p w:rsidR="00D52709" w:rsidRPr="00626D4C" w:rsidRDefault="00D52709" w:rsidP="00626D4C">
      <w:pPr>
        <w:tabs>
          <w:tab w:val="left" w:pos="720"/>
          <w:tab w:val="num" w:pos="900"/>
        </w:tabs>
      </w:pPr>
      <w:r w:rsidRPr="00626D4C">
        <w:t>Юридический и фактический адреса/место жительства :______________________</w:t>
      </w:r>
    </w:p>
    <w:p w:rsidR="00D52709" w:rsidRPr="00626D4C" w:rsidRDefault="00D52709" w:rsidP="00626D4C">
      <w:pPr>
        <w:pStyle w:val="af"/>
        <w:tabs>
          <w:tab w:val="left" w:pos="720"/>
          <w:tab w:val="num" w:pos="900"/>
        </w:tabs>
      </w:pPr>
      <w:r w:rsidRPr="00626D4C">
        <w:t>_________________________________________________________________, телефон/факс ___________________,</w:t>
      </w:r>
    </w:p>
    <w:p w:rsidR="00D52709" w:rsidRPr="00626D4C" w:rsidRDefault="00D52709" w:rsidP="00626D4C">
      <w:pPr>
        <w:pStyle w:val="af"/>
        <w:tabs>
          <w:tab w:val="left" w:pos="720"/>
          <w:tab w:val="num" w:pos="900"/>
        </w:tabs>
      </w:pPr>
      <w:r w:rsidRPr="00626D4C">
        <w:t xml:space="preserve"> банковские реквизиты _________________________.</w:t>
      </w:r>
    </w:p>
    <w:p w:rsidR="00D52709" w:rsidRPr="00626D4C" w:rsidRDefault="00D52709" w:rsidP="00626D4C">
      <w:pPr>
        <w:tabs>
          <w:tab w:val="num" w:pos="900"/>
        </w:tabs>
      </w:pPr>
      <w:r w:rsidRPr="00626D4C">
        <w:t>Корреспонденцию в наш адрес просим направлять по адресу: _____________________________________________________________________________</w:t>
      </w:r>
    </w:p>
    <w:p w:rsidR="00D52709" w:rsidRPr="00626D4C" w:rsidRDefault="00D52709" w:rsidP="00626D4C">
      <w:pPr>
        <w:tabs>
          <w:tab w:val="left" w:pos="720"/>
          <w:tab w:val="num" w:pos="900"/>
        </w:tabs>
        <w:ind w:left="540"/>
      </w:pPr>
    </w:p>
    <w:p w:rsidR="00D52709" w:rsidRPr="00626D4C" w:rsidRDefault="00D52709" w:rsidP="00626D4C">
      <w:r w:rsidRPr="00626D4C">
        <w:t xml:space="preserve">       Перечисленную сумму _____________________(руб.) со счета ____________________ в _____________ отд.банка желаю использовать в качестве задатка для участия в торгах</w:t>
      </w:r>
    </w:p>
    <w:p w:rsidR="00D52709" w:rsidRPr="00626D4C" w:rsidRDefault="00D52709" w:rsidP="00626D4C">
      <w:r w:rsidRPr="00626D4C">
        <w:t xml:space="preserve">Прим.* Задаток для участия в торгах перечислен на счет Получателя: </w:t>
      </w:r>
    </w:p>
    <w:p w:rsidR="00D52709" w:rsidRPr="00626D4C" w:rsidRDefault="00D52709" w:rsidP="00626D4C">
      <w:r w:rsidRPr="00626D4C">
        <w:t>Искитимский район (администрация)</w:t>
      </w:r>
    </w:p>
    <w:p w:rsidR="00D52709" w:rsidRPr="00626D4C" w:rsidRDefault="00D52709" w:rsidP="00626D4C">
      <w:pPr>
        <w:pStyle w:val="2"/>
        <w:tabs>
          <w:tab w:val="left" w:pos="6540"/>
        </w:tabs>
        <w:jc w:val="both"/>
        <w:rPr>
          <w:b w:val="0"/>
          <w:sz w:val="24"/>
          <w:szCs w:val="24"/>
        </w:rPr>
      </w:pPr>
      <w:r w:rsidRPr="00626D4C">
        <w:rPr>
          <w:b w:val="0"/>
          <w:sz w:val="24"/>
          <w:szCs w:val="24"/>
        </w:rPr>
        <w:t>633210 , г. Искитим, ул. Пушкина , 51</w:t>
      </w:r>
    </w:p>
    <w:p w:rsidR="00D52709" w:rsidRPr="00626D4C" w:rsidRDefault="00D52709" w:rsidP="00626D4C">
      <w:r w:rsidRPr="00626D4C">
        <w:t xml:space="preserve">ИНН 5446004474,   КПП 544601001 </w:t>
      </w:r>
    </w:p>
    <w:p w:rsidR="00D52709" w:rsidRPr="00626D4C" w:rsidRDefault="00D52709" w:rsidP="00626D4C">
      <w:r w:rsidRPr="00626D4C">
        <w:t xml:space="preserve">УФК по Новосибирской области      (администрация Искитимского района  Новосибирской области л/с 05513003470) ГР КЦ ГУ Банка России по  Новосибирской области г. Новосибирск </w:t>
      </w:r>
    </w:p>
    <w:p w:rsidR="00D52709" w:rsidRPr="00626D4C" w:rsidRDefault="00D52709" w:rsidP="00626D4C">
      <w:r w:rsidRPr="00626D4C">
        <w:t xml:space="preserve"> р/с 40302810100043000033, БИК 045004001, ОКАТО 50215000000,  КБК</w:t>
      </w:r>
      <w:r w:rsidRPr="00626D4C">
        <w:rPr>
          <w:bCs/>
        </w:rPr>
        <w:tab/>
        <w:t>70011402053050000410</w:t>
      </w:r>
    </w:p>
    <w:p w:rsidR="00D52709" w:rsidRPr="00626D4C" w:rsidRDefault="00D52709" w:rsidP="00626D4C">
      <w:pPr>
        <w:tabs>
          <w:tab w:val="left" w:pos="720"/>
          <w:tab w:val="num" w:pos="900"/>
        </w:tabs>
        <w:ind w:left="540"/>
      </w:pPr>
      <w:r w:rsidRPr="00626D4C">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28"/>
        <w:gridCol w:w="2304"/>
        <w:gridCol w:w="2304"/>
      </w:tblGrid>
      <w:tr w:rsidR="00D52709" w:rsidRPr="00626D4C" w:rsidTr="006C307D">
        <w:trPr>
          <w:cantSplit/>
        </w:trPr>
        <w:tc>
          <w:tcPr>
            <w:tcW w:w="4528" w:type="dxa"/>
            <w:tcBorders>
              <w:top w:val="nil"/>
              <w:left w:val="nil"/>
              <w:bottom w:val="nil"/>
              <w:right w:val="nil"/>
            </w:tcBorders>
            <w:vAlign w:val="bottom"/>
          </w:tcPr>
          <w:p w:rsidR="00D52709" w:rsidRPr="00626D4C" w:rsidRDefault="00D52709" w:rsidP="00626D4C">
            <w:pPr>
              <w:spacing w:line="240" w:lineRule="atLeast"/>
              <w:ind w:firstLine="709"/>
              <w:rPr>
                <w:lang w:eastAsia="en-US"/>
              </w:rPr>
            </w:pPr>
          </w:p>
          <w:p w:rsidR="00D52709" w:rsidRPr="00626D4C" w:rsidRDefault="00D52709" w:rsidP="00626D4C">
            <w:pPr>
              <w:spacing w:line="240" w:lineRule="atLeast"/>
              <w:ind w:firstLine="709"/>
              <w:rPr>
                <w:bCs/>
                <w:lang w:eastAsia="en-US"/>
              </w:rPr>
            </w:pPr>
            <w:r w:rsidRPr="00626D4C">
              <w:rPr>
                <w:bCs/>
                <w:lang w:eastAsia="en-US"/>
              </w:rPr>
              <w:t xml:space="preserve"> Участник торгов</w:t>
            </w:r>
          </w:p>
          <w:p w:rsidR="00D52709" w:rsidRPr="00626D4C" w:rsidRDefault="00D52709" w:rsidP="00626D4C">
            <w:pPr>
              <w:spacing w:line="240" w:lineRule="atLeast"/>
              <w:ind w:firstLine="709"/>
              <w:rPr>
                <w:lang w:eastAsia="en-US"/>
              </w:rPr>
            </w:pPr>
            <w:r w:rsidRPr="00626D4C">
              <w:rPr>
                <w:lang w:eastAsia="en-US"/>
              </w:rPr>
              <w:t>(его полномочный представитель)</w:t>
            </w:r>
          </w:p>
        </w:tc>
        <w:tc>
          <w:tcPr>
            <w:tcW w:w="2304" w:type="dxa"/>
            <w:tcBorders>
              <w:top w:val="nil"/>
              <w:left w:val="nil"/>
              <w:bottom w:val="single" w:sz="12" w:space="0" w:color="auto"/>
              <w:right w:val="nil"/>
            </w:tcBorders>
            <w:tcMar>
              <w:top w:w="0" w:type="dxa"/>
              <w:left w:w="28" w:type="dxa"/>
              <w:bottom w:w="0" w:type="dxa"/>
              <w:right w:w="28" w:type="dxa"/>
            </w:tcMar>
            <w:vAlign w:val="bottom"/>
          </w:tcPr>
          <w:p w:rsidR="00D52709" w:rsidRPr="00626D4C" w:rsidRDefault="00D52709" w:rsidP="00626D4C">
            <w:pPr>
              <w:spacing w:line="240" w:lineRule="atLeast"/>
              <w:ind w:firstLine="709"/>
              <w:rPr>
                <w:lang w:eastAsia="en-US"/>
              </w:rPr>
            </w:pPr>
          </w:p>
        </w:tc>
        <w:tc>
          <w:tcPr>
            <w:tcW w:w="2304" w:type="dxa"/>
            <w:tcBorders>
              <w:top w:val="nil"/>
              <w:left w:val="nil"/>
              <w:bottom w:val="nil"/>
              <w:right w:val="nil"/>
            </w:tcBorders>
            <w:tcMar>
              <w:top w:w="0" w:type="dxa"/>
              <w:left w:w="28" w:type="dxa"/>
              <w:bottom w:w="0" w:type="dxa"/>
              <w:right w:w="28" w:type="dxa"/>
            </w:tcMar>
            <w:vAlign w:val="bottom"/>
          </w:tcPr>
          <w:p w:rsidR="00D52709" w:rsidRPr="00626D4C" w:rsidRDefault="00D52709" w:rsidP="00626D4C">
            <w:pPr>
              <w:spacing w:line="240" w:lineRule="atLeast"/>
              <w:ind w:firstLine="709"/>
              <w:rPr>
                <w:lang w:eastAsia="en-US"/>
              </w:rPr>
            </w:pPr>
            <w:r w:rsidRPr="00626D4C">
              <w:rPr>
                <w:lang w:eastAsia="en-US"/>
              </w:rPr>
              <w:t>(Ф.И.О.)</w:t>
            </w:r>
          </w:p>
        </w:tc>
      </w:tr>
    </w:tbl>
    <w:p w:rsidR="00D52709" w:rsidRDefault="00D52709" w:rsidP="00626D4C">
      <w:pPr>
        <w:ind w:left="7080" w:firstLine="480"/>
        <w:rPr>
          <w:bCs/>
          <w:vertAlign w:val="superscript"/>
        </w:rPr>
      </w:pPr>
      <w:r w:rsidRPr="00626D4C">
        <w:rPr>
          <w:bCs/>
          <w:vertAlign w:val="superscript"/>
        </w:rPr>
        <w:t>МП</w:t>
      </w:r>
      <w:r w:rsidR="00421740">
        <w:rPr>
          <w:bCs/>
          <w:vertAlign w:val="superscript"/>
        </w:rPr>
        <w:t xml:space="preserve"> (при наличии)</w:t>
      </w:r>
    </w:p>
    <w:p w:rsidR="00421740" w:rsidRDefault="00421740" w:rsidP="00626D4C">
      <w:pPr>
        <w:rPr>
          <w:bCs/>
          <w:vertAlign w:val="superscript"/>
        </w:rPr>
      </w:pPr>
    </w:p>
    <w:p w:rsidR="00421740" w:rsidRPr="00421740" w:rsidRDefault="00421740" w:rsidP="00421740">
      <w:pPr>
        <w:ind w:firstLine="708"/>
        <w:rPr>
          <w:bCs/>
        </w:rPr>
      </w:pPr>
      <w:r w:rsidRPr="00421740">
        <w:rPr>
          <w:bCs/>
        </w:rPr>
        <w:t>Главный бухгалтер  ________________________________________ (ФИО)</w:t>
      </w:r>
    </w:p>
    <w:p w:rsidR="00421740" w:rsidRPr="00626D4C" w:rsidRDefault="00C3340F" w:rsidP="00626D4C">
      <w:pPr>
        <w:rPr>
          <w:bCs/>
        </w:rPr>
      </w:pPr>
      <w:r>
        <w:rPr>
          <w:bCs/>
        </w:rPr>
        <w:t>Заявку принял</w:t>
      </w:r>
      <w:r w:rsidR="00D52709" w:rsidRPr="00626D4C">
        <w:rPr>
          <w:bCs/>
        </w:rPr>
        <w:t xml:space="preserve">      _________________</w:t>
      </w:r>
      <w:r w:rsidR="00421740">
        <w:rPr>
          <w:bCs/>
        </w:rPr>
        <w:t>______________________________________</w:t>
      </w:r>
      <w:r w:rsidR="00D52709" w:rsidRPr="00626D4C">
        <w:rPr>
          <w:bCs/>
        </w:rPr>
        <w:t xml:space="preserve"> </w:t>
      </w:r>
    </w:p>
    <w:p w:rsidR="00421740" w:rsidRPr="00421740" w:rsidRDefault="00421740" w:rsidP="00421740">
      <w:pPr>
        <w:ind w:left="360"/>
        <w:rPr>
          <w:bCs/>
        </w:rPr>
      </w:pPr>
      <w:r>
        <w:rPr>
          <w:bCs/>
        </w:rPr>
        <w:t xml:space="preserve">                                               </w:t>
      </w:r>
      <w:r w:rsidRPr="00421740">
        <w:rPr>
          <w:bCs/>
          <w:i/>
          <w:vertAlign w:val="superscript"/>
        </w:rPr>
        <w:t>должность, ФИО. (подпись)</w:t>
      </w:r>
    </w:p>
    <w:p w:rsidR="00D52709" w:rsidRPr="00626D4C" w:rsidRDefault="00D52709" w:rsidP="00626D4C">
      <w:pPr>
        <w:numPr>
          <w:ilvl w:val="0"/>
          <w:numId w:val="7"/>
        </w:numPr>
        <w:tabs>
          <w:tab w:val="clear" w:pos="360"/>
          <w:tab w:val="num" w:pos="900"/>
        </w:tabs>
        <w:ind w:left="900"/>
      </w:pPr>
      <w:r w:rsidRPr="00626D4C">
        <w:t>Примечание:</w:t>
      </w:r>
    </w:p>
    <w:p w:rsidR="00D52709" w:rsidRPr="00626D4C" w:rsidRDefault="00D52709" w:rsidP="00626D4C">
      <w:pPr>
        <w:numPr>
          <w:ilvl w:val="0"/>
          <w:numId w:val="7"/>
        </w:numPr>
        <w:tabs>
          <w:tab w:val="clear" w:pos="360"/>
          <w:tab w:val="num" w:pos="900"/>
        </w:tabs>
        <w:ind w:left="900"/>
      </w:pPr>
      <w:r w:rsidRPr="00626D4C">
        <w:t>Заявка на участие в торгах (далее - Заявка) - это основной документ, которым Участники изъявляют свое желание принять участие в торгах на условиях, установленных  Заказчиком.</w:t>
      </w:r>
    </w:p>
    <w:p w:rsidR="00D52709" w:rsidRPr="00626D4C" w:rsidRDefault="00D52709" w:rsidP="00626D4C">
      <w:pPr>
        <w:numPr>
          <w:ilvl w:val="0"/>
          <w:numId w:val="7"/>
        </w:numPr>
        <w:tabs>
          <w:tab w:val="clear" w:pos="360"/>
          <w:tab w:val="num" w:pos="900"/>
        </w:tabs>
        <w:ind w:left="900"/>
      </w:pPr>
      <w:r w:rsidRPr="00626D4C">
        <w:t xml:space="preserve">Участник торгов вправе подать только одну Заявку на участие в отношении каждого предмета торгов(лота). </w:t>
      </w:r>
    </w:p>
    <w:p w:rsidR="00D52709" w:rsidRPr="00626D4C" w:rsidRDefault="00D52709" w:rsidP="00626D4C">
      <w:pPr>
        <w:numPr>
          <w:ilvl w:val="0"/>
          <w:numId w:val="7"/>
        </w:numPr>
        <w:tabs>
          <w:tab w:val="clear" w:pos="360"/>
          <w:tab w:val="num" w:pos="900"/>
        </w:tabs>
        <w:ind w:left="900"/>
      </w:pPr>
      <w:r w:rsidRPr="00626D4C">
        <w:t xml:space="preserve">В данной форме заполняются только те разделы, в которых есть пропуски. Все данные, указанные в круглых скобках приведены в качестве пояснения . </w:t>
      </w:r>
    </w:p>
    <w:p w:rsidR="00D52709" w:rsidRPr="00626D4C" w:rsidRDefault="00D52709" w:rsidP="00626D4C">
      <w:pPr>
        <w:numPr>
          <w:ilvl w:val="0"/>
          <w:numId w:val="7"/>
        </w:numPr>
        <w:tabs>
          <w:tab w:val="clear" w:pos="360"/>
          <w:tab w:val="num" w:pos="900"/>
        </w:tabs>
        <w:ind w:left="900"/>
      </w:pPr>
      <w:r w:rsidRPr="00626D4C">
        <w:t xml:space="preserve">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D52709" w:rsidRDefault="00D52709" w:rsidP="00626D4C">
      <w:pPr>
        <w:numPr>
          <w:ilvl w:val="0"/>
          <w:numId w:val="7"/>
        </w:numPr>
        <w:tabs>
          <w:tab w:val="clear" w:pos="360"/>
          <w:tab w:val="num" w:pos="900"/>
        </w:tabs>
        <w:ind w:left="900"/>
      </w:pPr>
      <w:r w:rsidRPr="00C901A9">
        <w:t>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Default="00D52709" w:rsidP="00C901A9"/>
    <w:p w:rsidR="00D52709" w:rsidRPr="00626D4C" w:rsidRDefault="00D52709" w:rsidP="00626D4C">
      <w:pPr>
        <w:pStyle w:val="2"/>
        <w:jc w:val="both"/>
        <w:rPr>
          <w:sz w:val="24"/>
          <w:szCs w:val="24"/>
        </w:rPr>
      </w:pPr>
      <w:r w:rsidRPr="00626D4C">
        <w:rPr>
          <w:sz w:val="24"/>
          <w:szCs w:val="24"/>
        </w:rPr>
        <w:lastRenderedPageBreak/>
        <w:t xml:space="preserve">4.3. ФОРМА АНКЕТЫ УЧАСТНИКА </w:t>
      </w:r>
      <w:bookmarkEnd w:id="187"/>
      <w:bookmarkEnd w:id="188"/>
      <w:bookmarkEnd w:id="189"/>
      <w:r w:rsidRPr="00626D4C">
        <w:rPr>
          <w:sz w:val="24"/>
          <w:szCs w:val="24"/>
        </w:rPr>
        <w:t>ПРОДАЖИ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D52709" w:rsidRPr="00626D4C" w:rsidTr="006C307D">
        <w:tc>
          <w:tcPr>
            <w:tcW w:w="6104" w:type="dxa"/>
            <w:gridSpan w:val="2"/>
          </w:tcPr>
          <w:p w:rsidR="00D52709" w:rsidRPr="00626D4C" w:rsidRDefault="00D52709" w:rsidP="00626D4C">
            <w:pPr>
              <w:numPr>
                <w:ilvl w:val="0"/>
                <w:numId w:val="8"/>
              </w:numPr>
              <w:tabs>
                <w:tab w:val="num" w:pos="500"/>
              </w:tabs>
              <w:spacing w:after="0" w:line="240" w:lineRule="atLeast"/>
              <w:ind w:left="0" w:firstLine="0"/>
              <w:rPr>
                <w:b/>
                <w:lang w:eastAsia="en-US"/>
              </w:rPr>
            </w:pPr>
            <w:r w:rsidRPr="00626D4C">
              <w:rPr>
                <w:b/>
                <w:lang w:eastAsia="en-US"/>
              </w:rPr>
              <w:t xml:space="preserve">Полное </w:t>
            </w:r>
            <w:r w:rsidRPr="00626D4C">
              <w:rPr>
                <w:b/>
                <w:bCs/>
                <w:lang w:eastAsia="en-US"/>
              </w:rPr>
              <w:t xml:space="preserve">и сокращенное </w:t>
            </w:r>
            <w:r w:rsidRPr="00626D4C">
              <w:rPr>
                <w:b/>
                <w:lang w:eastAsia="en-US"/>
              </w:rPr>
              <w:t>наименования организации и ее организационно-правовая форма:</w:t>
            </w:r>
          </w:p>
          <w:p w:rsidR="00D52709" w:rsidRPr="00626D4C" w:rsidRDefault="00D52709" w:rsidP="00626D4C">
            <w:pPr>
              <w:spacing w:line="240" w:lineRule="atLeast"/>
              <w:ind w:firstLine="709"/>
              <w:rPr>
                <w:b/>
                <w:bCs/>
                <w:lang w:eastAsia="en-US"/>
              </w:rPr>
            </w:pPr>
            <w:r w:rsidRPr="00626D4C">
              <w:rPr>
                <w:lang w:eastAsia="en-US"/>
              </w:rPr>
              <w:t>(</w:t>
            </w:r>
            <w:r w:rsidRPr="00626D4C">
              <w:rPr>
                <w:bCs/>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626D4C">
              <w:rPr>
                <w:b/>
                <w:bCs/>
                <w:i/>
                <w:lang w:eastAsia="en-US"/>
              </w:rPr>
              <w:t xml:space="preserve"> реестр юридических лиц)</w:t>
            </w:r>
            <w:r w:rsidRPr="00626D4C">
              <w:rPr>
                <w:b/>
                <w:bCs/>
                <w:lang w:eastAsia="en-US"/>
              </w:rPr>
              <w:t>/</w:t>
            </w:r>
          </w:p>
          <w:p w:rsidR="00D52709" w:rsidRPr="00626D4C" w:rsidRDefault="00D52709" w:rsidP="00626D4C">
            <w:pPr>
              <w:spacing w:line="240" w:lineRule="atLeast"/>
              <w:ind w:firstLine="709"/>
              <w:rPr>
                <w:b/>
                <w:lang w:eastAsia="en-US"/>
              </w:rPr>
            </w:pPr>
            <w:r w:rsidRPr="00626D4C">
              <w:rPr>
                <w:b/>
                <w:bCs/>
                <w:lang w:eastAsia="en-US"/>
              </w:rPr>
              <w:t>Ф.И.О. Участника продажи – физического лица</w:t>
            </w:r>
          </w:p>
        </w:tc>
        <w:tc>
          <w:tcPr>
            <w:tcW w:w="3600" w:type="dxa"/>
          </w:tcPr>
          <w:p w:rsidR="00D52709" w:rsidRPr="00626D4C" w:rsidRDefault="00D52709" w:rsidP="00626D4C">
            <w:pPr>
              <w:spacing w:line="240" w:lineRule="atLeast"/>
              <w:ind w:firstLine="709"/>
              <w:rPr>
                <w:b/>
                <w:lang w:eastAsia="en-US"/>
              </w:rPr>
            </w:pPr>
          </w:p>
        </w:tc>
      </w:tr>
      <w:tr w:rsidR="00D52709" w:rsidRPr="00626D4C" w:rsidTr="006C307D">
        <w:tc>
          <w:tcPr>
            <w:tcW w:w="6104" w:type="dxa"/>
            <w:gridSpan w:val="2"/>
          </w:tcPr>
          <w:p w:rsidR="00D52709" w:rsidRPr="00626D4C" w:rsidRDefault="00D52709" w:rsidP="00626D4C">
            <w:pPr>
              <w:numPr>
                <w:ilvl w:val="0"/>
                <w:numId w:val="8"/>
              </w:numPr>
              <w:tabs>
                <w:tab w:val="num" w:pos="500"/>
              </w:tabs>
              <w:spacing w:after="0" w:line="240" w:lineRule="atLeast"/>
              <w:ind w:left="0" w:firstLine="0"/>
              <w:rPr>
                <w:b/>
                <w:lang w:eastAsia="en-US"/>
              </w:rPr>
            </w:pPr>
            <w:r w:rsidRPr="00626D4C">
              <w:rPr>
                <w:b/>
                <w:lang w:eastAsia="en-US"/>
              </w:rPr>
              <w:t>Регистрационные данные:</w:t>
            </w:r>
          </w:p>
          <w:p w:rsidR="00D52709" w:rsidRPr="00626D4C" w:rsidRDefault="00D52709" w:rsidP="00626D4C">
            <w:pPr>
              <w:spacing w:line="240" w:lineRule="atLeast"/>
              <w:ind w:firstLine="709"/>
              <w:rPr>
                <w:lang w:eastAsia="en-US"/>
              </w:rPr>
            </w:pPr>
            <w:r w:rsidRPr="00626D4C">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D52709" w:rsidRPr="00626D4C" w:rsidRDefault="00D52709" w:rsidP="00626D4C">
            <w:pPr>
              <w:spacing w:line="240" w:lineRule="atLeast"/>
              <w:ind w:firstLine="709"/>
              <w:rPr>
                <w:lang w:eastAsia="en-US"/>
              </w:rPr>
            </w:pPr>
            <w:r w:rsidRPr="00626D4C">
              <w:rPr>
                <w:lang w:eastAsia="en-US"/>
              </w:rPr>
              <w:t>(на основании Свидетельства о государственной регистрации)</w:t>
            </w:r>
          </w:p>
          <w:p w:rsidR="00D52709" w:rsidRPr="00626D4C" w:rsidRDefault="00D52709" w:rsidP="00626D4C">
            <w:pPr>
              <w:spacing w:line="240" w:lineRule="atLeast"/>
              <w:ind w:firstLine="709"/>
              <w:rPr>
                <w:b/>
                <w:lang w:eastAsia="en-US"/>
              </w:rPr>
            </w:pPr>
            <w:r w:rsidRPr="00626D4C">
              <w:rPr>
                <w:b/>
                <w:lang w:eastAsia="en-US"/>
              </w:rPr>
              <w:t>2.2.Паспортные данные для участника продажи – физического лица.</w:t>
            </w:r>
          </w:p>
        </w:tc>
        <w:tc>
          <w:tcPr>
            <w:tcW w:w="3600" w:type="dxa"/>
          </w:tcPr>
          <w:p w:rsidR="00D52709" w:rsidRPr="00626D4C" w:rsidRDefault="00D52709" w:rsidP="00626D4C">
            <w:pPr>
              <w:spacing w:line="240" w:lineRule="atLeast"/>
              <w:ind w:firstLine="709"/>
              <w:rPr>
                <w:b/>
                <w:lang w:eastAsia="en-US"/>
              </w:rPr>
            </w:pPr>
          </w:p>
        </w:tc>
      </w:tr>
      <w:tr w:rsidR="00D52709" w:rsidRPr="00626D4C" w:rsidTr="006C307D">
        <w:tc>
          <w:tcPr>
            <w:tcW w:w="6104" w:type="dxa"/>
            <w:gridSpan w:val="2"/>
          </w:tcPr>
          <w:p w:rsidR="00D52709" w:rsidRPr="00626D4C" w:rsidRDefault="00D52709" w:rsidP="00626D4C">
            <w:pPr>
              <w:spacing w:line="240" w:lineRule="atLeast"/>
              <w:ind w:firstLine="709"/>
              <w:rPr>
                <w:lang w:eastAsia="en-US"/>
              </w:rPr>
            </w:pPr>
            <w:r w:rsidRPr="00626D4C">
              <w:rPr>
                <w:b/>
                <w:lang w:eastAsia="en-US"/>
              </w:rPr>
              <w:t>3. Учредители</w:t>
            </w:r>
            <w:r w:rsidRPr="00626D4C">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выписка из реестра акционеров отдельным документом)</w:t>
            </w:r>
          </w:p>
          <w:p w:rsidR="00D52709" w:rsidRPr="00626D4C" w:rsidRDefault="00D52709" w:rsidP="00626D4C">
            <w:pPr>
              <w:spacing w:line="240" w:lineRule="atLeast"/>
              <w:ind w:firstLine="709"/>
              <w:rPr>
                <w:b/>
                <w:lang w:eastAsia="en-US"/>
              </w:rPr>
            </w:pPr>
            <w:r w:rsidRPr="00626D4C">
              <w:rPr>
                <w:lang w:eastAsia="en-US"/>
              </w:rPr>
              <w:t>(</w:t>
            </w:r>
            <w:r w:rsidRPr="00626D4C">
              <w:rPr>
                <w:bCs/>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Pr>
          <w:p w:rsidR="00D52709" w:rsidRPr="00626D4C" w:rsidRDefault="00D52709" w:rsidP="00626D4C">
            <w:pPr>
              <w:spacing w:line="240" w:lineRule="atLeast"/>
              <w:ind w:firstLine="709"/>
              <w:rPr>
                <w:b/>
                <w:lang w:eastAsia="en-US"/>
              </w:rPr>
            </w:pPr>
          </w:p>
        </w:tc>
      </w:tr>
      <w:tr w:rsidR="00D52709" w:rsidRPr="00626D4C" w:rsidTr="006C307D">
        <w:tc>
          <w:tcPr>
            <w:tcW w:w="6104" w:type="dxa"/>
            <w:gridSpan w:val="2"/>
          </w:tcPr>
          <w:p w:rsidR="00D52709" w:rsidRPr="00626D4C" w:rsidRDefault="00D52709" w:rsidP="00626D4C">
            <w:pPr>
              <w:spacing w:line="240" w:lineRule="atLeast"/>
              <w:ind w:firstLine="709"/>
              <w:rPr>
                <w:lang w:eastAsia="en-US"/>
              </w:rPr>
            </w:pPr>
            <w:r w:rsidRPr="00626D4C">
              <w:rPr>
                <w:lang w:eastAsia="en-US"/>
              </w:rPr>
              <w:t>3.1. Срок деятельности (с учетом правопреемственности)</w:t>
            </w:r>
          </w:p>
        </w:tc>
        <w:tc>
          <w:tcPr>
            <w:tcW w:w="3600" w:type="dxa"/>
          </w:tcPr>
          <w:p w:rsidR="00D52709" w:rsidRPr="00626D4C" w:rsidRDefault="00D52709" w:rsidP="00626D4C">
            <w:pPr>
              <w:spacing w:line="240" w:lineRule="atLeast"/>
              <w:ind w:firstLine="709"/>
              <w:rPr>
                <w:b/>
                <w:lang w:eastAsia="en-US"/>
              </w:rPr>
            </w:pPr>
          </w:p>
        </w:tc>
      </w:tr>
      <w:tr w:rsidR="00D52709" w:rsidRPr="00626D4C" w:rsidTr="006C307D">
        <w:tc>
          <w:tcPr>
            <w:tcW w:w="6104" w:type="dxa"/>
            <w:gridSpan w:val="2"/>
          </w:tcPr>
          <w:p w:rsidR="00D52709" w:rsidRPr="00626D4C" w:rsidRDefault="00D52709" w:rsidP="00626D4C">
            <w:pPr>
              <w:spacing w:line="240" w:lineRule="atLeast"/>
              <w:ind w:firstLine="709"/>
              <w:rPr>
                <w:lang w:eastAsia="en-US"/>
              </w:rPr>
            </w:pPr>
            <w:r w:rsidRPr="00626D4C">
              <w:rPr>
                <w:lang w:eastAsia="en-US"/>
              </w:rPr>
              <w:t>3.2. Размер уставного капитала (для юридических лиц)</w:t>
            </w:r>
          </w:p>
        </w:tc>
        <w:tc>
          <w:tcPr>
            <w:tcW w:w="3600" w:type="dxa"/>
          </w:tcPr>
          <w:p w:rsidR="00D52709" w:rsidRPr="00626D4C" w:rsidRDefault="00D52709" w:rsidP="00626D4C">
            <w:pPr>
              <w:spacing w:line="240" w:lineRule="atLeast"/>
              <w:ind w:firstLine="709"/>
              <w:rPr>
                <w:b/>
                <w:lang w:eastAsia="en-US"/>
              </w:rPr>
            </w:pPr>
          </w:p>
        </w:tc>
      </w:tr>
      <w:tr w:rsidR="00D52709" w:rsidRPr="00626D4C" w:rsidTr="006C307D">
        <w:tc>
          <w:tcPr>
            <w:tcW w:w="6104" w:type="dxa"/>
            <w:gridSpan w:val="2"/>
          </w:tcPr>
          <w:p w:rsidR="00D52709" w:rsidRPr="00626D4C" w:rsidRDefault="00D52709" w:rsidP="00626D4C">
            <w:pPr>
              <w:spacing w:line="240" w:lineRule="atLeast"/>
              <w:ind w:firstLine="709"/>
              <w:rPr>
                <w:i/>
                <w:lang w:eastAsia="en-US"/>
              </w:rPr>
            </w:pPr>
            <w:r w:rsidRPr="00626D4C">
              <w:rPr>
                <w:lang w:eastAsia="en-US"/>
              </w:rPr>
              <w:t xml:space="preserve">3.3. </w:t>
            </w:r>
            <w:r w:rsidRPr="00626D4C">
              <w:rPr>
                <w:bCs/>
                <w:lang w:eastAsia="en-US"/>
              </w:rPr>
              <w:t xml:space="preserve">Номер и почтовый адрес Инспекции Федеральной налоговой службы, в которой участник продажи зарегистрирован в качестве налогоплательщика </w:t>
            </w:r>
          </w:p>
        </w:tc>
        <w:tc>
          <w:tcPr>
            <w:tcW w:w="3600" w:type="dxa"/>
          </w:tcPr>
          <w:p w:rsidR="00D52709" w:rsidRPr="00626D4C" w:rsidRDefault="00D52709" w:rsidP="00626D4C">
            <w:pPr>
              <w:spacing w:line="240" w:lineRule="atLeast"/>
              <w:ind w:firstLine="709"/>
              <w:rPr>
                <w:b/>
                <w:lang w:eastAsia="en-US"/>
              </w:rPr>
            </w:pPr>
          </w:p>
        </w:tc>
      </w:tr>
      <w:tr w:rsidR="00D52709" w:rsidRPr="00626D4C" w:rsidTr="006C307D">
        <w:tc>
          <w:tcPr>
            <w:tcW w:w="6104" w:type="dxa"/>
            <w:gridSpan w:val="2"/>
            <w:tcBorders>
              <w:top w:val="nil"/>
            </w:tcBorders>
          </w:tcPr>
          <w:p w:rsidR="00D52709" w:rsidRPr="00626D4C" w:rsidRDefault="00D52709" w:rsidP="00626D4C">
            <w:pPr>
              <w:spacing w:line="240" w:lineRule="atLeast"/>
              <w:ind w:firstLine="709"/>
              <w:rPr>
                <w:lang w:eastAsia="en-US"/>
              </w:rPr>
            </w:pPr>
            <w:r w:rsidRPr="00626D4C">
              <w:rPr>
                <w:lang w:eastAsia="en-US"/>
              </w:rPr>
              <w:t>3.4. ИНН, КПП, ОГРН, ОКПО участника  продажи</w:t>
            </w:r>
          </w:p>
        </w:tc>
        <w:tc>
          <w:tcPr>
            <w:tcW w:w="3600" w:type="dxa"/>
          </w:tcPr>
          <w:p w:rsidR="00D52709" w:rsidRPr="00626D4C" w:rsidRDefault="00D52709" w:rsidP="00626D4C">
            <w:pPr>
              <w:spacing w:line="240" w:lineRule="atLeast"/>
              <w:ind w:firstLine="709"/>
              <w:rPr>
                <w:b/>
                <w:lang w:eastAsia="en-US"/>
              </w:rPr>
            </w:pPr>
          </w:p>
          <w:p w:rsidR="00D52709" w:rsidRPr="00626D4C" w:rsidRDefault="00D52709" w:rsidP="00626D4C">
            <w:pPr>
              <w:spacing w:line="240" w:lineRule="atLeast"/>
              <w:ind w:firstLine="709"/>
              <w:rPr>
                <w:b/>
                <w:lang w:eastAsia="en-US"/>
              </w:rPr>
            </w:pPr>
          </w:p>
          <w:p w:rsidR="00D52709" w:rsidRPr="00626D4C" w:rsidRDefault="00D52709" w:rsidP="00626D4C">
            <w:pPr>
              <w:spacing w:line="240" w:lineRule="atLeast"/>
              <w:ind w:firstLine="709"/>
              <w:rPr>
                <w:b/>
                <w:lang w:eastAsia="en-US"/>
              </w:rPr>
            </w:pPr>
          </w:p>
        </w:tc>
      </w:tr>
      <w:tr w:rsidR="00D52709" w:rsidRPr="00626D4C" w:rsidTr="006C307D">
        <w:tc>
          <w:tcPr>
            <w:tcW w:w="9704" w:type="dxa"/>
            <w:gridSpan w:val="3"/>
            <w:tcBorders>
              <w:top w:val="nil"/>
              <w:left w:val="nil"/>
              <w:right w:val="nil"/>
            </w:tcBorders>
          </w:tcPr>
          <w:p w:rsidR="00D52709" w:rsidRPr="00626D4C" w:rsidRDefault="00D52709" w:rsidP="00626D4C">
            <w:pPr>
              <w:spacing w:line="240" w:lineRule="atLeast"/>
              <w:ind w:firstLine="709"/>
              <w:rPr>
                <w:lang w:eastAsia="en-US"/>
              </w:rPr>
            </w:pPr>
            <w:r w:rsidRPr="00626D4C">
              <w:rPr>
                <w:lang w:eastAsia="en-US"/>
              </w:rPr>
              <w:t>Примечание:</w:t>
            </w:r>
          </w:p>
          <w:p w:rsidR="00D52709" w:rsidRPr="00626D4C" w:rsidRDefault="00D52709" w:rsidP="00626D4C">
            <w:pPr>
              <w:spacing w:line="240" w:lineRule="atLeast"/>
              <w:ind w:firstLine="709"/>
              <w:rPr>
                <w:lang w:eastAsia="en-US"/>
              </w:rPr>
            </w:pPr>
            <w:r w:rsidRPr="00626D4C">
              <w:rPr>
                <w:lang w:eastAsia="en-US"/>
              </w:rPr>
              <w:t xml:space="preserve">Вышеуказанные данные могут быть по усмотрению Участника продажи подтверждены путем предоставления следующих документов: </w:t>
            </w:r>
          </w:p>
          <w:p w:rsidR="00D52709" w:rsidRPr="00626D4C" w:rsidRDefault="00D52709" w:rsidP="00626D4C">
            <w:pPr>
              <w:numPr>
                <w:ilvl w:val="0"/>
                <w:numId w:val="9"/>
              </w:numPr>
              <w:tabs>
                <w:tab w:val="num" w:pos="400"/>
              </w:tabs>
              <w:spacing w:after="0" w:line="240" w:lineRule="atLeast"/>
              <w:ind w:left="0" w:firstLine="0"/>
              <w:rPr>
                <w:lang w:eastAsia="en-US"/>
              </w:rPr>
            </w:pPr>
            <w:r w:rsidRPr="00626D4C">
              <w:rPr>
                <w:lang w:eastAsia="en-US"/>
              </w:rPr>
              <w:t>Устав, Положение, Учредительный договор;</w:t>
            </w:r>
          </w:p>
          <w:p w:rsidR="00D52709" w:rsidRPr="00626D4C" w:rsidRDefault="00D52709" w:rsidP="00626D4C">
            <w:pPr>
              <w:numPr>
                <w:ilvl w:val="0"/>
                <w:numId w:val="9"/>
              </w:numPr>
              <w:tabs>
                <w:tab w:val="num" w:pos="400"/>
              </w:tabs>
              <w:spacing w:after="0" w:line="240" w:lineRule="atLeast"/>
              <w:ind w:left="0" w:firstLine="0"/>
              <w:rPr>
                <w:lang w:eastAsia="en-US"/>
              </w:rPr>
            </w:pPr>
            <w:r w:rsidRPr="00626D4C">
              <w:rPr>
                <w:lang w:eastAsia="en-US"/>
              </w:rPr>
              <w:t>Свидетельство о государственной регистрации;</w:t>
            </w:r>
          </w:p>
          <w:p w:rsidR="00D52709" w:rsidRPr="00626D4C" w:rsidRDefault="00D52709" w:rsidP="00626D4C">
            <w:pPr>
              <w:numPr>
                <w:ilvl w:val="0"/>
                <w:numId w:val="9"/>
              </w:numPr>
              <w:tabs>
                <w:tab w:val="num" w:pos="400"/>
              </w:tabs>
              <w:spacing w:after="0" w:line="240" w:lineRule="atLeast"/>
              <w:ind w:left="0" w:firstLine="0"/>
              <w:rPr>
                <w:lang w:eastAsia="en-US"/>
              </w:rPr>
            </w:pPr>
            <w:r w:rsidRPr="00626D4C">
              <w:rPr>
                <w:lang w:eastAsia="en-US"/>
              </w:rPr>
              <w:t>Информационное письмо об учете в ЕГРПО;</w:t>
            </w:r>
          </w:p>
          <w:p w:rsidR="00D52709" w:rsidRPr="00626D4C" w:rsidRDefault="00D52709" w:rsidP="00626D4C">
            <w:pPr>
              <w:spacing w:after="0" w:line="240" w:lineRule="atLeast"/>
              <w:ind w:firstLine="709"/>
              <w:rPr>
                <w:i/>
                <w:lang w:eastAsia="en-US"/>
              </w:rPr>
            </w:pPr>
            <w:r w:rsidRPr="00626D4C">
              <w:rPr>
                <w:lang w:eastAsia="en-US"/>
              </w:rPr>
              <w:t>Свидетельство о постановке на учет в налоговом органе.</w:t>
            </w:r>
          </w:p>
        </w:tc>
      </w:tr>
      <w:tr w:rsidR="00D52709" w:rsidRPr="00626D4C" w:rsidTr="006C307D">
        <w:trPr>
          <w:cantSplit/>
          <w:trHeight w:val="132"/>
        </w:trPr>
        <w:tc>
          <w:tcPr>
            <w:tcW w:w="6048" w:type="dxa"/>
            <w:vMerge w:val="restart"/>
          </w:tcPr>
          <w:p w:rsidR="00D52709" w:rsidRPr="00626D4C" w:rsidRDefault="00D52709" w:rsidP="00626D4C">
            <w:pPr>
              <w:numPr>
                <w:ilvl w:val="0"/>
                <w:numId w:val="10"/>
              </w:numPr>
              <w:tabs>
                <w:tab w:val="left" w:pos="540"/>
                <w:tab w:val="num" w:pos="900"/>
              </w:tabs>
              <w:spacing w:after="0" w:line="240" w:lineRule="atLeast"/>
              <w:ind w:left="0" w:firstLine="0"/>
              <w:rPr>
                <w:b/>
                <w:lang w:eastAsia="en-US"/>
              </w:rPr>
            </w:pPr>
            <w:r w:rsidRPr="00626D4C">
              <w:rPr>
                <w:b/>
                <w:lang w:eastAsia="en-US"/>
              </w:rPr>
              <w:t>Юридический адрес/место жительства участника продажи</w:t>
            </w: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Страна</w:t>
            </w:r>
          </w:p>
        </w:tc>
      </w:tr>
      <w:tr w:rsidR="00D52709" w:rsidRPr="00626D4C" w:rsidTr="006C307D">
        <w:trPr>
          <w:cantSplit/>
          <w:trHeight w:val="258"/>
        </w:trPr>
        <w:tc>
          <w:tcPr>
            <w:tcW w:w="9704" w:type="dxa"/>
            <w:vMerge/>
            <w:vAlign w:val="center"/>
          </w:tcPr>
          <w:p w:rsidR="00D52709" w:rsidRPr="00626D4C" w:rsidRDefault="00D52709" w:rsidP="00626D4C">
            <w:pPr>
              <w:spacing w:after="0"/>
              <w:rPr>
                <w:b/>
                <w:lang w:eastAsia="en-US"/>
              </w:rPr>
            </w:pP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Город,район</w:t>
            </w:r>
          </w:p>
        </w:tc>
      </w:tr>
      <w:tr w:rsidR="00D52709" w:rsidRPr="00626D4C" w:rsidTr="006C307D">
        <w:trPr>
          <w:cantSplit/>
          <w:trHeight w:val="258"/>
        </w:trPr>
        <w:tc>
          <w:tcPr>
            <w:tcW w:w="9704" w:type="dxa"/>
            <w:vMerge/>
            <w:vAlign w:val="center"/>
          </w:tcPr>
          <w:p w:rsidR="00D52709" w:rsidRPr="00626D4C" w:rsidRDefault="00D52709" w:rsidP="00626D4C">
            <w:pPr>
              <w:spacing w:after="0"/>
              <w:rPr>
                <w:b/>
                <w:lang w:eastAsia="en-US"/>
              </w:rPr>
            </w:pP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Улица,дом</w:t>
            </w:r>
          </w:p>
        </w:tc>
      </w:tr>
      <w:tr w:rsidR="00D52709" w:rsidRPr="00626D4C" w:rsidTr="006C307D">
        <w:trPr>
          <w:cantSplit/>
          <w:trHeight w:val="69"/>
        </w:trPr>
        <w:tc>
          <w:tcPr>
            <w:tcW w:w="6048" w:type="dxa"/>
            <w:vMerge w:val="restart"/>
          </w:tcPr>
          <w:p w:rsidR="00D52709" w:rsidRPr="00626D4C" w:rsidRDefault="00D52709" w:rsidP="00626D4C">
            <w:pPr>
              <w:numPr>
                <w:ilvl w:val="0"/>
                <w:numId w:val="10"/>
              </w:numPr>
              <w:tabs>
                <w:tab w:val="left" w:pos="540"/>
                <w:tab w:val="num" w:pos="900"/>
              </w:tabs>
              <w:spacing w:after="0" w:line="240" w:lineRule="atLeast"/>
              <w:ind w:left="0" w:firstLine="0"/>
              <w:rPr>
                <w:b/>
                <w:lang w:eastAsia="en-US"/>
              </w:rPr>
            </w:pPr>
            <w:r w:rsidRPr="00626D4C">
              <w:rPr>
                <w:b/>
                <w:lang w:eastAsia="en-US"/>
              </w:rPr>
              <w:lastRenderedPageBreak/>
              <w:t>Почтовый адрес участника продажи</w:t>
            </w: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Страна</w:t>
            </w:r>
          </w:p>
        </w:tc>
      </w:tr>
      <w:tr w:rsidR="00D52709" w:rsidRPr="00626D4C" w:rsidTr="006C307D">
        <w:trPr>
          <w:cantSplit/>
          <w:trHeight w:val="67"/>
        </w:trPr>
        <w:tc>
          <w:tcPr>
            <w:tcW w:w="9704" w:type="dxa"/>
            <w:vMerge/>
            <w:vAlign w:val="center"/>
          </w:tcPr>
          <w:p w:rsidR="00D52709" w:rsidRPr="00626D4C" w:rsidRDefault="00D52709" w:rsidP="00626D4C">
            <w:pPr>
              <w:spacing w:after="0"/>
              <w:rPr>
                <w:b/>
                <w:lang w:eastAsia="en-US"/>
              </w:rPr>
            </w:pP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Город,район</w:t>
            </w:r>
          </w:p>
        </w:tc>
      </w:tr>
      <w:tr w:rsidR="00D52709" w:rsidRPr="00626D4C" w:rsidTr="006C307D">
        <w:trPr>
          <w:cantSplit/>
          <w:trHeight w:val="67"/>
        </w:trPr>
        <w:tc>
          <w:tcPr>
            <w:tcW w:w="9704" w:type="dxa"/>
            <w:vMerge/>
            <w:vAlign w:val="center"/>
          </w:tcPr>
          <w:p w:rsidR="00D52709" w:rsidRPr="00626D4C" w:rsidRDefault="00D52709" w:rsidP="00626D4C">
            <w:pPr>
              <w:spacing w:after="0"/>
              <w:rPr>
                <w:b/>
                <w:lang w:eastAsia="en-US"/>
              </w:rPr>
            </w:pP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Улица,дом</w:t>
            </w:r>
          </w:p>
        </w:tc>
      </w:tr>
      <w:tr w:rsidR="00D52709" w:rsidRPr="00626D4C" w:rsidTr="006C307D">
        <w:trPr>
          <w:cantSplit/>
          <w:trHeight w:val="67"/>
        </w:trPr>
        <w:tc>
          <w:tcPr>
            <w:tcW w:w="9704" w:type="dxa"/>
            <w:vMerge/>
            <w:vAlign w:val="center"/>
          </w:tcPr>
          <w:p w:rsidR="00D52709" w:rsidRPr="00626D4C" w:rsidRDefault="00D52709" w:rsidP="00626D4C">
            <w:pPr>
              <w:spacing w:after="0"/>
              <w:rPr>
                <w:b/>
                <w:lang w:eastAsia="en-US"/>
              </w:rPr>
            </w:pP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Телефон</w:t>
            </w:r>
          </w:p>
        </w:tc>
      </w:tr>
      <w:tr w:rsidR="00D52709" w:rsidRPr="00626D4C" w:rsidTr="006C307D">
        <w:trPr>
          <w:cantSplit/>
          <w:trHeight w:val="67"/>
        </w:trPr>
        <w:tc>
          <w:tcPr>
            <w:tcW w:w="9704" w:type="dxa"/>
            <w:vMerge/>
            <w:vAlign w:val="center"/>
          </w:tcPr>
          <w:p w:rsidR="00D52709" w:rsidRPr="00626D4C" w:rsidRDefault="00D52709" w:rsidP="00626D4C">
            <w:pPr>
              <w:spacing w:after="0"/>
              <w:rPr>
                <w:b/>
                <w:lang w:eastAsia="en-US"/>
              </w:rPr>
            </w:pP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 xml:space="preserve">Факс </w:t>
            </w:r>
          </w:p>
        </w:tc>
      </w:tr>
      <w:tr w:rsidR="00D52709" w:rsidRPr="00626D4C" w:rsidTr="006C307D">
        <w:trPr>
          <w:cantSplit/>
          <w:trHeight w:val="67"/>
        </w:trPr>
        <w:tc>
          <w:tcPr>
            <w:tcW w:w="6048" w:type="dxa"/>
          </w:tcPr>
          <w:p w:rsidR="00D52709" w:rsidRPr="00626D4C" w:rsidRDefault="00D52709" w:rsidP="00626D4C">
            <w:pPr>
              <w:numPr>
                <w:ilvl w:val="0"/>
                <w:numId w:val="10"/>
              </w:numPr>
              <w:tabs>
                <w:tab w:val="num" w:pos="0"/>
              </w:tabs>
              <w:spacing w:after="0" w:line="240" w:lineRule="atLeast"/>
              <w:ind w:left="0" w:firstLine="0"/>
              <w:rPr>
                <w:b/>
                <w:bCs/>
                <w:lang w:eastAsia="en-US"/>
              </w:rPr>
            </w:pPr>
            <w:r w:rsidRPr="00626D4C">
              <w:rPr>
                <w:b/>
                <w:bCs/>
                <w:lang w:eastAsia="en-US"/>
              </w:rPr>
              <w:t>Руководитель предприятия (генеральный директор</w:t>
            </w:r>
            <w:r w:rsidRPr="00626D4C">
              <w:rPr>
                <w:bCs/>
                <w:i/>
                <w:lang w:eastAsia="en-US"/>
              </w:rPr>
              <w:t>)(для юридических лиц)</w:t>
            </w:r>
          </w:p>
          <w:p w:rsidR="00D52709" w:rsidRPr="00626D4C" w:rsidRDefault="00D52709" w:rsidP="00626D4C">
            <w:pPr>
              <w:numPr>
                <w:ilvl w:val="0"/>
                <w:numId w:val="10"/>
              </w:numPr>
              <w:tabs>
                <w:tab w:val="num" w:pos="0"/>
              </w:tabs>
              <w:spacing w:after="0" w:line="240" w:lineRule="atLeast"/>
              <w:ind w:left="0" w:firstLine="0"/>
              <w:rPr>
                <w:b/>
                <w:bCs/>
                <w:lang w:eastAsia="en-US"/>
              </w:rPr>
            </w:pPr>
            <w:r w:rsidRPr="00626D4C">
              <w:rPr>
                <w:b/>
                <w:bCs/>
                <w:lang w:eastAsia="en-US"/>
              </w:rPr>
              <w:t xml:space="preserve">Личная подпись </w:t>
            </w:r>
            <w:r w:rsidRPr="00626D4C">
              <w:rPr>
                <w:bCs/>
                <w:i/>
                <w:lang w:eastAsia="en-US"/>
              </w:rPr>
              <w:t>(для физических лиц)</w:t>
            </w:r>
          </w:p>
        </w:tc>
        <w:tc>
          <w:tcPr>
            <w:tcW w:w="3656" w:type="dxa"/>
            <w:gridSpan w:val="2"/>
          </w:tcPr>
          <w:p w:rsidR="00D52709" w:rsidRPr="00626D4C" w:rsidRDefault="00D52709" w:rsidP="00626D4C">
            <w:pPr>
              <w:spacing w:line="240" w:lineRule="atLeast"/>
              <w:ind w:firstLine="709"/>
              <w:rPr>
                <w:lang w:eastAsia="en-US"/>
              </w:rPr>
            </w:pPr>
            <w:r w:rsidRPr="00626D4C">
              <w:rPr>
                <w:lang w:eastAsia="en-US"/>
              </w:rPr>
              <w:t>Ф.И.О.</w:t>
            </w:r>
          </w:p>
        </w:tc>
      </w:tr>
      <w:tr w:rsidR="00D52709" w:rsidRPr="00626D4C" w:rsidTr="006C307D">
        <w:trPr>
          <w:trHeight w:val="67"/>
        </w:trPr>
        <w:tc>
          <w:tcPr>
            <w:tcW w:w="6048" w:type="dxa"/>
          </w:tcPr>
          <w:p w:rsidR="00D52709" w:rsidRPr="00626D4C" w:rsidRDefault="00D52709" w:rsidP="00626D4C">
            <w:pPr>
              <w:numPr>
                <w:ilvl w:val="0"/>
                <w:numId w:val="10"/>
              </w:numPr>
              <w:tabs>
                <w:tab w:val="num" w:pos="900"/>
                <w:tab w:val="num" w:pos="1300"/>
              </w:tabs>
              <w:spacing w:after="0" w:line="240" w:lineRule="atLeast"/>
              <w:ind w:left="0" w:firstLine="0"/>
              <w:rPr>
                <w:b/>
                <w:bCs/>
                <w:lang w:eastAsia="en-US"/>
              </w:rPr>
            </w:pPr>
            <w:r w:rsidRPr="00626D4C">
              <w:rPr>
                <w:b/>
                <w:lang w:eastAsia="en-US"/>
              </w:rPr>
              <w:t xml:space="preserve">Банковские реквизиты </w:t>
            </w:r>
            <w:r w:rsidRPr="00626D4C">
              <w:rPr>
                <w:i/>
                <w:lang w:eastAsia="en-US"/>
              </w:rPr>
              <w:t>(может быть несколько)</w:t>
            </w:r>
            <w:r w:rsidRPr="00626D4C">
              <w:rPr>
                <w:b/>
                <w:lang w:eastAsia="en-US"/>
              </w:rPr>
              <w:t>:</w:t>
            </w:r>
          </w:p>
        </w:tc>
        <w:tc>
          <w:tcPr>
            <w:tcW w:w="3656" w:type="dxa"/>
            <w:gridSpan w:val="2"/>
          </w:tcPr>
          <w:p w:rsidR="00D52709" w:rsidRPr="00626D4C" w:rsidRDefault="00D52709" w:rsidP="00626D4C">
            <w:pPr>
              <w:spacing w:line="240" w:lineRule="atLeast"/>
              <w:ind w:firstLine="709"/>
              <w:rPr>
                <w:lang w:eastAsia="en-US"/>
              </w:rPr>
            </w:pPr>
          </w:p>
        </w:tc>
      </w:tr>
      <w:tr w:rsidR="00D52709" w:rsidRPr="00626D4C" w:rsidTr="006C307D">
        <w:trPr>
          <w:trHeight w:val="67"/>
        </w:trPr>
        <w:tc>
          <w:tcPr>
            <w:tcW w:w="6048" w:type="dxa"/>
          </w:tcPr>
          <w:p w:rsidR="00D52709" w:rsidRPr="00626D4C" w:rsidRDefault="00D52709" w:rsidP="00626D4C">
            <w:pPr>
              <w:spacing w:line="240" w:lineRule="atLeast"/>
              <w:ind w:firstLine="709"/>
              <w:rPr>
                <w:lang w:eastAsia="en-US"/>
              </w:rPr>
            </w:pPr>
            <w:r w:rsidRPr="00626D4C">
              <w:rPr>
                <w:rStyle w:val="af3"/>
                <w:lang w:eastAsia="en-US"/>
              </w:rPr>
              <w:t>8.1. Наименование обслуживающего банка</w:t>
            </w:r>
          </w:p>
        </w:tc>
        <w:tc>
          <w:tcPr>
            <w:tcW w:w="3656" w:type="dxa"/>
            <w:gridSpan w:val="2"/>
          </w:tcPr>
          <w:p w:rsidR="00D52709" w:rsidRPr="00626D4C" w:rsidRDefault="00D52709" w:rsidP="00626D4C">
            <w:pPr>
              <w:spacing w:line="240" w:lineRule="atLeast"/>
              <w:ind w:firstLine="709"/>
              <w:rPr>
                <w:lang w:eastAsia="en-US"/>
              </w:rPr>
            </w:pPr>
          </w:p>
        </w:tc>
      </w:tr>
      <w:tr w:rsidR="00D52709" w:rsidRPr="00626D4C" w:rsidTr="006C307D">
        <w:trPr>
          <w:trHeight w:val="67"/>
        </w:trPr>
        <w:tc>
          <w:tcPr>
            <w:tcW w:w="6048" w:type="dxa"/>
          </w:tcPr>
          <w:p w:rsidR="00D52709" w:rsidRPr="00626D4C" w:rsidRDefault="00D52709" w:rsidP="00626D4C">
            <w:pPr>
              <w:spacing w:line="240" w:lineRule="atLeast"/>
              <w:ind w:firstLine="709"/>
              <w:rPr>
                <w:rStyle w:val="af3"/>
              </w:rPr>
            </w:pPr>
            <w:r w:rsidRPr="00626D4C">
              <w:rPr>
                <w:rStyle w:val="af3"/>
                <w:lang w:eastAsia="en-US"/>
              </w:rPr>
              <w:t>8.2.</w:t>
            </w:r>
            <w:r w:rsidRPr="00626D4C">
              <w:rPr>
                <w:lang w:eastAsia="en-US"/>
              </w:rPr>
              <w:t xml:space="preserve"> Расчетный счет</w:t>
            </w:r>
          </w:p>
        </w:tc>
        <w:tc>
          <w:tcPr>
            <w:tcW w:w="3656" w:type="dxa"/>
            <w:gridSpan w:val="2"/>
          </w:tcPr>
          <w:p w:rsidR="00D52709" w:rsidRPr="00626D4C" w:rsidRDefault="00D52709" w:rsidP="00626D4C">
            <w:pPr>
              <w:spacing w:line="240" w:lineRule="atLeast"/>
              <w:ind w:firstLine="709"/>
              <w:rPr>
                <w:lang w:eastAsia="en-US"/>
              </w:rPr>
            </w:pPr>
          </w:p>
        </w:tc>
      </w:tr>
      <w:tr w:rsidR="00D52709" w:rsidRPr="00626D4C" w:rsidTr="006C307D">
        <w:trPr>
          <w:trHeight w:val="67"/>
        </w:trPr>
        <w:tc>
          <w:tcPr>
            <w:tcW w:w="6048" w:type="dxa"/>
          </w:tcPr>
          <w:p w:rsidR="00D52709" w:rsidRPr="00626D4C" w:rsidRDefault="00D52709" w:rsidP="00626D4C">
            <w:pPr>
              <w:spacing w:line="240" w:lineRule="atLeast"/>
              <w:ind w:firstLine="709"/>
              <w:rPr>
                <w:rStyle w:val="af3"/>
              </w:rPr>
            </w:pPr>
            <w:r w:rsidRPr="00626D4C">
              <w:rPr>
                <w:rStyle w:val="af3"/>
                <w:lang w:eastAsia="en-US"/>
              </w:rPr>
              <w:t>8.3. Корреспондентский счет</w:t>
            </w:r>
          </w:p>
        </w:tc>
        <w:tc>
          <w:tcPr>
            <w:tcW w:w="3656" w:type="dxa"/>
            <w:gridSpan w:val="2"/>
          </w:tcPr>
          <w:p w:rsidR="00D52709" w:rsidRPr="00626D4C" w:rsidRDefault="00D52709" w:rsidP="00626D4C">
            <w:pPr>
              <w:spacing w:line="240" w:lineRule="atLeast"/>
              <w:ind w:firstLine="709"/>
              <w:rPr>
                <w:lang w:eastAsia="en-US"/>
              </w:rPr>
            </w:pPr>
          </w:p>
        </w:tc>
      </w:tr>
      <w:tr w:rsidR="00D52709" w:rsidRPr="00626D4C" w:rsidTr="006C307D">
        <w:trPr>
          <w:trHeight w:val="67"/>
        </w:trPr>
        <w:tc>
          <w:tcPr>
            <w:tcW w:w="6048" w:type="dxa"/>
          </w:tcPr>
          <w:p w:rsidR="00D52709" w:rsidRPr="00626D4C" w:rsidRDefault="00D52709" w:rsidP="00626D4C">
            <w:pPr>
              <w:spacing w:line="240" w:lineRule="atLeast"/>
              <w:ind w:firstLine="709"/>
              <w:rPr>
                <w:rStyle w:val="af3"/>
              </w:rPr>
            </w:pPr>
            <w:r w:rsidRPr="00626D4C">
              <w:rPr>
                <w:rStyle w:val="af3"/>
                <w:lang w:eastAsia="en-US"/>
              </w:rPr>
              <w:t>8.4. Код БИК</w:t>
            </w:r>
          </w:p>
        </w:tc>
        <w:tc>
          <w:tcPr>
            <w:tcW w:w="3656" w:type="dxa"/>
            <w:gridSpan w:val="2"/>
          </w:tcPr>
          <w:p w:rsidR="00D52709" w:rsidRPr="00626D4C" w:rsidRDefault="00D52709" w:rsidP="00626D4C">
            <w:pPr>
              <w:spacing w:line="240" w:lineRule="atLeast"/>
              <w:ind w:firstLine="709"/>
              <w:rPr>
                <w:lang w:eastAsia="en-US"/>
              </w:rPr>
            </w:pPr>
          </w:p>
        </w:tc>
      </w:tr>
      <w:tr w:rsidR="00D52709" w:rsidRPr="00626D4C" w:rsidTr="006C307D">
        <w:trPr>
          <w:trHeight w:val="67"/>
        </w:trPr>
        <w:tc>
          <w:tcPr>
            <w:tcW w:w="9704" w:type="dxa"/>
            <w:gridSpan w:val="3"/>
            <w:tcBorders>
              <w:left w:val="nil"/>
              <w:right w:val="nil"/>
            </w:tcBorders>
          </w:tcPr>
          <w:p w:rsidR="00D52709" w:rsidRPr="00626D4C" w:rsidRDefault="00D52709" w:rsidP="00626D4C">
            <w:pPr>
              <w:spacing w:line="240" w:lineRule="atLeast"/>
              <w:ind w:firstLine="709"/>
              <w:rPr>
                <w:lang w:eastAsia="en-US"/>
              </w:rPr>
            </w:pPr>
            <w:r w:rsidRPr="00626D4C">
              <w:rPr>
                <w:lang w:eastAsia="en-US"/>
              </w:rPr>
              <w:t>Примечание:</w:t>
            </w:r>
          </w:p>
          <w:p w:rsidR="00D52709" w:rsidRPr="00626D4C" w:rsidRDefault="00D52709" w:rsidP="00626D4C">
            <w:pPr>
              <w:spacing w:line="240" w:lineRule="atLeast"/>
              <w:ind w:firstLine="709"/>
              <w:rPr>
                <w:i/>
                <w:lang w:eastAsia="en-US"/>
              </w:rPr>
            </w:pPr>
            <w:r w:rsidRPr="00626D4C">
              <w:rPr>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D52709" w:rsidRPr="00626D4C" w:rsidRDefault="00D52709" w:rsidP="00626D4C">
      <w:r w:rsidRPr="00626D4C">
        <w:t>Мы, нижеподписавшиеся, заверяем правильность всех данных, указанных в анкете.</w:t>
      </w:r>
    </w:p>
    <w:p w:rsidR="00D52709" w:rsidRPr="00626D4C" w:rsidRDefault="00D52709" w:rsidP="00626D4C">
      <w:r w:rsidRPr="00626D4C">
        <w:t>В подтверждение вышеприведенных данных к анкете прикладываются следующие документы:</w:t>
      </w:r>
    </w:p>
    <w:p w:rsidR="00D52709" w:rsidRPr="00626D4C" w:rsidRDefault="00D52709" w:rsidP="00626D4C">
      <w:pPr>
        <w:numPr>
          <w:ilvl w:val="0"/>
          <w:numId w:val="11"/>
        </w:numPr>
        <w:tabs>
          <w:tab w:val="num" w:pos="400"/>
        </w:tabs>
        <w:spacing w:after="0"/>
        <w:ind w:left="0" w:firstLine="0"/>
      </w:pPr>
      <w:r w:rsidRPr="00626D4C">
        <w:t xml:space="preserve">___________ </w:t>
      </w:r>
      <w:r w:rsidRPr="00626D4C">
        <w:rPr>
          <w:i/>
        </w:rPr>
        <w:t>(название документа)</w:t>
      </w:r>
      <w:r w:rsidRPr="00626D4C">
        <w:t xml:space="preserve"> ____ </w:t>
      </w:r>
      <w:r w:rsidRPr="00626D4C">
        <w:rPr>
          <w:i/>
        </w:rPr>
        <w:t>(количество страниц в документе)</w:t>
      </w:r>
      <w:r w:rsidRPr="00626D4C">
        <w:t>;</w:t>
      </w:r>
    </w:p>
    <w:p w:rsidR="00D52709" w:rsidRPr="00626D4C" w:rsidRDefault="00D52709" w:rsidP="00626D4C">
      <w:pPr>
        <w:numPr>
          <w:ilvl w:val="0"/>
          <w:numId w:val="11"/>
        </w:numPr>
        <w:tabs>
          <w:tab w:val="num" w:pos="400"/>
        </w:tabs>
        <w:spacing w:after="0"/>
        <w:ind w:left="0" w:firstLine="0"/>
      </w:pPr>
      <w:r w:rsidRPr="00626D4C">
        <w:t xml:space="preserve">___________ </w:t>
      </w:r>
      <w:r w:rsidRPr="00626D4C">
        <w:rPr>
          <w:i/>
        </w:rPr>
        <w:t>(название документа)</w:t>
      </w:r>
      <w:r w:rsidRPr="00626D4C">
        <w:t xml:space="preserve"> ____ </w:t>
      </w:r>
      <w:r w:rsidRPr="00626D4C">
        <w:rPr>
          <w:i/>
        </w:rPr>
        <w:t>(количество страниц в документе)</w:t>
      </w:r>
      <w:r w:rsidRPr="00626D4C">
        <w:t>;</w:t>
      </w:r>
    </w:p>
    <w:p w:rsidR="00D52709" w:rsidRPr="00626D4C" w:rsidRDefault="00D52709" w:rsidP="00626D4C">
      <w:r w:rsidRPr="00626D4C">
        <w:t>…………………………………………………………………………………………...</w:t>
      </w:r>
    </w:p>
    <w:p w:rsidR="00D52709" w:rsidRPr="00626D4C" w:rsidRDefault="00D52709" w:rsidP="00626D4C">
      <w:r w:rsidRPr="00626D4C">
        <w:t xml:space="preserve">______________ </w:t>
      </w:r>
      <w:r w:rsidRPr="00626D4C">
        <w:rPr>
          <w:i/>
        </w:rPr>
        <w:t>(название документа)</w:t>
      </w:r>
      <w:r w:rsidRPr="00626D4C">
        <w:t xml:space="preserve"> ____ </w:t>
      </w:r>
      <w:r w:rsidRPr="00626D4C">
        <w:rPr>
          <w:i/>
        </w:rPr>
        <w:t>(количество страниц в документе).</w:t>
      </w:r>
    </w:p>
    <w:p w:rsidR="00D52709" w:rsidRPr="00626D4C" w:rsidRDefault="00D52709" w:rsidP="00626D4C"/>
    <w:p w:rsidR="00D52709" w:rsidRPr="00626D4C" w:rsidRDefault="00D52709" w:rsidP="00626D4C">
      <w:pPr>
        <w:rPr>
          <w:bCs/>
        </w:rPr>
      </w:pPr>
      <w:r w:rsidRPr="00626D4C">
        <w:rPr>
          <w:bCs/>
        </w:rPr>
        <w:t>Участник продажи  (уполномоченный представитель) _______________(Ф.И.О.)</w:t>
      </w:r>
    </w:p>
    <w:p w:rsidR="00D52709" w:rsidRPr="00626D4C" w:rsidRDefault="00D52709" w:rsidP="00626D4C">
      <w:pPr>
        <w:ind w:left="6480" w:firstLine="900"/>
        <w:rPr>
          <w:bCs/>
          <w:i/>
          <w:vertAlign w:val="superscript"/>
        </w:rPr>
      </w:pPr>
      <w:r w:rsidRPr="00626D4C">
        <w:rPr>
          <w:bCs/>
          <w:i/>
          <w:vertAlign w:val="superscript"/>
        </w:rPr>
        <w:t>(подпись)</w:t>
      </w:r>
    </w:p>
    <w:p w:rsidR="00D52709" w:rsidRPr="00626D4C" w:rsidRDefault="00D52709" w:rsidP="00626D4C">
      <w:pPr>
        <w:ind w:left="7080" w:firstLine="480"/>
        <w:rPr>
          <w:bCs/>
          <w:vertAlign w:val="superscript"/>
        </w:rPr>
      </w:pPr>
      <w:r w:rsidRPr="00626D4C">
        <w:rPr>
          <w:bCs/>
          <w:vertAlign w:val="superscript"/>
        </w:rPr>
        <w:t>МП</w:t>
      </w:r>
    </w:p>
    <w:p w:rsidR="00D52709" w:rsidRPr="00626D4C" w:rsidRDefault="00D52709" w:rsidP="00626D4C">
      <w:pPr>
        <w:rPr>
          <w:bCs/>
        </w:rPr>
      </w:pPr>
      <w:r w:rsidRPr="00626D4C">
        <w:rPr>
          <w:bCs/>
        </w:rPr>
        <w:t>Главный бухгалтер</w:t>
      </w:r>
      <w:r w:rsidRPr="00626D4C">
        <w:rPr>
          <w:bCs/>
        </w:rPr>
        <w:tab/>
      </w:r>
      <w:r w:rsidRPr="00626D4C">
        <w:rPr>
          <w:bCs/>
        </w:rPr>
        <w:tab/>
      </w:r>
      <w:r w:rsidRPr="00626D4C">
        <w:rPr>
          <w:bCs/>
        </w:rPr>
        <w:tab/>
      </w:r>
      <w:r w:rsidRPr="00626D4C">
        <w:rPr>
          <w:bCs/>
        </w:rPr>
        <w:tab/>
      </w:r>
      <w:r w:rsidRPr="00626D4C">
        <w:rPr>
          <w:bCs/>
        </w:rPr>
        <w:tab/>
      </w:r>
      <w:r w:rsidRPr="00626D4C">
        <w:rPr>
          <w:bCs/>
        </w:rPr>
        <w:tab/>
      </w:r>
      <w:r w:rsidRPr="00626D4C">
        <w:rPr>
          <w:bCs/>
        </w:rPr>
        <w:tab/>
        <w:t>________________ (Ф.И.О.)</w:t>
      </w:r>
    </w:p>
    <w:p w:rsidR="00D52709" w:rsidRPr="00626D4C" w:rsidRDefault="00D52709" w:rsidP="00626D4C">
      <w:pPr>
        <w:ind w:left="7380"/>
        <w:rPr>
          <w:bCs/>
        </w:rPr>
      </w:pPr>
      <w:r w:rsidRPr="00626D4C">
        <w:rPr>
          <w:bCs/>
          <w:i/>
          <w:vertAlign w:val="superscript"/>
        </w:rPr>
        <w:t>(подпись)</w:t>
      </w:r>
    </w:p>
    <w:p w:rsidR="00D52709" w:rsidRPr="00626D4C" w:rsidRDefault="00D52709" w:rsidP="00626D4C">
      <w:pPr>
        <w:pStyle w:val="2"/>
        <w:jc w:val="both"/>
        <w:rPr>
          <w:b w:val="0"/>
          <w:sz w:val="24"/>
          <w:szCs w:val="24"/>
        </w:rPr>
      </w:pPr>
      <w:r w:rsidRPr="00626D4C">
        <w:rPr>
          <w:sz w:val="24"/>
          <w:szCs w:val="24"/>
        </w:rPr>
        <w:br w:type="page"/>
      </w:r>
      <w:bookmarkStart w:id="190" w:name="_Toc241572491"/>
      <w:bookmarkStart w:id="191" w:name="_Toc232912314"/>
      <w:bookmarkStart w:id="192" w:name="_Toc232909705"/>
      <w:r w:rsidRPr="00626D4C">
        <w:rPr>
          <w:b w:val="0"/>
          <w:sz w:val="24"/>
          <w:szCs w:val="24"/>
        </w:rPr>
        <w:lastRenderedPageBreak/>
        <w:t xml:space="preserve">4.4. ФОРМА ДОВЕРЕННОСТИ НА УПОЛНОМОЧЕННОЕ ЛИЦО, ИМЕЮЩЕЕ ПРАВО ПОДПИСИ И ПРЕДСТАВЛЕНИЯ ИНТЕРЕСОВ ОРГАНИЗАЦИИ – УЧАСТНИКА </w:t>
      </w:r>
      <w:bookmarkEnd w:id="190"/>
      <w:bookmarkEnd w:id="191"/>
      <w:bookmarkEnd w:id="192"/>
      <w:r w:rsidRPr="00626D4C">
        <w:rPr>
          <w:b w:val="0"/>
          <w:sz w:val="24"/>
          <w:szCs w:val="24"/>
        </w:rPr>
        <w:t>ПРОДАЖИ.</w:t>
      </w:r>
    </w:p>
    <w:p w:rsidR="00D52709" w:rsidRPr="00626D4C" w:rsidRDefault="00D52709" w:rsidP="00626D4C"/>
    <w:p w:rsidR="00D52709" w:rsidRPr="00626D4C" w:rsidRDefault="00D52709" w:rsidP="00626D4C"/>
    <w:p w:rsidR="00D52709" w:rsidRPr="00626D4C" w:rsidRDefault="00D52709" w:rsidP="00C901A9">
      <w:pPr>
        <w:jc w:val="center"/>
        <w:rPr>
          <w:b/>
        </w:rPr>
      </w:pPr>
      <w:r w:rsidRPr="00626D4C">
        <w:rPr>
          <w:b/>
        </w:rPr>
        <w:t>ДОВЕРЕННОСТЬ № ____</w:t>
      </w:r>
    </w:p>
    <w:p w:rsidR="00D52709" w:rsidRPr="00626D4C" w:rsidRDefault="00D52709" w:rsidP="00626D4C">
      <w:pPr>
        <w:rPr>
          <w:i/>
        </w:rPr>
      </w:pPr>
    </w:p>
    <w:p w:rsidR="00D52709" w:rsidRPr="00626D4C" w:rsidRDefault="00D52709" w:rsidP="00626D4C">
      <w:pPr>
        <w:rPr>
          <w:i/>
        </w:rPr>
      </w:pPr>
      <w:r w:rsidRPr="00626D4C">
        <w:rPr>
          <w:i/>
        </w:rPr>
        <w:t xml:space="preserve">                                                                                                                            г. ______________</w:t>
      </w:r>
    </w:p>
    <w:p w:rsidR="00D52709" w:rsidRPr="00626D4C" w:rsidRDefault="00D52709" w:rsidP="00626D4C">
      <w:r w:rsidRPr="00626D4C">
        <w:t>_____________________________________________________________________________</w:t>
      </w:r>
    </w:p>
    <w:p w:rsidR="00D52709" w:rsidRPr="00626D4C" w:rsidRDefault="00D52709" w:rsidP="00626D4C">
      <w:pPr>
        <w:rPr>
          <w:vertAlign w:val="superscript"/>
        </w:rPr>
      </w:pPr>
      <w:r w:rsidRPr="00626D4C">
        <w:rPr>
          <w:vertAlign w:val="superscript"/>
        </w:rPr>
        <w:t>(прописью число, месяц и год выдачи доверенности)</w:t>
      </w:r>
    </w:p>
    <w:p w:rsidR="00D52709" w:rsidRPr="00626D4C" w:rsidRDefault="00D52709" w:rsidP="00626D4C">
      <w:r w:rsidRPr="00626D4C">
        <w:t>Юридическое лицо – Участник продажи</w:t>
      </w:r>
      <w:r>
        <w:t>, в лице</w:t>
      </w:r>
      <w:r w:rsidRPr="00626D4C">
        <w:t>______________</w:t>
      </w:r>
      <w:r>
        <w:t>______________</w:t>
      </w:r>
      <w:r>
        <w:softHyphen/>
        <w:t>__</w:t>
      </w:r>
      <w:r w:rsidRPr="00626D4C">
        <w:t>, действующем на основании__________________________________________________________</w:t>
      </w:r>
    </w:p>
    <w:p w:rsidR="00D52709" w:rsidRPr="00626D4C" w:rsidRDefault="00D52709" w:rsidP="00626D4C">
      <w:r w:rsidRPr="00626D4C">
        <w:t>_____________________________________________________________________________</w:t>
      </w:r>
    </w:p>
    <w:p w:rsidR="00D52709" w:rsidRPr="00626D4C" w:rsidRDefault="00D52709" w:rsidP="00626D4C">
      <w:r w:rsidRPr="00626D4C">
        <w:t>доверяет ____________________________________________________________________________</w:t>
      </w:r>
    </w:p>
    <w:p w:rsidR="00D52709" w:rsidRPr="00626D4C" w:rsidRDefault="00D52709" w:rsidP="00626D4C">
      <w:pPr>
        <w:ind w:left="3600"/>
        <w:rPr>
          <w:vertAlign w:val="superscript"/>
        </w:rPr>
      </w:pPr>
      <w:r w:rsidRPr="00626D4C">
        <w:rPr>
          <w:vertAlign w:val="superscript"/>
        </w:rPr>
        <w:t>(фамилия, имя, отчество, должность)</w:t>
      </w:r>
    </w:p>
    <w:p w:rsidR="00D52709" w:rsidRPr="00626D4C" w:rsidRDefault="00D52709" w:rsidP="00626D4C">
      <w:r w:rsidRPr="00626D4C">
        <w:t>паспорт серии ______ №________ выдан _________________ «____» __________________</w:t>
      </w:r>
    </w:p>
    <w:p w:rsidR="00D52709" w:rsidRPr="00626D4C" w:rsidRDefault="00D52709" w:rsidP="00626D4C">
      <w:pPr>
        <w:pStyle w:val="a9"/>
        <w:rPr>
          <w:szCs w:val="24"/>
        </w:rPr>
      </w:pPr>
    </w:p>
    <w:p w:rsidR="00D52709" w:rsidRPr="00626D4C" w:rsidRDefault="00D52709" w:rsidP="00626D4C">
      <w:pPr>
        <w:pStyle w:val="a9"/>
        <w:rPr>
          <w:szCs w:val="24"/>
        </w:rPr>
      </w:pPr>
      <w:r w:rsidRPr="00626D4C">
        <w:rPr>
          <w:szCs w:val="24"/>
        </w:rPr>
        <w:t>представлять интересы__________________________________________________________</w:t>
      </w:r>
    </w:p>
    <w:p w:rsidR="00D52709" w:rsidRPr="00626D4C" w:rsidRDefault="00D52709" w:rsidP="00626D4C">
      <w:pPr>
        <w:pStyle w:val="a9"/>
        <w:ind w:left="3600"/>
        <w:rPr>
          <w:szCs w:val="24"/>
          <w:vertAlign w:val="superscript"/>
        </w:rPr>
      </w:pPr>
      <w:r w:rsidRPr="00626D4C">
        <w:rPr>
          <w:szCs w:val="24"/>
          <w:vertAlign w:val="superscript"/>
        </w:rPr>
        <w:t xml:space="preserve">                     (наименование организации)</w:t>
      </w:r>
    </w:p>
    <w:p w:rsidR="00D52709" w:rsidRPr="00626D4C" w:rsidRDefault="00D52709" w:rsidP="00626D4C">
      <w:pPr>
        <w:pStyle w:val="a9"/>
        <w:rPr>
          <w:szCs w:val="24"/>
        </w:rPr>
      </w:pPr>
      <w:r w:rsidRPr="00626D4C">
        <w:rPr>
          <w:szCs w:val="24"/>
        </w:rPr>
        <w:t>на Продаж</w:t>
      </w:r>
      <w:r>
        <w:rPr>
          <w:szCs w:val="24"/>
        </w:rPr>
        <w:t>е муниципального имущества</w:t>
      </w:r>
    </w:p>
    <w:p w:rsidR="00D52709" w:rsidRPr="00626D4C" w:rsidRDefault="00D52709" w:rsidP="00626D4C">
      <w:pPr>
        <w:ind w:firstLine="708"/>
      </w:pPr>
      <w:r w:rsidRPr="00626D4C">
        <w:t>От имени организации – доверителя в целях выполнения данного поручения он уполномочен:</w:t>
      </w:r>
    </w:p>
    <w:p w:rsidR="00D52709" w:rsidRPr="00626D4C" w:rsidRDefault="00D52709" w:rsidP="00626D4C">
      <w:r w:rsidRPr="00626D4C">
        <w:t>- представлять аукционной комиссии необходимые документы;</w:t>
      </w:r>
    </w:p>
    <w:p w:rsidR="00D52709" w:rsidRPr="00626D4C" w:rsidRDefault="00D52709" w:rsidP="00626D4C">
      <w:r w:rsidRPr="00626D4C">
        <w:t>- подписывать и получать документы;</w:t>
      </w:r>
    </w:p>
    <w:p w:rsidR="00D52709" w:rsidRPr="00626D4C" w:rsidRDefault="00D52709" w:rsidP="00626D4C">
      <w:r w:rsidRPr="00626D4C">
        <w:t>- представлять интересы на процедуре продажи, в том числе заявлять обязательные для нас ценовые предложения.</w:t>
      </w:r>
    </w:p>
    <w:p w:rsidR="00D52709" w:rsidRPr="00626D4C" w:rsidRDefault="00D52709" w:rsidP="00626D4C">
      <w:pPr>
        <w:pStyle w:val="a9"/>
        <w:rPr>
          <w:szCs w:val="24"/>
        </w:rPr>
      </w:pPr>
    </w:p>
    <w:p w:rsidR="00D52709" w:rsidRPr="00626D4C" w:rsidRDefault="00D52709" w:rsidP="00626D4C">
      <w:pPr>
        <w:pStyle w:val="a9"/>
        <w:rPr>
          <w:szCs w:val="24"/>
        </w:rPr>
      </w:pPr>
      <w:r w:rsidRPr="00626D4C">
        <w:rPr>
          <w:szCs w:val="24"/>
        </w:rPr>
        <w:t>Подпись _____________________________       ________________________ удостоверяем.</w:t>
      </w:r>
    </w:p>
    <w:p w:rsidR="00D52709" w:rsidRPr="00626D4C" w:rsidRDefault="00D52709" w:rsidP="00626D4C">
      <w:pPr>
        <w:pStyle w:val="a9"/>
        <w:rPr>
          <w:i/>
          <w:szCs w:val="24"/>
          <w:vertAlign w:val="superscript"/>
        </w:rPr>
      </w:pPr>
      <w:r w:rsidRPr="00626D4C">
        <w:rPr>
          <w:i/>
          <w:szCs w:val="24"/>
          <w:vertAlign w:val="superscript"/>
        </w:rPr>
        <w:t xml:space="preserve">                                             (Ф.И.О.  удостоверяемого)                                           (Подпись удостоверяемого)</w:t>
      </w:r>
    </w:p>
    <w:p w:rsidR="00D52709" w:rsidRPr="00626D4C" w:rsidRDefault="00D52709" w:rsidP="00626D4C">
      <w:pPr>
        <w:pStyle w:val="a9"/>
        <w:rPr>
          <w:szCs w:val="24"/>
        </w:rPr>
      </w:pPr>
    </w:p>
    <w:p w:rsidR="00D52709" w:rsidRPr="00626D4C" w:rsidRDefault="00D52709" w:rsidP="00626D4C">
      <w:pPr>
        <w:pStyle w:val="a9"/>
        <w:rPr>
          <w:szCs w:val="24"/>
        </w:rPr>
      </w:pPr>
      <w:r w:rsidRPr="00626D4C">
        <w:rPr>
          <w:szCs w:val="24"/>
        </w:rPr>
        <w:t>Доверенность действительна по «____» ____________________ 200 ___ г.</w:t>
      </w:r>
    </w:p>
    <w:p w:rsidR="00D52709" w:rsidRPr="00626D4C" w:rsidRDefault="00D52709" w:rsidP="00626D4C">
      <w:pPr>
        <w:pStyle w:val="a9"/>
        <w:rPr>
          <w:szCs w:val="24"/>
        </w:rPr>
      </w:pPr>
    </w:p>
    <w:p w:rsidR="00D52709" w:rsidRPr="00626D4C" w:rsidRDefault="00D52709" w:rsidP="00626D4C">
      <w:pPr>
        <w:pStyle w:val="a9"/>
        <w:rPr>
          <w:szCs w:val="24"/>
        </w:rPr>
      </w:pPr>
      <w:r w:rsidRPr="00626D4C">
        <w:rPr>
          <w:szCs w:val="24"/>
        </w:rPr>
        <w:t>Руководитель организации: ________________________ (___________________)</w:t>
      </w:r>
    </w:p>
    <w:p w:rsidR="00D52709" w:rsidRPr="00626D4C" w:rsidRDefault="00D52709" w:rsidP="00626D4C">
      <w:pPr>
        <w:pStyle w:val="a9"/>
        <w:ind w:left="6660"/>
        <w:rPr>
          <w:szCs w:val="24"/>
          <w:vertAlign w:val="superscript"/>
        </w:rPr>
      </w:pPr>
      <w:r w:rsidRPr="00626D4C">
        <w:rPr>
          <w:szCs w:val="24"/>
          <w:vertAlign w:val="superscript"/>
        </w:rPr>
        <w:t>(Ф.И.О.)</w:t>
      </w:r>
    </w:p>
    <w:p w:rsidR="00D52709" w:rsidRPr="00626D4C" w:rsidRDefault="00D52709" w:rsidP="00626D4C">
      <w:pPr>
        <w:pStyle w:val="a9"/>
        <w:ind w:left="900"/>
        <w:rPr>
          <w:szCs w:val="24"/>
        </w:rPr>
      </w:pPr>
      <w:r w:rsidRPr="00626D4C">
        <w:rPr>
          <w:szCs w:val="24"/>
        </w:rPr>
        <w:t>М.П.</w:t>
      </w:r>
    </w:p>
    <w:p w:rsidR="00D52709" w:rsidRPr="00626D4C" w:rsidRDefault="00D52709" w:rsidP="00626D4C">
      <w:pPr>
        <w:pStyle w:val="a9"/>
        <w:ind w:left="900"/>
        <w:rPr>
          <w:szCs w:val="24"/>
        </w:rPr>
      </w:pPr>
    </w:p>
    <w:p w:rsidR="00D52709" w:rsidRPr="00626D4C" w:rsidRDefault="00D52709" w:rsidP="00626D4C">
      <w:pPr>
        <w:pStyle w:val="a9"/>
        <w:rPr>
          <w:szCs w:val="24"/>
        </w:rPr>
      </w:pPr>
      <w:r w:rsidRPr="00626D4C">
        <w:rPr>
          <w:szCs w:val="24"/>
        </w:rPr>
        <w:t>Главный бухгалтер: _______________________________(__________________)</w:t>
      </w:r>
    </w:p>
    <w:p w:rsidR="00D52709" w:rsidRPr="00626D4C" w:rsidRDefault="00D52709" w:rsidP="00626D4C">
      <w:pPr>
        <w:ind w:left="6660"/>
        <w:rPr>
          <w:vertAlign w:val="superscript"/>
        </w:rPr>
      </w:pPr>
      <w:r w:rsidRPr="00626D4C">
        <w:rPr>
          <w:vertAlign w:val="superscript"/>
        </w:rPr>
        <w:t>( Ф.И.О.)</w:t>
      </w:r>
    </w:p>
    <w:p w:rsidR="00D52709" w:rsidRDefault="00D52709" w:rsidP="00626D4C">
      <w:pPr>
        <w:ind w:left="6660"/>
        <w:rPr>
          <w:vertAlign w:val="superscript"/>
        </w:rPr>
      </w:pPr>
    </w:p>
    <w:p w:rsidR="00D52709" w:rsidRPr="00626D4C" w:rsidRDefault="00D52709" w:rsidP="00626D4C">
      <w:pPr>
        <w:ind w:left="6660"/>
        <w:rPr>
          <w:vertAlign w:val="superscript"/>
        </w:rPr>
      </w:pPr>
    </w:p>
    <w:p w:rsidR="00D52709" w:rsidRPr="00626D4C" w:rsidRDefault="00D52709" w:rsidP="00626D4C">
      <w:pPr>
        <w:ind w:left="6660"/>
        <w:rPr>
          <w:vertAlign w:val="superscript"/>
        </w:rPr>
      </w:pPr>
    </w:p>
    <w:p w:rsidR="00D52709" w:rsidRDefault="00D52709" w:rsidP="009F7B67">
      <w:pPr>
        <w:pStyle w:val="af0"/>
        <w:jc w:val="center"/>
        <w:rPr>
          <w:rFonts w:ascii="Times New Roman" w:hAnsi="Times New Roman" w:cs="Times New Roman"/>
          <w:bCs/>
          <w:sz w:val="24"/>
          <w:szCs w:val="24"/>
        </w:rPr>
      </w:pPr>
      <w:bookmarkStart w:id="193" w:name="_Toc241572493"/>
      <w:bookmarkStart w:id="194" w:name="_Toc232912316"/>
      <w:bookmarkStart w:id="195" w:name="_Toc232909707"/>
      <w:bookmarkStart w:id="196" w:name="_Toc221338920"/>
      <w:bookmarkStart w:id="197" w:name="_Toc221338504"/>
      <w:bookmarkStart w:id="198" w:name="_Toc130971512"/>
      <w:r w:rsidRPr="00783118">
        <w:lastRenderedPageBreak/>
        <w:t xml:space="preserve">        </w:t>
      </w:r>
    </w:p>
    <w:p w:rsidR="00D52709" w:rsidRPr="00626D4C" w:rsidRDefault="00D52709" w:rsidP="009F7B67">
      <w:pPr>
        <w:pStyle w:val="af0"/>
        <w:jc w:val="center"/>
        <w:rPr>
          <w:rFonts w:ascii="Times New Roman" w:hAnsi="Times New Roman" w:cs="Times New Roman"/>
          <w:bCs/>
          <w:sz w:val="24"/>
          <w:szCs w:val="24"/>
        </w:rPr>
      </w:pPr>
      <w:r w:rsidRPr="00626D4C">
        <w:rPr>
          <w:rFonts w:ascii="Times New Roman" w:hAnsi="Times New Roman" w:cs="Times New Roman"/>
          <w:bCs/>
          <w:sz w:val="24"/>
          <w:szCs w:val="24"/>
        </w:rPr>
        <w:t>РАЗДЕЛ 5. ПРОЕКТ ДОГОВОРА КУПЛИ_ПРОДАЖИ</w:t>
      </w:r>
    </w:p>
    <w:p w:rsidR="00087ECC" w:rsidRDefault="00087ECC" w:rsidP="009F7B67">
      <w:pPr>
        <w:jc w:val="center"/>
        <w:rPr>
          <w:b/>
        </w:rPr>
      </w:pPr>
    </w:p>
    <w:p w:rsidR="00087ECC" w:rsidRPr="00087ECC" w:rsidRDefault="00087ECC" w:rsidP="00087ECC">
      <w:pPr>
        <w:jc w:val="center"/>
        <w:rPr>
          <w:b/>
        </w:rPr>
      </w:pPr>
      <w:r w:rsidRPr="00087ECC">
        <w:t xml:space="preserve">                    </w:t>
      </w:r>
      <w:r w:rsidRPr="00087ECC">
        <w:rPr>
          <w:b/>
        </w:rPr>
        <w:t>Д О Г О ВО Р</w:t>
      </w:r>
    </w:p>
    <w:p w:rsidR="00087ECC" w:rsidRPr="00087ECC" w:rsidRDefault="00087ECC" w:rsidP="00087ECC">
      <w:pPr>
        <w:jc w:val="center"/>
        <w:rPr>
          <w:b/>
        </w:rPr>
      </w:pPr>
      <w:r w:rsidRPr="00087ECC">
        <w:rPr>
          <w:b/>
        </w:rPr>
        <w:t>К У П Л И - П Р О Д А Ж И  № ____</w:t>
      </w:r>
    </w:p>
    <w:p w:rsidR="00087ECC" w:rsidRPr="00087ECC" w:rsidRDefault="00087ECC" w:rsidP="00087ECC">
      <w:pPr>
        <w:tabs>
          <w:tab w:val="left" w:pos="3750"/>
        </w:tabs>
        <w:rPr>
          <w:b/>
          <w:color w:val="FF0000"/>
        </w:rPr>
      </w:pPr>
      <w:r w:rsidRPr="00087ECC">
        <w:rPr>
          <w:b/>
        </w:rPr>
        <w:tab/>
      </w:r>
    </w:p>
    <w:p w:rsidR="00087ECC" w:rsidRPr="00087ECC" w:rsidRDefault="00087ECC" w:rsidP="00087ECC">
      <w:r w:rsidRPr="00087ECC">
        <w:t xml:space="preserve">    г. Искитим                                                                </w:t>
      </w:r>
      <w:r w:rsidRPr="00087ECC">
        <w:tab/>
      </w:r>
      <w:r w:rsidRPr="00087ECC">
        <w:tab/>
      </w:r>
      <w:r w:rsidRPr="00087ECC">
        <w:tab/>
        <w:t xml:space="preserve">  «___»__________2018г.</w:t>
      </w:r>
    </w:p>
    <w:p w:rsidR="00087ECC" w:rsidRPr="00087ECC" w:rsidRDefault="00087ECC" w:rsidP="00087ECC"/>
    <w:p w:rsidR="00087ECC" w:rsidRPr="00087ECC" w:rsidRDefault="00087ECC" w:rsidP="00087ECC">
      <w:r w:rsidRPr="00087ECC">
        <w:t xml:space="preserve">          Администрация Искитимского района Новосибирской области от имени Искитимского района Новосибирской области, именуемая в дальнейшем  «Продавец», в лице  </w:t>
      </w:r>
      <w:r w:rsidR="004A1811">
        <w:t>г</w:t>
      </w:r>
      <w:r w:rsidRPr="00087ECC">
        <w:t xml:space="preserve">лавы района Лагода Олега Владимировича, действующего  на основании Устава Искитимского района Новосибирской области, с одной стороны, и </w:t>
      </w:r>
    </w:p>
    <w:p w:rsidR="00087ECC" w:rsidRPr="00087ECC" w:rsidRDefault="00087ECC" w:rsidP="00087ECC">
      <w:r w:rsidRPr="00087ECC">
        <w:t xml:space="preserve">___________________________________________________, именуемый  в  дальнейшем   «Покупатель», проживающий по адресу:  ___________________________,  паспорт                         выдан ______________________ с другой стороны, в соответствии с протоколом </w:t>
      </w:r>
      <w:r>
        <w:t>итогов продажи посредством публичного предложения</w:t>
      </w:r>
      <w:r w:rsidRPr="00087ECC">
        <w:t xml:space="preserve"> от __________ №___  заключили  настоящий договор  о нижеследующем: </w:t>
      </w:r>
    </w:p>
    <w:p w:rsidR="00087ECC" w:rsidRPr="00087ECC" w:rsidRDefault="00087ECC" w:rsidP="00087ECC"/>
    <w:p w:rsidR="00087ECC" w:rsidRPr="00087ECC" w:rsidRDefault="00087ECC" w:rsidP="00087ECC">
      <w:pPr>
        <w:numPr>
          <w:ilvl w:val="0"/>
          <w:numId w:val="12"/>
        </w:numPr>
        <w:tabs>
          <w:tab w:val="clear" w:pos="3060"/>
          <w:tab w:val="num" w:pos="3054"/>
        </w:tabs>
        <w:spacing w:after="0"/>
        <w:jc w:val="left"/>
        <w:rPr>
          <w:b/>
        </w:rPr>
      </w:pPr>
      <w:r w:rsidRPr="00087ECC">
        <w:rPr>
          <w:b/>
        </w:rPr>
        <w:t>ПРЕДМЕТ ДОГОВОРА.</w:t>
      </w:r>
    </w:p>
    <w:p w:rsidR="00087ECC" w:rsidRPr="00087ECC" w:rsidRDefault="00087ECC" w:rsidP="00087ECC">
      <w:pPr>
        <w:tabs>
          <w:tab w:val="left" w:pos="0"/>
        </w:tabs>
        <w:spacing w:after="120"/>
        <w:jc w:val="left"/>
      </w:pPr>
      <w:r w:rsidRPr="00087ECC">
        <w:t xml:space="preserve">1.1.Продавец  продает из казны Искитимского района Новосибирской области в собственность, а Покупатель  покупает и оплачивает в течение пяти дней после подписания настоящего договора за муниципальное имущество: </w:t>
      </w:r>
    </w:p>
    <w:p w:rsidR="00087ECC" w:rsidRPr="00087ECC" w:rsidRDefault="00087ECC" w:rsidP="00087ECC">
      <w:pPr>
        <w:tabs>
          <w:tab w:val="left" w:pos="720"/>
          <w:tab w:val="left" w:pos="2160"/>
        </w:tabs>
        <w:autoSpaceDE w:val="0"/>
        <w:autoSpaceDN w:val="0"/>
        <w:adjustRightInd w:val="0"/>
        <w:spacing w:after="0"/>
        <w:ind w:firstLine="567"/>
      </w:pPr>
      <w:r w:rsidRPr="00087ECC">
        <w:tab/>
        <w:t>автобус, идентификационный номер (VIN)  X</w:t>
      </w:r>
      <w:r w:rsidRPr="00087ECC">
        <w:rPr>
          <w:lang w:val="en-US"/>
        </w:rPr>
        <w:t>VG</w:t>
      </w:r>
      <w:r w:rsidRPr="00087ECC">
        <w:t>52770070000157, марка, модель ТС: 5277,  категория ТС - Д, год изготовления ТС-2007, модель, №двигателя: 236НЕ234 №70243708, шасси №: отсутствует, кузов (прицеп) № X</w:t>
      </w:r>
      <w:r w:rsidRPr="00087ECC">
        <w:rPr>
          <w:lang w:val="en-US"/>
        </w:rPr>
        <w:t>VG</w:t>
      </w:r>
      <w:r w:rsidRPr="00087ECC">
        <w:t>52770070000157, цвет кузова (кабины) белый, ПТС 54 00 307740, дата выдачи паспорта 13.01.2017г., организация - изготовитель ТС - Мичуринский завод (Россия).</w:t>
      </w:r>
    </w:p>
    <w:p w:rsidR="00087ECC" w:rsidRPr="00087ECC" w:rsidRDefault="00087ECC" w:rsidP="00087ECC">
      <w:pPr>
        <w:numPr>
          <w:ilvl w:val="1"/>
          <w:numId w:val="0"/>
        </w:numPr>
        <w:tabs>
          <w:tab w:val="num" w:pos="567"/>
          <w:tab w:val="left" w:pos="720"/>
          <w:tab w:val="left" w:pos="2160"/>
        </w:tabs>
        <w:autoSpaceDE w:val="0"/>
        <w:autoSpaceDN w:val="0"/>
        <w:adjustRightInd w:val="0"/>
        <w:spacing w:after="0"/>
        <w:ind w:left="567" w:hanging="567"/>
        <w:rPr>
          <w:szCs w:val="20"/>
        </w:rPr>
      </w:pPr>
      <w:r w:rsidRPr="00087ECC">
        <w:tab/>
      </w:r>
      <w:r w:rsidRPr="00087ECC">
        <w:rPr>
          <w:szCs w:val="20"/>
        </w:rPr>
        <w:t xml:space="preserve">Технические характеристики транспортного средства: </w:t>
      </w:r>
    </w:p>
    <w:p w:rsidR="00087ECC" w:rsidRPr="00087ECC" w:rsidRDefault="00087ECC" w:rsidP="00087ECC">
      <w:pPr>
        <w:tabs>
          <w:tab w:val="left" w:pos="720"/>
          <w:tab w:val="left" w:pos="2160"/>
        </w:tabs>
        <w:autoSpaceDE w:val="0"/>
        <w:autoSpaceDN w:val="0"/>
        <w:adjustRightInd w:val="0"/>
        <w:spacing w:after="0"/>
        <w:jc w:val="left"/>
      </w:pPr>
      <w:r w:rsidRPr="00087ECC">
        <w:t>-мощность двигателя, л.с. (кВт)- 230;</w:t>
      </w:r>
    </w:p>
    <w:p w:rsidR="00087ECC" w:rsidRPr="00087ECC" w:rsidRDefault="00087ECC" w:rsidP="00087ECC">
      <w:pPr>
        <w:tabs>
          <w:tab w:val="left" w:pos="720"/>
          <w:tab w:val="left" w:pos="2160"/>
        </w:tabs>
        <w:autoSpaceDE w:val="0"/>
        <w:autoSpaceDN w:val="0"/>
        <w:adjustRightInd w:val="0"/>
        <w:spacing w:after="0"/>
        <w:jc w:val="left"/>
      </w:pPr>
      <w:r w:rsidRPr="00087ECC">
        <w:t>- рабочий объем двигателя, куб.см -11150;</w:t>
      </w:r>
    </w:p>
    <w:p w:rsidR="00087ECC" w:rsidRPr="00087ECC" w:rsidRDefault="00087ECC" w:rsidP="00087ECC">
      <w:pPr>
        <w:tabs>
          <w:tab w:val="left" w:pos="720"/>
          <w:tab w:val="left" w:pos="2160"/>
        </w:tabs>
        <w:autoSpaceDE w:val="0"/>
        <w:autoSpaceDN w:val="0"/>
        <w:adjustRightInd w:val="0"/>
        <w:spacing w:after="0"/>
        <w:jc w:val="left"/>
      </w:pPr>
      <w:r w:rsidRPr="00087ECC">
        <w:t>- тип двигателя – дизельный;</w:t>
      </w:r>
    </w:p>
    <w:p w:rsidR="00087ECC" w:rsidRPr="00087ECC" w:rsidRDefault="00087ECC" w:rsidP="00087ECC">
      <w:pPr>
        <w:tabs>
          <w:tab w:val="left" w:pos="720"/>
          <w:tab w:val="left" w:pos="2160"/>
        </w:tabs>
        <w:autoSpaceDE w:val="0"/>
        <w:autoSpaceDN w:val="0"/>
        <w:adjustRightInd w:val="0"/>
        <w:spacing w:after="0"/>
        <w:jc w:val="left"/>
      </w:pPr>
      <w:r w:rsidRPr="00087ECC">
        <w:t>- экологический класс – второй;</w:t>
      </w:r>
    </w:p>
    <w:p w:rsidR="00087ECC" w:rsidRPr="00087ECC" w:rsidRDefault="00087ECC" w:rsidP="00087ECC">
      <w:pPr>
        <w:tabs>
          <w:tab w:val="left" w:pos="720"/>
          <w:tab w:val="left" w:pos="2160"/>
        </w:tabs>
        <w:autoSpaceDE w:val="0"/>
        <w:autoSpaceDN w:val="0"/>
        <w:adjustRightInd w:val="0"/>
        <w:spacing w:after="0"/>
        <w:jc w:val="left"/>
      </w:pPr>
      <w:r w:rsidRPr="00087ECC">
        <w:t>- разрешенная максимальная масса, кг. – 18000;</w:t>
      </w:r>
    </w:p>
    <w:p w:rsidR="00087ECC" w:rsidRPr="00087ECC" w:rsidRDefault="00087ECC" w:rsidP="00087ECC">
      <w:pPr>
        <w:tabs>
          <w:tab w:val="left" w:pos="720"/>
          <w:tab w:val="left" w:pos="2160"/>
        </w:tabs>
        <w:autoSpaceDE w:val="0"/>
        <w:autoSpaceDN w:val="0"/>
        <w:adjustRightInd w:val="0"/>
        <w:spacing w:after="0"/>
        <w:jc w:val="left"/>
      </w:pPr>
      <w:r w:rsidRPr="00087ECC">
        <w:t>- масса без нагрузки, кг. – 11200;</w:t>
      </w:r>
    </w:p>
    <w:p w:rsidR="00087ECC" w:rsidRPr="00087ECC" w:rsidRDefault="00087ECC" w:rsidP="00087ECC">
      <w:pPr>
        <w:tabs>
          <w:tab w:val="left" w:pos="720"/>
          <w:tab w:val="left" w:pos="2160"/>
        </w:tabs>
        <w:autoSpaceDE w:val="0"/>
        <w:autoSpaceDN w:val="0"/>
        <w:adjustRightInd w:val="0"/>
        <w:spacing w:after="0"/>
      </w:pPr>
      <w:r w:rsidRPr="00087ECC">
        <w:t>Техническое состояние транспортного средства – неудовлетворительное – бывшее в эксплуатации, требующее капитального ремонта или замены номерных агрегатов (двигателя, кузова, рамы), полной окраски. Не эксплуатируется более 13 месяцев. Стоянка на улице. Состояние покрытия – ржавчина кузова и других элементов автомобиля массовое. Не на ходу. Требуется капитальный ремонт ДВС и трансмиссии, замены резино-технических изделий. Необходима замена шин – 100%. Интервал износа до 60-80%.</w:t>
      </w:r>
    </w:p>
    <w:p w:rsidR="00087ECC" w:rsidRPr="00087ECC" w:rsidRDefault="00087ECC" w:rsidP="00087ECC">
      <w:pPr>
        <w:tabs>
          <w:tab w:val="left" w:pos="720"/>
          <w:tab w:val="left" w:pos="2160"/>
        </w:tabs>
        <w:autoSpaceDE w:val="0"/>
        <w:autoSpaceDN w:val="0"/>
        <w:adjustRightInd w:val="0"/>
        <w:spacing w:after="0"/>
        <w:ind w:firstLine="567"/>
        <w:rPr>
          <w:szCs w:val="20"/>
        </w:rPr>
      </w:pPr>
      <w:r w:rsidRPr="00087ECC">
        <w:rPr>
          <w:szCs w:val="20"/>
        </w:rPr>
        <w:t xml:space="preserve">Автобус  находится по адресу: Новосибирская область, г.Искитим, ул.Чайковского,47     </w:t>
      </w:r>
    </w:p>
    <w:p w:rsidR="00087ECC" w:rsidRPr="00087ECC" w:rsidRDefault="00087ECC" w:rsidP="00087ECC">
      <w:pPr>
        <w:tabs>
          <w:tab w:val="left" w:pos="720"/>
          <w:tab w:val="left" w:pos="2160"/>
        </w:tabs>
        <w:autoSpaceDE w:val="0"/>
        <w:autoSpaceDN w:val="0"/>
        <w:adjustRightInd w:val="0"/>
        <w:spacing w:after="0"/>
        <w:rPr>
          <w:noProof/>
        </w:rPr>
      </w:pPr>
      <w:r w:rsidRPr="00087ECC">
        <w:t xml:space="preserve"> Транспортное средство принадлежит администрации Искитимского района </w:t>
      </w:r>
      <w:r w:rsidRPr="00087ECC">
        <w:rPr>
          <w:noProof/>
        </w:rPr>
        <w:t>на  праве собственности, что подтверждается  данными паспорта транспортного средства 54 00 307740 от 13.01.2017г.</w:t>
      </w:r>
    </w:p>
    <w:p w:rsidR="00087ECC" w:rsidRPr="00087ECC" w:rsidRDefault="00087ECC" w:rsidP="00087ECC">
      <w:pPr>
        <w:tabs>
          <w:tab w:val="left" w:pos="720"/>
          <w:tab w:val="left" w:pos="2160"/>
        </w:tabs>
        <w:autoSpaceDE w:val="0"/>
        <w:autoSpaceDN w:val="0"/>
        <w:adjustRightInd w:val="0"/>
        <w:spacing w:after="0"/>
      </w:pPr>
    </w:p>
    <w:p w:rsidR="00087ECC" w:rsidRPr="00087ECC" w:rsidRDefault="00087ECC" w:rsidP="00087ECC">
      <w:pPr>
        <w:numPr>
          <w:ilvl w:val="0"/>
          <w:numId w:val="12"/>
        </w:numPr>
        <w:tabs>
          <w:tab w:val="clear" w:pos="3060"/>
          <w:tab w:val="num" w:pos="3054"/>
        </w:tabs>
        <w:spacing w:after="0"/>
        <w:jc w:val="left"/>
        <w:rPr>
          <w:b/>
        </w:rPr>
      </w:pPr>
      <w:r w:rsidRPr="00087ECC">
        <w:rPr>
          <w:b/>
        </w:rPr>
        <w:t>ПОРЯДОК  ПЕРЕДАЧИ,</w:t>
      </w:r>
    </w:p>
    <w:p w:rsidR="00087ECC" w:rsidRPr="00087ECC" w:rsidRDefault="00087ECC" w:rsidP="00087ECC">
      <w:pPr>
        <w:ind w:left="-720"/>
        <w:jc w:val="center"/>
        <w:rPr>
          <w:b/>
        </w:rPr>
      </w:pPr>
      <w:r w:rsidRPr="00087ECC">
        <w:rPr>
          <w:b/>
        </w:rPr>
        <w:t>ФОРМА  И СРОКИ  ПЛАТЕЖА.</w:t>
      </w:r>
    </w:p>
    <w:p w:rsidR="00087ECC" w:rsidRPr="00087ECC" w:rsidRDefault="00087ECC" w:rsidP="00087ECC">
      <w:pPr>
        <w:spacing w:after="120"/>
      </w:pPr>
      <w:r w:rsidRPr="00087ECC">
        <w:t xml:space="preserve">  2 .1. Продавец   обязан   передать  Покупателю   имущество, указанное в п.1.1  и относящиеся к нему документы (паспорт транспортного средства) по Акту приема-передачи </w:t>
      </w:r>
      <w:r w:rsidRPr="00087ECC">
        <w:lastRenderedPageBreak/>
        <w:t>(Приложение№1к договору) не позднее чем через тридцать дней после дня полной оплаты стоимости имущества в сумме ______________ рублей.</w:t>
      </w:r>
    </w:p>
    <w:p w:rsidR="00087ECC" w:rsidRPr="00087ECC" w:rsidRDefault="00087ECC" w:rsidP="00087ECC">
      <w:pPr>
        <w:spacing w:after="120"/>
        <w:ind w:firstLine="120"/>
      </w:pPr>
      <w:r w:rsidRPr="00087ECC">
        <w:t>2.2. Право собственности  переходит от  Продавца  к Покупателю с момента  оплаты  полной стоимости  в порядке, установленном законодательством.</w:t>
      </w:r>
    </w:p>
    <w:p w:rsidR="00087ECC" w:rsidRPr="00087ECC" w:rsidRDefault="00087ECC" w:rsidP="00087ECC">
      <w:pPr>
        <w:spacing w:after="120"/>
        <w:ind w:firstLine="120"/>
      </w:pPr>
      <w:r w:rsidRPr="00087ECC">
        <w:t>2.3. Оплата за проданное имущество производится в течение 5 дней после подписания договора купли-продажи путем перечисления  всей  суммы  стоимости  имущества  на  расчетный счет  Продавца. Оплата за приобретаемое имущество вносится  через отделения банков на следующие реквизиты:</w:t>
      </w:r>
    </w:p>
    <w:p w:rsidR="00087ECC" w:rsidRPr="00087ECC" w:rsidRDefault="00087ECC" w:rsidP="00087ECC">
      <w:r w:rsidRPr="00087ECC">
        <w:t xml:space="preserve">                      ИНН 5446004474,   КПП 544601001  </w:t>
      </w:r>
    </w:p>
    <w:p w:rsidR="00087ECC" w:rsidRPr="00087ECC" w:rsidRDefault="00087ECC" w:rsidP="00087ECC">
      <w:r w:rsidRPr="00087ECC">
        <w:t xml:space="preserve">                      УФК по Новосибирской области</w:t>
      </w:r>
    </w:p>
    <w:p w:rsidR="00087ECC" w:rsidRPr="00087ECC" w:rsidRDefault="00087ECC" w:rsidP="00087ECC">
      <w:r w:rsidRPr="00087ECC">
        <w:t xml:space="preserve">                      (администрация Искитимского района</w:t>
      </w:r>
    </w:p>
    <w:p w:rsidR="00087ECC" w:rsidRPr="00087ECC" w:rsidRDefault="00087ECC" w:rsidP="00087ECC">
      <w:r w:rsidRPr="00087ECC">
        <w:t xml:space="preserve">                       Новосибирской области л/сч 04513003470) </w:t>
      </w:r>
    </w:p>
    <w:p w:rsidR="00087ECC" w:rsidRPr="00087ECC" w:rsidRDefault="00087ECC" w:rsidP="00087ECC">
      <w:r w:rsidRPr="00087ECC">
        <w:t xml:space="preserve">                       Сибирское ГУ Банка России г.Новосибирск</w:t>
      </w:r>
    </w:p>
    <w:p w:rsidR="00087ECC" w:rsidRPr="00087ECC" w:rsidRDefault="00087ECC" w:rsidP="00087ECC">
      <w:r w:rsidRPr="00087ECC">
        <w:t xml:space="preserve">                       р/с 40101810900000010001,</w:t>
      </w:r>
    </w:p>
    <w:p w:rsidR="00087ECC" w:rsidRPr="00087ECC" w:rsidRDefault="00087ECC" w:rsidP="00087ECC">
      <w:r w:rsidRPr="00087ECC">
        <w:t xml:space="preserve">                       Бик 045004001, ОКТМО 50615000,</w:t>
      </w:r>
    </w:p>
    <w:p w:rsidR="00087ECC" w:rsidRPr="00087ECC" w:rsidRDefault="00087ECC" w:rsidP="00087ECC">
      <w:r w:rsidRPr="00087ECC">
        <w:t xml:space="preserve">                       КБК 70011402053050000410.</w:t>
      </w:r>
    </w:p>
    <w:p w:rsidR="00087ECC" w:rsidRPr="00087ECC" w:rsidRDefault="00087ECC" w:rsidP="00087ECC">
      <w:pPr>
        <w:spacing w:after="120"/>
        <w:ind w:left="283" w:firstLine="284"/>
      </w:pPr>
      <w:r w:rsidRPr="00087ECC">
        <w:rPr>
          <w:color w:val="000000"/>
        </w:rPr>
        <w:t xml:space="preserve">Покупатель, являющийся налоговым агентом по уплате НДС, </w:t>
      </w:r>
      <w:r w:rsidRPr="00087ECC">
        <w:t>обязан исчислить расчетным методом, удержать из выплачиваемых доходов и уплатить в бюджет соответствующую сумму налога</w:t>
      </w:r>
      <w:r w:rsidRPr="00087ECC">
        <w:rPr>
          <w:color w:val="000000"/>
        </w:rPr>
        <w:t xml:space="preserve"> самостоятельно по месту своего нахождения. Н</w:t>
      </w:r>
      <w:r w:rsidRPr="00087ECC">
        <w:t xml:space="preserve">алоговыми агентами признаются покупатели указанного имущества, за исключением физических лиц, не являющихся индивидуальными предпринимателями. </w:t>
      </w:r>
    </w:p>
    <w:p w:rsidR="00087ECC" w:rsidRPr="00087ECC" w:rsidRDefault="00087ECC" w:rsidP="00087ECC"/>
    <w:p w:rsidR="00087ECC" w:rsidRPr="00087ECC" w:rsidRDefault="00087ECC" w:rsidP="00087ECC">
      <w:pPr>
        <w:numPr>
          <w:ilvl w:val="0"/>
          <w:numId w:val="12"/>
        </w:numPr>
        <w:tabs>
          <w:tab w:val="clear" w:pos="3060"/>
          <w:tab w:val="num" w:pos="3054"/>
        </w:tabs>
        <w:spacing w:after="0"/>
        <w:jc w:val="left"/>
        <w:rPr>
          <w:b/>
        </w:rPr>
      </w:pPr>
      <w:r w:rsidRPr="00087ECC">
        <w:rPr>
          <w:b/>
        </w:rPr>
        <w:t>ОТВЕТСТВЕННОСТЬ  СТОРОН.</w:t>
      </w:r>
    </w:p>
    <w:p w:rsidR="00087ECC" w:rsidRPr="00087ECC" w:rsidRDefault="00087ECC" w:rsidP="00087ECC">
      <w:pPr>
        <w:spacing w:after="120"/>
      </w:pPr>
      <w:r w:rsidRPr="00087ECC">
        <w:t>3.1. До заключения настоящего договора имущество, указанное в п.1.1 настоящего договора, никому не продано, не заложено, в споре и под арестом не состоит.</w:t>
      </w:r>
    </w:p>
    <w:p w:rsidR="00087ECC" w:rsidRPr="00087ECC" w:rsidRDefault="00087ECC" w:rsidP="00087ECC">
      <w:r w:rsidRPr="00087ECC">
        <w:t>3.2.В случае просрочки платежей Покупатель уплачивает Продавцу пеню в размере 0,3% стоимости автомобиля за каждый день просрочки платежа.</w:t>
      </w:r>
    </w:p>
    <w:p w:rsidR="00087ECC" w:rsidRPr="00087ECC" w:rsidRDefault="00087ECC" w:rsidP="00087ECC">
      <w:r w:rsidRPr="00087ECC">
        <w:t>3.3. Все  споры,     вытекающие из осуществления настоящего договора, регулируются  в   соответствие с законодательством Российской Федерации.</w:t>
      </w:r>
    </w:p>
    <w:p w:rsidR="00087ECC" w:rsidRPr="00087ECC" w:rsidRDefault="00087ECC" w:rsidP="00087ECC"/>
    <w:p w:rsidR="00087ECC" w:rsidRPr="00087ECC" w:rsidRDefault="00087ECC" w:rsidP="00087ECC">
      <w:pPr>
        <w:numPr>
          <w:ilvl w:val="0"/>
          <w:numId w:val="12"/>
        </w:numPr>
        <w:tabs>
          <w:tab w:val="clear" w:pos="3060"/>
          <w:tab w:val="num" w:pos="3054"/>
        </w:tabs>
        <w:spacing w:after="0"/>
        <w:jc w:val="left"/>
        <w:rPr>
          <w:b/>
        </w:rPr>
      </w:pPr>
      <w:r w:rsidRPr="00087ECC">
        <w:rPr>
          <w:b/>
        </w:rPr>
        <w:t>ВВЕДЕНИЕ В ДЕЙСТВИЕ, ИЗМЕНЕНИЕ</w:t>
      </w:r>
    </w:p>
    <w:p w:rsidR="00087ECC" w:rsidRPr="00087ECC" w:rsidRDefault="00087ECC" w:rsidP="00087ECC">
      <w:pPr>
        <w:ind w:firstLine="2940"/>
        <w:rPr>
          <w:b/>
        </w:rPr>
      </w:pPr>
      <w:r w:rsidRPr="00087ECC">
        <w:rPr>
          <w:b/>
        </w:rPr>
        <w:t>И</w:t>
      </w:r>
      <w:r w:rsidRPr="00087ECC">
        <w:t xml:space="preserve">  </w:t>
      </w:r>
      <w:r w:rsidRPr="00087ECC">
        <w:rPr>
          <w:b/>
        </w:rPr>
        <w:t>ПРЕКРАЩЕНИЕ ДОГОВОРА.</w:t>
      </w:r>
    </w:p>
    <w:p w:rsidR="00087ECC" w:rsidRPr="00087ECC" w:rsidRDefault="00087ECC" w:rsidP="00087ECC">
      <w:r w:rsidRPr="00087ECC">
        <w:t>4.1. Настоящий договор вступает в силу с момента его подписания, но непременно после оплаты имущества Покупателем.</w:t>
      </w:r>
    </w:p>
    <w:p w:rsidR="00087ECC" w:rsidRPr="00087ECC" w:rsidRDefault="00087ECC" w:rsidP="00087ECC">
      <w:r w:rsidRPr="00087ECC">
        <w:t>4.2. Настоящий договор прекращает свое действие в случае:</w:t>
      </w:r>
    </w:p>
    <w:p w:rsidR="00087ECC" w:rsidRPr="00087ECC" w:rsidRDefault="00087ECC" w:rsidP="00087ECC">
      <w:pPr>
        <w:numPr>
          <w:ilvl w:val="0"/>
          <w:numId w:val="13"/>
        </w:numPr>
        <w:spacing w:after="0"/>
      </w:pPr>
      <w:r w:rsidRPr="00087ECC">
        <w:t>исполнение ненадлежащим образом обязательств сторонами;</w:t>
      </w:r>
    </w:p>
    <w:p w:rsidR="00087ECC" w:rsidRPr="00087ECC" w:rsidRDefault="00087ECC" w:rsidP="00087ECC">
      <w:pPr>
        <w:numPr>
          <w:ilvl w:val="0"/>
          <w:numId w:val="13"/>
        </w:numPr>
        <w:spacing w:after="0"/>
      </w:pPr>
      <w:r w:rsidRPr="00087ECC">
        <w:t>по взаимному согласию сторон;</w:t>
      </w:r>
    </w:p>
    <w:p w:rsidR="00087ECC" w:rsidRPr="00087ECC" w:rsidRDefault="00087ECC" w:rsidP="00087ECC">
      <w:pPr>
        <w:numPr>
          <w:ilvl w:val="0"/>
          <w:numId w:val="13"/>
        </w:numPr>
        <w:spacing w:after="0"/>
      </w:pPr>
      <w:r w:rsidRPr="00087ECC">
        <w:t>признания сделки недействительной  в порядке, предусмотренном законодательством.</w:t>
      </w:r>
    </w:p>
    <w:p w:rsidR="00087ECC" w:rsidRPr="00087ECC" w:rsidRDefault="00087ECC" w:rsidP="00087ECC">
      <w:pPr>
        <w:spacing w:after="120"/>
      </w:pPr>
      <w:r w:rsidRPr="00087ECC">
        <w:t>4.3. Изменение условий договора, его расторжение  возможны только по согласованию сторон в соответствии с законодательством.</w:t>
      </w:r>
    </w:p>
    <w:p w:rsidR="00087ECC" w:rsidRPr="00087ECC" w:rsidRDefault="00087ECC" w:rsidP="00087ECC">
      <w:r w:rsidRPr="00087ECC">
        <w:t>4.4. Взаимодействие сторон, не урегулированное  настоящим договором, регулируется действующим законодательством.</w:t>
      </w:r>
    </w:p>
    <w:p w:rsidR="00087ECC" w:rsidRPr="00087ECC" w:rsidRDefault="00087ECC" w:rsidP="00087ECC">
      <w:r w:rsidRPr="00087ECC">
        <w:t>Настоящий договор составлен в четырех подлинных экземплярах, имеющих равную юридическую силу, два из которых остается у Продавца, а два выдаются Покупателю.</w:t>
      </w:r>
    </w:p>
    <w:p w:rsidR="00087ECC" w:rsidRPr="00087ECC" w:rsidRDefault="00087ECC" w:rsidP="00087ECC"/>
    <w:p w:rsidR="00087ECC" w:rsidRPr="00087ECC" w:rsidRDefault="00087ECC" w:rsidP="00087ECC">
      <w:pPr>
        <w:numPr>
          <w:ilvl w:val="0"/>
          <w:numId w:val="12"/>
        </w:numPr>
        <w:tabs>
          <w:tab w:val="clear" w:pos="3060"/>
          <w:tab w:val="num" w:pos="3054"/>
        </w:tabs>
        <w:ind w:left="3054"/>
        <w:contextualSpacing/>
        <w:rPr>
          <w:b/>
        </w:rPr>
      </w:pPr>
      <w:r w:rsidRPr="00087ECC">
        <w:rPr>
          <w:b/>
        </w:rPr>
        <w:lastRenderedPageBreak/>
        <w:t>ОСОБЫЕ УСЛОВИЯ</w:t>
      </w:r>
    </w:p>
    <w:p w:rsidR="00087ECC" w:rsidRPr="00087ECC" w:rsidRDefault="00087ECC" w:rsidP="00087ECC">
      <w:pPr>
        <w:ind w:firstLine="567"/>
        <w:contextualSpacing/>
      </w:pPr>
      <w:r w:rsidRPr="00087ECC">
        <w:t>5.1.Имущество, указанное в п.1.1. возврату и обмену не подлежит.</w:t>
      </w:r>
    </w:p>
    <w:p w:rsidR="00087ECC" w:rsidRPr="00087ECC" w:rsidRDefault="00087ECC" w:rsidP="00087ECC">
      <w:pPr>
        <w:spacing w:after="120"/>
        <w:ind w:left="283" w:firstLine="284"/>
      </w:pPr>
      <w:r w:rsidRPr="00087ECC">
        <w:t>5.2. Транспортировка имущества  производится Покупателем своими силами и за свой счет.</w:t>
      </w:r>
    </w:p>
    <w:p w:rsidR="00087ECC" w:rsidRPr="00087ECC" w:rsidRDefault="00087ECC" w:rsidP="00087ECC">
      <w:pPr>
        <w:spacing w:after="120"/>
        <w:ind w:left="283" w:firstLine="284"/>
      </w:pPr>
      <w:r w:rsidRPr="00087ECC">
        <w:t xml:space="preserve">5.3. Постановка на учет транспортного средства в регистрирующих органах производится Покупателем в сроки, установленные </w:t>
      </w:r>
      <w:r w:rsidR="00BA258A">
        <w:t>З</w:t>
      </w:r>
      <w:r w:rsidRPr="00087ECC">
        <w:t>аконодательством.</w:t>
      </w:r>
    </w:p>
    <w:p w:rsidR="00087ECC" w:rsidRPr="00087ECC" w:rsidRDefault="00087ECC" w:rsidP="00087ECC">
      <w:pPr>
        <w:contextualSpacing/>
      </w:pPr>
    </w:p>
    <w:p w:rsidR="00087ECC" w:rsidRPr="00087ECC" w:rsidRDefault="00087ECC" w:rsidP="00087ECC">
      <w:pPr>
        <w:contextualSpacing/>
      </w:pPr>
    </w:p>
    <w:p w:rsidR="00087ECC" w:rsidRPr="00087ECC" w:rsidRDefault="00087ECC" w:rsidP="00087ECC">
      <w:pPr>
        <w:jc w:val="center"/>
        <w:rPr>
          <w:b/>
        </w:rPr>
      </w:pPr>
      <w:r w:rsidRPr="00087ECC">
        <w:rPr>
          <w:b/>
        </w:rPr>
        <w:t>6.ЮРИДИЧЕСКИЕ АДРЕСА  И РЕКВИЗИТЫ  СТОРОН.</w:t>
      </w:r>
    </w:p>
    <w:p w:rsidR="00087ECC" w:rsidRPr="00087ECC" w:rsidRDefault="00087ECC" w:rsidP="00087ECC">
      <w:pPr>
        <w:spacing w:after="0"/>
        <w:jc w:val="left"/>
        <w:rPr>
          <w:rFonts w:eastAsia="MS Mincho"/>
        </w:rPr>
      </w:pPr>
      <w:r w:rsidRPr="00087ECC">
        <w:rPr>
          <w:b/>
        </w:rPr>
        <w:t xml:space="preserve">ПРОДАВЕЦ: </w:t>
      </w:r>
      <w:r w:rsidRPr="00087ECC">
        <w:t xml:space="preserve">         </w:t>
      </w:r>
      <w:r w:rsidRPr="00087ECC">
        <w:rPr>
          <w:rFonts w:eastAsia="MS Mincho"/>
        </w:rPr>
        <w:t>Администрация Искитимского района Новосибирской области</w:t>
      </w:r>
    </w:p>
    <w:p w:rsidR="00087ECC" w:rsidRPr="00087ECC" w:rsidRDefault="00087ECC" w:rsidP="00087ECC">
      <w:pPr>
        <w:spacing w:after="0"/>
        <w:jc w:val="left"/>
        <w:rPr>
          <w:rFonts w:eastAsia="MS Mincho"/>
        </w:rPr>
      </w:pPr>
      <w:r w:rsidRPr="00087ECC">
        <w:rPr>
          <w:rFonts w:eastAsia="MS Mincho"/>
        </w:rPr>
        <w:t xml:space="preserve">                                  633209 НСО, г. Искитим, ул. Пушкина, 51</w:t>
      </w:r>
    </w:p>
    <w:p w:rsidR="00087ECC" w:rsidRPr="00087ECC" w:rsidRDefault="00087ECC" w:rsidP="00087ECC">
      <w:pPr>
        <w:tabs>
          <w:tab w:val="left" w:pos="2694"/>
        </w:tabs>
        <w:spacing w:after="0"/>
        <w:jc w:val="left"/>
        <w:rPr>
          <w:rFonts w:eastAsia="MS Mincho"/>
        </w:rPr>
      </w:pPr>
      <w:r w:rsidRPr="00087ECC">
        <w:rPr>
          <w:rFonts w:eastAsia="MS Mincho"/>
        </w:rPr>
        <w:t xml:space="preserve">                                  ОКПО 04035432, ИНН 5446004474</w:t>
      </w:r>
    </w:p>
    <w:p w:rsidR="00087ECC" w:rsidRPr="00087ECC" w:rsidRDefault="00087ECC" w:rsidP="00087ECC">
      <w:pPr>
        <w:tabs>
          <w:tab w:val="left" w:pos="2694"/>
        </w:tabs>
        <w:spacing w:after="0"/>
        <w:jc w:val="left"/>
        <w:rPr>
          <w:rFonts w:eastAsia="MS Mincho"/>
        </w:rPr>
      </w:pPr>
      <w:r w:rsidRPr="00087ECC">
        <w:rPr>
          <w:rFonts w:eastAsia="MS Mincho"/>
        </w:rPr>
        <w:t xml:space="preserve">                                  ОГРН 1045403649631</w:t>
      </w:r>
    </w:p>
    <w:p w:rsidR="00087ECC" w:rsidRPr="00087ECC" w:rsidRDefault="00087ECC" w:rsidP="00087ECC">
      <w:pPr>
        <w:spacing w:after="0"/>
        <w:jc w:val="left"/>
        <w:rPr>
          <w:b/>
        </w:rPr>
      </w:pPr>
    </w:p>
    <w:p w:rsidR="00087ECC" w:rsidRPr="00087ECC" w:rsidRDefault="00087ECC" w:rsidP="00087ECC">
      <w:pPr>
        <w:spacing w:after="0"/>
        <w:jc w:val="left"/>
      </w:pPr>
      <w:r w:rsidRPr="00087ECC">
        <w:rPr>
          <w:b/>
        </w:rPr>
        <w:t>ПОКУПАТЕЛЬ</w:t>
      </w:r>
      <w:r w:rsidRPr="00087ECC">
        <w:t xml:space="preserve">:  </w:t>
      </w:r>
    </w:p>
    <w:p w:rsidR="00087ECC" w:rsidRPr="00087ECC" w:rsidRDefault="00087ECC" w:rsidP="00087ECC">
      <w:pPr>
        <w:ind w:left="3060"/>
        <w:contextualSpacing/>
        <w:rPr>
          <w:b/>
        </w:rPr>
      </w:pPr>
    </w:p>
    <w:p w:rsidR="00087ECC" w:rsidRPr="00087ECC" w:rsidRDefault="00087ECC" w:rsidP="00087ECC">
      <w:pPr>
        <w:ind w:left="3060"/>
        <w:contextualSpacing/>
        <w:rPr>
          <w:b/>
        </w:rPr>
      </w:pPr>
      <w:r w:rsidRPr="00087ECC">
        <w:rPr>
          <w:b/>
        </w:rPr>
        <w:t>7.ПОДПИСИ СТОРОН.</w:t>
      </w:r>
    </w:p>
    <w:p w:rsidR="00087ECC" w:rsidRPr="00087ECC" w:rsidRDefault="00087ECC" w:rsidP="00087ECC">
      <w:pPr>
        <w:rPr>
          <w:b/>
        </w:rPr>
      </w:pPr>
    </w:p>
    <w:p w:rsidR="00087ECC" w:rsidRPr="00087ECC" w:rsidRDefault="00087ECC" w:rsidP="00087ECC">
      <w:pPr>
        <w:rPr>
          <w:b/>
        </w:rPr>
      </w:pPr>
      <w:r w:rsidRPr="00087ECC">
        <w:rPr>
          <w:b/>
        </w:rPr>
        <w:t xml:space="preserve">ПРОДАВЕЦ:                                              ПОКУПАТЕЛЬ:                                      </w:t>
      </w:r>
    </w:p>
    <w:p w:rsidR="00087ECC" w:rsidRPr="00087ECC" w:rsidRDefault="00087ECC" w:rsidP="00087ECC">
      <w:r w:rsidRPr="00087ECC">
        <w:t>Глава района</w:t>
      </w:r>
    </w:p>
    <w:p w:rsidR="00087ECC" w:rsidRPr="00087ECC" w:rsidRDefault="00087ECC" w:rsidP="00087ECC">
      <w:r w:rsidRPr="00087ECC">
        <w:t xml:space="preserve">_______________О.В. Лагода         </w:t>
      </w:r>
      <w:r w:rsidRPr="00087ECC">
        <w:rPr>
          <w:b/>
        </w:rPr>
        <w:t xml:space="preserve">            </w:t>
      </w:r>
      <w:r w:rsidRPr="00087ECC">
        <w:t xml:space="preserve">_____________ </w:t>
      </w:r>
    </w:p>
    <w:p w:rsidR="00087ECC" w:rsidRPr="00087ECC" w:rsidRDefault="00087ECC" w:rsidP="00087ECC">
      <w:r w:rsidRPr="00087ECC">
        <w:rPr>
          <w:b/>
        </w:rPr>
        <w:t xml:space="preserve">«____»______________ </w:t>
      </w:r>
      <w:r w:rsidRPr="00087ECC">
        <w:t>2018г.                    «____»_____________ 2018г.</w:t>
      </w:r>
    </w:p>
    <w:p w:rsidR="00087ECC" w:rsidRPr="00087ECC" w:rsidRDefault="00087ECC" w:rsidP="00087ECC">
      <w:pPr>
        <w:tabs>
          <w:tab w:val="left" w:pos="6825"/>
        </w:tabs>
        <w:ind w:left="708" w:firstLine="708"/>
      </w:pPr>
      <w:r w:rsidRPr="00087ECC">
        <w:t>МП                                                        МП(при наличии печати)</w:t>
      </w:r>
    </w:p>
    <w:p w:rsidR="00087ECC" w:rsidRPr="00087ECC" w:rsidRDefault="00087ECC" w:rsidP="00087ECC">
      <w:pPr>
        <w:spacing w:after="0"/>
        <w:jc w:val="left"/>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p>
    <w:p w:rsidR="00087ECC" w:rsidRPr="00087ECC" w:rsidRDefault="00087ECC" w:rsidP="00087ECC">
      <w:pPr>
        <w:spacing w:after="0"/>
        <w:jc w:val="center"/>
        <w:outlineLvl w:val="0"/>
      </w:pPr>
      <w:r w:rsidRPr="00087ECC">
        <w:t>А К Т</w:t>
      </w:r>
    </w:p>
    <w:p w:rsidR="00087ECC" w:rsidRPr="00087ECC" w:rsidRDefault="00087ECC" w:rsidP="00087ECC">
      <w:pPr>
        <w:spacing w:after="0"/>
        <w:jc w:val="center"/>
      </w:pPr>
      <w:r w:rsidRPr="00087ECC">
        <w:t>ПРИЕМА-ПЕРЕДАЧИ</w:t>
      </w:r>
    </w:p>
    <w:p w:rsidR="00087ECC" w:rsidRPr="00087ECC" w:rsidRDefault="00087ECC" w:rsidP="00087ECC">
      <w:pPr>
        <w:spacing w:after="0"/>
        <w:jc w:val="center"/>
      </w:pPr>
    </w:p>
    <w:p w:rsidR="00087ECC" w:rsidRPr="00087ECC" w:rsidRDefault="00087ECC" w:rsidP="00087ECC">
      <w:pPr>
        <w:spacing w:after="0"/>
        <w:jc w:val="left"/>
      </w:pPr>
    </w:p>
    <w:p w:rsidR="00087ECC" w:rsidRPr="00087ECC" w:rsidRDefault="00087ECC" w:rsidP="00087ECC">
      <w:pPr>
        <w:spacing w:after="0"/>
        <w:jc w:val="left"/>
      </w:pPr>
      <w:r w:rsidRPr="00087ECC">
        <w:t xml:space="preserve">                                                                                     </w:t>
      </w:r>
      <w:r w:rsidRPr="00087ECC">
        <w:tab/>
      </w:r>
      <w:r w:rsidRPr="00087ECC">
        <w:tab/>
        <w:t xml:space="preserve">  от "__"_______________2018г.   </w:t>
      </w:r>
    </w:p>
    <w:p w:rsidR="00087ECC" w:rsidRPr="00087ECC" w:rsidRDefault="00087ECC" w:rsidP="00087ECC">
      <w:pPr>
        <w:spacing w:after="0"/>
        <w:jc w:val="left"/>
      </w:pPr>
    </w:p>
    <w:p w:rsidR="00087ECC" w:rsidRPr="00087ECC" w:rsidRDefault="00087ECC" w:rsidP="00087ECC">
      <w:pPr>
        <w:spacing w:after="0"/>
        <w:jc w:val="left"/>
      </w:pPr>
    </w:p>
    <w:p w:rsidR="00087ECC" w:rsidRPr="00087ECC" w:rsidRDefault="00087ECC" w:rsidP="00BA258A">
      <w:pPr>
        <w:tabs>
          <w:tab w:val="left" w:pos="0"/>
        </w:tabs>
        <w:spacing w:after="120"/>
      </w:pPr>
      <w:r w:rsidRPr="00087ECC">
        <w:t xml:space="preserve"> 1. На основании протокола </w:t>
      </w:r>
      <w:r w:rsidR="00BA258A">
        <w:t>продажи посредством публичного предложения</w:t>
      </w:r>
      <w:r w:rsidR="00BA258A" w:rsidRPr="00087ECC">
        <w:t xml:space="preserve"> </w:t>
      </w:r>
      <w:r w:rsidRPr="00087ECC">
        <w:t xml:space="preserve">муниципального имущества  в собственность от   ___________2018г. № ___ и в  соответствии с договором купли-продажи от ___________ 2018г. №__,  администрация Искитимского района Новосибирской области от имени  Искитимского района Новосибирской области,  в лице  </w:t>
      </w:r>
      <w:r w:rsidR="00BA258A">
        <w:t>г</w:t>
      </w:r>
      <w:r w:rsidRPr="00087ECC">
        <w:t>лавы района Лагода Олега Владимировича, действующего  на основании Устава Искитимского района Новосибирской области, передает, а____________________________, принимает</w:t>
      </w:r>
      <w:r>
        <w:t xml:space="preserve"> транспортное средство:</w:t>
      </w:r>
    </w:p>
    <w:p w:rsidR="00087ECC" w:rsidRPr="00087ECC" w:rsidRDefault="00087ECC" w:rsidP="00BA258A">
      <w:pPr>
        <w:tabs>
          <w:tab w:val="left" w:pos="720"/>
        </w:tabs>
      </w:pPr>
      <w:r w:rsidRPr="00087ECC">
        <w:t xml:space="preserve">наименование (тип ТС): </w:t>
      </w:r>
      <w:r w:rsidRPr="00087ECC">
        <w:tab/>
        <w:t>автобус, идентификационный номер (VIN)  X</w:t>
      </w:r>
      <w:r w:rsidRPr="00087ECC">
        <w:rPr>
          <w:lang w:val="en-US"/>
        </w:rPr>
        <w:t>VG</w:t>
      </w:r>
      <w:r w:rsidRPr="00087ECC">
        <w:t>52770070000157, марка, модель ТС: 5277,  категория ТС - Д, год изготовления ТС-2007, модель, №двигателя: 236НЕ234 №70243708, шасси №: отсутствует, кузов (прицеп) № X</w:t>
      </w:r>
      <w:r w:rsidRPr="00087ECC">
        <w:rPr>
          <w:lang w:val="en-US"/>
        </w:rPr>
        <w:t>VG</w:t>
      </w:r>
      <w:r w:rsidRPr="00087ECC">
        <w:t>52770070000157, цвет кузова (кабины) белый, организация - изготовитель ТС - Мичуринский завод (Россия)</w:t>
      </w:r>
    </w:p>
    <w:p w:rsidR="00087ECC" w:rsidRPr="00087ECC" w:rsidRDefault="00087ECC" w:rsidP="00BA258A">
      <w:pPr>
        <w:tabs>
          <w:tab w:val="left" w:pos="720"/>
        </w:tabs>
      </w:pPr>
      <w:r w:rsidRPr="00087ECC">
        <w:t xml:space="preserve">по  стоимости, сложившейся в результате </w:t>
      </w:r>
      <w:r w:rsidR="00BA258A">
        <w:t>продажи</w:t>
      </w:r>
      <w:r w:rsidRPr="00087ECC">
        <w:t xml:space="preserve"> ___</w:t>
      </w:r>
      <w:r>
        <w:t xml:space="preserve">___________ (__________) рублей и </w:t>
      </w:r>
      <w:r w:rsidRPr="00087ECC">
        <w:t xml:space="preserve"> паспорт транспортного средства 54 00 307740, дата выдачи паспорта 13.01.2017г.,</w:t>
      </w:r>
    </w:p>
    <w:p w:rsidR="00087ECC" w:rsidRPr="00087ECC" w:rsidRDefault="00087ECC" w:rsidP="00BA258A">
      <w:pPr>
        <w:spacing w:after="0"/>
      </w:pPr>
      <w:r w:rsidRPr="00087ECC">
        <w:t>2. Техническое состояние передаваемого транспортного средства соответствует условиям договора купли-продажи.</w:t>
      </w:r>
    </w:p>
    <w:p w:rsidR="00087ECC" w:rsidRPr="00087ECC" w:rsidRDefault="00087ECC" w:rsidP="00BA258A">
      <w:pPr>
        <w:spacing w:after="0"/>
      </w:pPr>
      <w:r w:rsidRPr="00087ECC">
        <w:t>3. Претензий по передаваемому транспортному средству Покупатель не имеет.</w:t>
      </w:r>
    </w:p>
    <w:p w:rsidR="00087ECC" w:rsidRPr="00087ECC" w:rsidRDefault="00087ECC" w:rsidP="00BA258A">
      <w:pPr>
        <w:spacing w:after="0"/>
      </w:pPr>
      <w:r w:rsidRPr="00087ECC">
        <w:t>4.Покупатель выплатил Продавцу полную стоимость транспортного средства в размере ___________ руб.__ коп.</w:t>
      </w:r>
    </w:p>
    <w:p w:rsidR="00087ECC" w:rsidRPr="00087ECC" w:rsidRDefault="00087ECC" w:rsidP="00BA258A">
      <w:r w:rsidRPr="00087ECC">
        <w:t>5. Настоящий акт составлен в четырех экземплярах, два из которых остается у Продавца, а два выдаются Покупателю.</w:t>
      </w:r>
    </w:p>
    <w:p w:rsidR="00087ECC" w:rsidRPr="00087ECC" w:rsidRDefault="00087ECC" w:rsidP="00087ECC">
      <w:pPr>
        <w:spacing w:after="0"/>
        <w:jc w:val="left"/>
        <w:outlineLvl w:val="0"/>
      </w:pPr>
      <w:r w:rsidRPr="00087ECC">
        <w:t xml:space="preserve">   </w:t>
      </w:r>
    </w:p>
    <w:p w:rsidR="00087ECC" w:rsidRPr="00087ECC" w:rsidRDefault="00087ECC" w:rsidP="00087ECC">
      <w:pPr>
        <w:spacing w:after="0"/>
        <w:jc w:val="left"/>
      </w:pPr>
    </w:p>
    <w:p w:rsidR="00087ECC" w:rsidRPr="00087ECC" w:rsidRDefault="00087ECC" w:rsidP="00087ECC">
      <w:pPr>
        <w:spacing w:after="0"/>
        <w:jc w:val="left"/>
      </w:pPr>
      <w:r w:rsidRPr="00087ECC">
        <w:t>Передал:                                                                         Принял:</w:t>
      </w:r>
    </w:p>
    <w:p w:rsidR="00087ECC" w:rsidRPr="00087ECC" w:rsidRDefault="00087ECC" w:rsidP="00087ECC">
      <w:pPr>
        <w:spacing w:after="0"/>
        <w:jc w:val="left"/>
      </w:pPr>
      <w:r w:rsidRPr="00087ECC">
        <w:t xml:space="preserve">Глава района  </w:t>
      </w:r>
    </w:p>
    <w:p w:rsidR="00087ECC" w:rsidRPr="00087ECC" w:rsidRDefault="00087ECC" w:rsidP="00087ECC">
      <w:pPr>
        <w:spacing w:after="0"/>
        <w:jc w:val="left"/>
      </w:pPr>
      <w:r w:rsidRPr="00087ECC">
        <w:t xml:space="preserve">                                        </w:t>
      </w:r>
    </w:p>
    <w:p w:rsidR="00087ECC" w:rsidRPr="00087ECC" w:rsidRDefault="00087ECC" w:rsidP="00087ECC">
      <w:pPr>
        <w:spacing w:after="0"/>
        <w:jc w:val="left"/>
      </w:pPr>
      <w:r w:rsidRPr="00087ECC">
        <w:t xml:space="preserve">_____________ О.В. Лагода                                  ________________ Ф.И.О.                                                                            </w:t>
      </w:r>
    </w:p>
    <w:p w:rsidR="00087ECC" w:rsidRPr="00087ECC" w:rsidRDefault="00087ECC" w:rsidP="00087ECC">
      <w:pPr>
        <w:spacing w:after="0"/>
        <w:jc w:val="left"/>
      </w:pPr>
      <w:r w:rsidRPr="00087ECC">
        <w:t>"___"________________2018 г.                            "___"________________2018 г.</w:t>
      </w:r>
    </w:p>
    <w:p w:rsidR="00087ECC" w:rsidRPr="00087ECC" w:rsidRDefault="00087ECC" w:rsidP="00087ECC">
      <w:pPr>
        <w:spacing w:after="0"/>
        <w:jc w:val="left"/>
      </w:pPr>
      <w:r w:rsidRPr="00087ECC">
        <w:tab/>
      </w:r>
      <w:r w:rsidRPr="00087ECC">
        <w:tab/>
      </w:r>
      <w:r w:rsidRPr="00087ECC">
        <w:tab/>
      </w:r>
      <w:r w:rsidRPr="00087ECC">
        <w:tab/>
      </w:r>
      <w:r w:rsidRPr="00087ECC">
        <w:tab/>
      </w:r>
      <w:r w:rsidRPr="00087ECC">
        <w:tab/>
      </w:r>
      <w:r w:rsidRPr="00087ECC">
        <w:tab/>
      </w:r>
      <w:r w:rsidRPr="00087ECC">
        <w:tab/>
        <w:t>МП (при наличии печати)</w:t>
      </w:r>
    </w:p>
    <w:p w:rsidR="00087ECC" w:rsidRPr="00087ECC" w:rsidRDefault="00087ECC" w:rsidP="00087ECC">
      <w:pPr>
        <w:tabs>
          <w:tab w:val="left" w:pos="6270"/>
        </w:tabs>
        <w:spacing w:after="0"/>
        <w:jc w:val="left"/>
      </w:pPr>
      <w:r w:rsidRPr="00087ECC">
        <w:t>Главный бухгалтер</w:t>
      </w:r>
      <w:r w:rsidRPr="00087ECC">
        <w:tab/>
      </w:r>
    </w:p>
    <w:p w:rsidR="00087ECC" w:rsidRPr="00087ECC" w:rsidRDefault="00087ECC" w:rsidP="00087ECC">
      <w:pPr>
        <w:spacing w:after="0"/>
        <w:jc w:val="left"/>
      </w:pPr>
    </w:p>
    <w:p w:rsidR="00087ECC" w:rsidRPr="00087ECC" w:rsidRDefault="00087ECC" w:rsidP="00087ECC">
      <w:pPr>
        <w:spacing w:after="0"/>
        <w:jc w:val="left"/>
      </w:pPr>
      <w:r w:rsidRPr="00087ECC">
        <w:t>______________Л.А. Полосухина</w:t>
      </w:r>
    </w:p>
    <w:p w:rsidR="00860E03" w:rsidRDefault="00087ECC" w:rsidP="00860E03">
      <w:pPr>
        <w:spacing w:after="0"/>
        <w:jc w:val="left"/>
      </w:pPr>
      <w:r w:rsidRPr="00087ECC">
        <w:t>"___"___________________2018</w:t>
      </w:r>
      <w:r w:rsidR="00860E03">
        <w:t xml:space="preserve"> г.         </w:t>
      </w:r>
    </w:p>
    <w:p w:rsidR="00087ECC" w:rsidRPr="00860E03" w:rsidRDefault="00087ECC" w:rsidP="00860E03">
      <w:pPr>
        <w:spacing w:after="0"/>
        <w:jc w:val="left"/>
      </w:pPr>
      <w:r w:rsidRPr="00087ECC">
        <w:t xml:space="preserve">  МП</w:t>
      </w:r>
      <w:r w:rsidRPr="00087ECC">
        <w:rPr>
          <w:sz w:val="28"/>
          <w:szCs w:val="28"/>
        </w:rPr>
        <w:t xml:space="preserve">                                      </w:t>
      </w:r>
      <w:bookmarkEnd w:id="193"/>
      <w:bookmarkEnd w:id="194"/>
      <w:bookmarkEnd w:id="195"/>
      <w:bookmarkEnd w:id="196"/>
      <w:bookmarkEnd w:id="197"/>
      <w:bookmarkEnd w:id="198"/>
    </w:p>
    <w:sectPr w:rsidR="00087ECC" w:rsidRPr="00860E03" w:rsidSect="006B33DA">
      <w:pgSz w:w="11906" w:h="16838"/>
      <w:pgMar w:top="1134" w:right="851"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338" w:rsidRDefault="003C0338" w:rsidP="00FD6902">
      <w:pPr>
        <w:spacing w:after="0"/>
      </w:pPr>
      <w:r>
        <w:separator/>
      </w:r>
    </w:p>
  </w:endnote>
  <w:endnote w:type="continuationSeparator" w:id="0">
    <w:p w:rsidR="003C0338" w:rsidRDefault="003C0338" w:rsidP="00FD69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811" w:rsidRDefault="004A1811">
    <w:pPr>
      <w:pStyle w:val="a5"/>
      <w:jc w:val="center"/>
    </w:pPr>
    <w:r>
      <w:fldChar w:fldCharType="begin"/>
    </w:r>
    <w:r>
      <w:instrText xml:space="preserve"> PAGE   \* MERGEFORMAT </w:instrText>
    </w:r>
    <w:r>
      <w:fldChar w:fldCharType="separate"/>
    </w:r>
    <w:r w:rsidR="00A76FBA">
      <w:rPr>
        <w:noProof/>
      </w:rPr>
      <w:t>2</w:t>
    </w:r>
    <w:r>
      <w:rPr>
        <w:noProof/>
      </w:rPr>
      <w:fldChar w:fldCharType="end"/>
    </w:r>
  </w:p>
  <w:p w:rsidR="004A1811" w:rsidRDefault="004A181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338" w:rsidRDefault="003C0338" w:rsidP="00FD6902">
      <w:pPr>
        <w:spacing w:after="0"/>
      </w:pPr>
      <w:r>
        <w:separator/>
      </w:r>
    </w:p>
  </w:footnote>
  <w:footnote w:type="continuationSeparator" w:id="0">
    <w:p w:rsidR="003C0338" w:rsidRDefault="003C0338" w:rsidP="00FD690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F323D90"/>
    <w:lvl w:ilvl="0">
      <w:start w:val="1"/>
      <w:numFmt w:val="decimal"/>
      <w:lvlText w:val="%1."/>
      <w:lvlJc w:val="left"/>
      <w:pPr>
        <w:tabs>
          <w:tab w:val="num" w:pos="643"/>
        </w:tabs>
        <w:ind w:left="643" w:hanging="360"/>
      </w:pPr>
      <w:rPr>
        <w:rFonts w:cs="Times New Roman"/>
      </w:rPr>
    </w:lvl>
  </w:abstractNum>
  <w:abstractNum w:abstractNumId="1">
    <w:nsid w:val="03521293"/>
    <w:multiLevelType w:val="multilevel"/>
    <w:tmpl w:val="AB44DEDC"/>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26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980" w:hanging="108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2">
    <w:nsid w:val="073F195F"/>
    <w:multiLevelType w:val="hybridMultilevel"/>
    <w:tmpl w:val="775EE3A2"/>
    <w:lvl w:ilvl="0" w:tplc="FFFFFFFF">
      <w:start w:val="1"/>
      <w:numFmt w:val="decimal"/>
      <w:lvlText w:val="%1."/>
      <w:lvlJc w:val="left"/>
      <w:pPr>
        <w:tabs>
          <w:tab w:val="num" w:pos="3060"/>
        </w:tabs>
        <w:ind w:left="306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3">
    <w:nsid w:val="0FB55065"/>
    <w:multiLevelType w:val="hybridMultilevel"/>
    <w:tmpl w:val="A4D8801E"/>
    <w:lvl w:ilvl="0" w:tplc="FFFFFFFF">
      <w:start w:val="1"/>
      <w:numFmt w:val="decimal"/>
      <w:lvlText w:val="%1."/>
      <w:lvlJc w:val="left"/>
      <w:pPr>
        <w:tabs>
          <w:tab w:val="num" w:pos="1080"/>
        </w:tabs>
        <w:ind w:left="1080" w:hanging="90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4">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241E428B"/>
    <w:multiLevelType w:val="hybridMultilevel"/>
    <w:tmpl w:val="B310FA28"/>
    <w:lvl w:ilvl="0" w:tplc="92E4DDFC">
      <w:start w:val="1"/>
      <w:numFmt w:val="decimal"/>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A2D457C"/>
    <w:multiLevelType w:val="multilevel"/>
    <w:tmpl w:val="DE56359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352E52C5"/>
    <w:multiLevelType w:val="hybridMultilevel"/>
    <w:tmpl w:val="A6766B2C"/>
    <w:lvl w:ilvl="0" w:tplc="EE34F230">
      <w:start w:val="6"/>
      <w:numFmt w:val="decimal"/>
      <w:lvlText w:val="%1."/>
      <w:lvlJc w:val="left"/>
      <w:pPr>
        <w:ind w:left="3420" w:hanging="360"/>
      </w:pPr>
      <w:rPr>
        <w:rFonts w:cs="Times New Roman" w:hint="default"/>
      </w:rPr>
    </w:lvl>
    <w:lvl w:ilvl="1" w:tplc="04190019" w:tentative="1">
      <w:start w:val="1"/>
      <w:numFmt w:val="lowerLetter"/>
      <w:lvlText w:val="%2."/>
      <w:lvlJc w:val="left"/>
      <w:pPr>
        <w:ind w:left="4140" w:hanging="360"/>
      </w:pPr>
      <w:rPr>
        <w:rFonts w:cs="Times New Roman"/>
      </w:rPr>
    </w:lvl>
    <w:lvl w:ilvl="2" w:tplc="0419001B" w:tentative="1">
      <w:start w:val="1"/>
      <w:numFmt w:val="lowerRoman"/>
      <w:lvlText w:val="%3."/>
      <w:lvlJc w:val="right"/>
      <w:pPr>
        <w:ind w:left="4860" w:hanging="180"/>
      </w:pPr>
      <w:rPr>
        <w:rFonts w:cs="Times New Roman"/>
      </w:rPr>
    </w:lvl>
    <w:lvl w:ilvl="3" w:tplc="0419000F" w:tentative="1">
      <w:start w:val="1"/>
      <w:numFmt w:val="decimal"/>
      <w:lvlText w:val="%4."/>
      <w:lvlJc w:val="left"/>
      <w:pPr>
        <w:ind w:left="5580" w:hanging="360"/>
      </w:pPr>
      <w:rPr>
        <w:rFonts w:cs="Times New Roman"/>
      </w:rPr>
    </w:lvl>
    <w:lvl w:ilvl="4" w:tplc="04190019" w:tentative="1">
      <w:start w:val="1"/>
      <w:numFmt w:val="lowerLetter"/>
      <w:lvlText w:val="%5."/>
      <w:lvlJc w:val="left"/>
      <w:pPr>
        <w:ind w:left="6300" w:hanging="360"/>
      </w:pPr>
      <w:rPr>
        <w:rFonts w:cs="Times New Roman"/>
      </w:rPr>
    </w:lvl>
    <w:lvl w:ilvl="5" w:tplc="0419001B" w:tentative="1">
      <w:start w:val="1"/>
      <w:numFmt w:val="lowerRoman"/>
      <w:lvlText w:val="%6."/>
      <w:lvlJc w:val="right"/>
      <w:pPr>
        <w:ind w:left="7020" w:hanging="180"/>
      </w:pPr>
      <w:rPr>
        <w:rFonts w:cs="Times New Roman"/>
      </w:rPr>
    </w:lvl>
    <w:lvl w:ilvl="6" w:tplc="0419000F" w:tentative="1">
      <w:start w:val="1"/>
      <w:numFmt w:val="decimal"/>
      <w:lvlText w:val="%7."/>
      <w:lvlJc w:val="left"/>
      <w:pPr>
        <w:ind w:left="7740" w:hanging="360"/>
      </w:pPr>
      <w:rPr>
        <w:rFonts w:cs="Times New Roman"/>
      </w:rPr>
    </w:lvl>
    <w:lvl w:ilvl="7" w:tplc="04190019" w:tentative="1">
      <w:start w:val="1"/>
      <w:numFmt w:val="lowerLetter"/>
      <w:lvlText w:val="%8."/>
      <w:lvlJc w:val="left"/>
      <w:pPr>
        <w:ind w:left="8460" w:hanging="360"/>
      </w:pPr>
      <w:rPr>
        <w:rFonts w:cs="Times New Roman"/>
      </w:rPr>
    </w:lvl>
    <w:lvl w:ilvl="8" w:tplc="0419001B" w:tentative="1">
      <w:start w:val="1"/>
      <w:numFmt w:val="lowerRoman"/>
      <w:lvlText w:val="%9."/>
      <w:lvlJc w:val="right"/>
      <w:pPr>
        <w:ind w:left="9180" w:hanging="180"/>
      </w:pPr>
      <w:rPr>
        <w:rFonts w:cs="Times New Roman"/>
      </w:rPr>
    </w:lvl>
  </w:abstractNum>
  <w:abstractNum w:abstractNumId="8">
    <w:nsid w:val="364F2E90"/>
    <w:multiLevelType w:val="hybridMultilevel"/>
    <w:tmpl w:val="A9440422"/>
    <w:lvl w:ilvl="0" w:tplc="92E4DDFC">
      <w:start w:val="4"/>
      <w:numFmt w:val="decimal"/>
      <w:lvlText w:val="%1."/>
      <w:lvlJc w:val="left"/>
      <w:pPr>
        <w:tabs>
          <w:tab w:val="num" w:pos="360"/>
        </w:tabs>
        <w:ind w:left="36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63822D6"/>
    <w:multiLevelType w:val="hybridMultilevel"/>
    <w:tmpl w:val="228253B8"/>
    <w:lvl w:ilvl="0" w:tplc="16BA2D6E">
      <w:start w:val="7"/>
      <w:numFmt w:val="decimal"/>
      <w:lvlText w:val="%1."/>
      <w:lvlJc w:val="left"/>
      <w:pPr>
        <w:ind w:left="3414" w:hanging="360"/>
      </w:pPr>
      <w:rPr>
        <w:rFonts w:cs="Times New Roman" w:hint="default"/>
      </w:rPr>
    </w:lvl>
    <w:lvl w:ilvl="1" w:tplc="04190019" w:tentative="1">
      <w:start w:val="1"/>
      <w:numFmt w:val="lowerLetter"/>
      <w:lvlText w:val="%2."/>
      <w:lvlJc w:val="left"/>
      <w:pPr>
        <w:ind w:left="4134" w:hanging="360"/>
      </w:pPr>
      <w:rPr>
        <w:rFonts w:cs="Times New Roman"/>
      </w:rPr>
    </w:lvl>
    <w:lvl w:ilvl="2" w:tplc="0419001B" w:tentative="1">
      <w:start w:val="1"/>
      <w:numFmt w:val="lowerRoman"/>
      <w:lvlText w:val="%3."/>
      <w:lvlJc w:val="right"/>
      <w:pPr>
        <w:ind w:left="4854" w:hanging="180"/>
      </w:pPr>
      <w:rPr>
        <w:rFonts w:cs="Times New Roman"/>
      </w:rPr>
    </w:lvl>
    <w:lvl w:ilvl="3" w:tplc="0419000F" w:tentative="1">
      <w:start w:val="1"/>
      <w:numFmt w:val="decimal"/>
      <w:lvlText w:val="%4."/>
      <w:lvlJc w:val="left"/>
      <w:pPr>
        <w:ind w:left="5574" w:hanging="360"/>
      </w:pPr>
      <w:rPr>
        <w:rFonts w:cs="Times New Roman"/>
      </w:rPr>
    </w:lvl>
    <w:lvl w:ilvl="4" w:tplc="04190019" w:tentative="1">
      <w:start w:val="1"/>
      <w:numFmt w:val="lowerLetter"/>
      <w:lvlText w:val="%5."/>
      <w:lvlJc w:val="left"/>
      <w:pPr>
        <w:ind w:left="6294" w:hanging="360"/>
      </w:pPr>
      <w:rPr>
        <w:rFonts w:cs="Times New Roman"/>
      </w:rPr>
    </w:lvl>
    <w:lvl w:ilvl="5" w:tplc="0419001B" w:tentative="1">
      <w:start w:val="1"/>
      <w:numFmt w:val="lowerRoman"/>
      <w:lvlText w:val="%6."/>
      <w:lvlJc w:val="right"/>
      <w:pPr>
        <w:ind w:left="7014" w:hanging="180"/>
      </w:pPr>
      <w:rPr>
        <w:rFonts w:cs="Times New Roman"/>
      </w:rPr>
    </w:lvl>
    <w:lvl w:ilvl="6" w:tplc="0419000F" w:tentative="1">
      <w:start w:val="1"/>
      <w:numFmt w:val="decimal"/>
      <w:lvlText w:val="%7."/>
      <w:lvlJc w:val="left"/>
      <w:pPr>
        <w:ind w:left="7734" w:hanging="360"/>
      </w:pPr>
      <w:rPr>
        <w:rFonts w:cs="Times New Roman"/>
      </w:rPr>
    </w:lvl>
    <w:lvl w:ilvl="7" w:tplc="04190019" w:tentative="1">
      <w:start w:val="1"/>
      <w:numFmt w:val="lowerLetter"/>
      <w:lvlText w:val="%8."/>
      <w:lvlJc w:val="left"/>
      <w:pPr>
        <w:ind w:left="8454" w:hanging="360"/>
      </w:pPr>
      <w:rPr>
        <w:rFonts w:cs="Times New Roman"/>
      </w:rPr>
    </w:lvl>
    <w:lvl w:ilvl="8" w:tplc="0419001B" w:tentative="1">
      <w:start w:val="1"/>
      <w:numFmt w:val="lowerRoman"/>
      <w:lvlText w:val="%9."/>
      <w:lvlJc w:val="right"/>
      <w:pPr>
        <w:ind w:left="9174" w:hanging="180"/>
      </w:pPr>
      <w:rPr>
        <w:rFonts w:cs="Times New Roman"/>
      </w:rPr>
    </w:lvl>
  </w:abstractNum>
  <w:abstractNum w:abstractNumId="10">
    <w:nsid w:val="4E8E6BF8"/>
    <w:multiLevelType w:val="hybridMultilevel"/>
    <w:tmpl w:val="E132FD44"/>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675F7E86"/>
    <w:multiLevelType w:val="hybridMultilevel"/>
    <w:tmpl w:val="09488990"/>
    <w:lvl w:ilvl="0" w:tplc="9AF4FA5C">
      <w:start w:val="14"/>
      <w:numFmt w:val="bullet"/>
      <w:lvlText w:val=""/>
      <w:lvlJc w:val="left"/>
      <w:pPr>
        <w:tabs>
          <w:tab w:val="num" w:pos="360"/>
        </w:tabs>
        <w:ind w:left="360" w:hanging="360"/>
      </w:pPr>
      <w:rPr>
        <w:rFonts w:ascii="Symbol" w:eastAsia="Times New Roman" w:hAnsi="Symbol" w:hint="default"/>
      </w:rPr>
    </w:lvl>
    <w:lvl w:ilvl="1" w:tplc="04190003">
      <w:start w:val="1"/>
      <w:numFmt w:val="decimal"/>
      <w:lvlText w:val="%2."/>
      <w:lvlJc w:val="left"/>
      <w:pPr>
        <w:tabs>
          <w:tab w:val="num" w:pos="900"/>
        </w:tabs>
        <w:ind w:left="900" w:hanging="360"/>
      </w:pPr>
      <w:rPr>
        <w:rFonts w:cs="Times New Roman"/>
      </w:rPr>
    </w:lvl>
    <w:lvl w:ilvl="2" w:tplc="04190005">
      <w:start w:val="1"/>
      <w:numFmt w:val="decimal"/>
      <w:lvlText w:val="%3."/>
      <w:lvlJc w:val="left"/>
      <w:pPr>
        <w:tabs>
          <w:tab w:val="num" w:pos="1620"/>
        </w:tabs>
        <w:ind w:left="1620" w:hanging="360"/>
      </w:pPr>
      <w:rPr>
        <w:rFonts w:cs="Times New Roman"/>
      </w:rPr>
    </w:lvl>
    <w:lvl w:ilvl="3" w:tplc="04190001">
      <w:start w:val="1"/>
      <w:numFmt w:val="decimal"/>
      <w:lvlText w:val="%4."/>
      <w:lvlJc w:val="left"/>
      <w:pPr>
        <w:tabs>
          <w:tab w:val="num" w:pos="2340"/>
        </w:tabs>
        <w:ind w:left="2340" w:hanging="360"/>
      </w:pPr>
      <w:rPr>
        <w:rFonts w:cs="Times New Roman"/>
      </w:rPr>
    </w:lvl>
    <w:lvl w:ilvl="4" w:tplc="04190003">
      <w:start w:val="1"/>
      <w:numFmt w:val="decimal"/>
      <w:lvlText w:val="%5."/>
      <w:lvlJc w:val="left"/>
      <w:pPr>
        <w:tabs>
          <w:tab w:val="num" w:pos="3060"/>
        </w:tabs>
        <w:ind w:left="3060" w:hanging="360"/>
      </w:pPr>
      <w:rPr>
        <w:rFonts w:cs="Times New Roman"/>
      </w:rPr>
    </w:lvl>
    <w:lvl w:ilvl="5" w:tplc="04190005">
      <w:start w:val="1"/>
      <w:numFmt w:val="decimal"/>
      <w:lvlText w:val="%6."/>
      <w:lvlJc w:val="left"/>
      <w:pPr>
        <w:tabs>
          <w:tab w:val="num" w:pos="3780"/>
        </w:tabs>
        <w:ind w:left="3780" w:hanging="360"/>
      </w:pPr>
      <w:rPr>
        <w:rFonts w:cs="Times New Roman"/>
      </w:rPr>
    </w:lvl>
    <w:lvl w:ilvl="6" w:tplc="04190001">
      <w:start w:val="1"/>
      <w:numFmt w:val="decimal"/>
      <w:lvlText w:val="%7."/>
      <w:lvlJc w:val="left"/>
      <w:pPr>
        <w:tabs>
          <w:tab w:val="num" w:pos="4500"/>
        </w:tabs>
        <w:ind w:left="4500" w:hanging="360"/>
      </w:pPr>
      <w:rPr>
        <w:rFonts w:cs="Times New Roman"/>
      </w:rPr>
    </w:lvl>
    <w:lvl w:ilvl="7" w:tplc="04190003">
      <w:start w:val="1"/>
      <w:numFmt w:val="decimal"/>
      <w:lvlText w:val="%8."/>
      <w:lvlJc w:val="left"/>
      <w:pPr>
        <w:tabs>
          <w:tab w:val="num" w:pos="5220"/>
        </w:tabs>
        <w:ind w:left="5220" w:hanging="360"/>
      </w:pPr>
      <w:rPr>
        <w:rFonts w:cs="Times New Roman"/>
      </w:rPr>
    </w:lvl>
    <w:lvl w:ilvl="8" w:tplc="04190005">
      <w:start w:val="1"/>
      <w:numFmt w:val="decimal"/>
      <w:lvlText w:val="%9."/>
      <w:lvlJc w:val="left"/>
      <w:pPr>
        <w:tabs>
          <w:tab w:val="num" w:pos="5940"/>
        </w:tabs>
        <w:ind w:left="5940" w:hanging="360"/>
      </w:pPr>
      <w:rPr>
        <w:rFonts w:cs="Times New Roman"/>
      </w:rPr>
    </w:lvl>
  </w:abstractNum>
  <w:abstractNum w:abstractNumId="12">
    <w:nsid w:val="70F244FD"/>
    <w:multiLevelType w:val="multilevel"/>
    <w:tmpl w:val="D96468E0"/>
    <w:lvl w:ilvl="0">
      <w:start w:val="1"/>
      <w:numFmt w:val="decimal"/>
      <w:lvlText w:val="%1."/>
      <w:lvlJc w:val="left"/>
      <w:pPr>
        <w:ind w:left="615" w:hanging="61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hint="default"/>
        <w:sz w:val="24"/>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0"/>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6"/>
  </w:num>
  <w:num w:numId="16">
    <w:abstractNumId w:val="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07D"/>
    <w:rsid w:val="0000155C"/>
    <w:rsid w:val="00004421"/>
    <w:rsid w:val="00004A67"/>
    <w:rsid w:val="000056BE"/>
    <w:rsid w:val="00005880"/>
    <w:rsid w:val="00006B0D"/>
    <w:rsid w:val="00007F0D"/>
    <w:rsid w:val="00012A56"/>
    <w:rsid w:val="00013DEF"/>
    <w:rsid w:val="00021A62"/>
    <w:rsid w:val="00021B6B"/>
    <w:rsid w:val="0002427D"/>
    <w:rsid w:val="000262FA"/>
    <w:rsid w:val="00031513"/>
    <w:rsid w:val="00032E99"/>
    <w:rsid w:val="000334C2"/>
    <w:rsid w:val="000343BB"/>
    <w:rsid w:val="000350A1"/>
    <w:rsid w:val="000407F4"/>
    <w:rsid w:val="000412D1"/>
    <w:rsid w:val="00046F56"/>
    <w:rsid w:val="00047195"/>
    <w:rsid w:val="00050D12"/>
    <w:rsid w:val="00052238"/>
    <w:rsid w:val="00053319"/>
    <w:rsid w:val="000562F6"/>
    <w:rsid w:val="00060993"/>
    <w:rsid w:val="00061987"/>
    <w:rsid w:val="00062619"/>
    <w:rsid w:val="0006506A"/>
    <w:rsid w:val="000657A7"/>
    <w:rsid w:val="000735A2"/>
    <w:rsid w:val="00075A05"/>
    <w:rsid w:val="00077AD7"/>
    <w:rsid w:val="00080055"/>
    <w:rsid w:val="00081BE3"/>
    <w:rsid w:val="00083004"/>
    <w:rsid w:val="00083145"/>
    <w:rsid w:val="0008528A"/>
    <w:rsid w:val="000875F3"/>
    <w:rsid w:val="00087ECC"/>
    <w:rsid w:val="00091167"/>
    <w:rsid w:val="0009282E"/>
    <w:rsid w:val="00093FA5"/>
    <w:rsid w:val="00096BC3"/>
    <w:rsid w:val="000A5C71"/>
    <w:rsid w:val="000A6F95"/>
    <w:rsid w:val="000A72CB"/>
    <w:rsid w:val="000A7F32"/>
    <w:rsid w:val="000B09D4"/>
    <w:rsid w:val="000B11A7"/>
    <w:rsid w:val="000B3550"/>
    <w:rsid w:val="000B45CE"/>
    <w:rsid w:val="000B69F9"/>
    <w:rsid w:val="000B6DB1"/>
    <w:rsid w:val="000C060B"/>
    <w:rsid w:val="000C1243"/>
    <w:rsid w:val="000C1C74"/>
    <w:rsid w:val="000C22BC"/>
    <w:rsid w:val="000C2AC6"/>
    <w:rsid w:val="000C3208"/>
    <w:rsid w:val="000C433C"/>
    <w:rsid w:val="000C4545"/>
    <w:rsid w:val="000C6863"/>
    <w:rsid w:val="000D04F6"/>
    <w:rsid w:val="000D2D05"/>
    <w:rsid w:val="000D331D"/>
    <w:rsid w:val="000D39F8"/>
    <w:rsid w:val="000D3E12"/>
    <w:rsid w:val="000D59B4"/>
    <w:rsid w:val="000D7235"/>
    <w:rsid w:val="000D7388"/>
    <w:rsid w:val="000E0402"/>
    <w:rsid w:val="000E21E7"/>
    <w:rsid w:val="000E3298"/>
    <w:rsid w:val="000E50C4"/>
    <w:rsid w:val="000E6380"/>
    <w:rsid w:val="000F0348"/>
    <w:rsid w:val="000F60A1"/>
    <w:rsid w:val="000F70FC"/>
    <w:rsid w:val="00100816"/>
    <w:rsid w:val="00101714"/>
    <w:rsid w:val="00101AF0"/>
    <w:rsid w:val="0010316F"/>
    <w:rsid w:val="001044E8"/>
    <w:rsid w:val="0010601B"/>
    <w:rsid w:val="00106840"/>
    <w:rsid w:val="00107995"/>
    <w:rsid w:val="001110B0"/>
    <w:rsid w:val="001126A6"/>
    <w:rsid w:val="00112B45"/>
    <w:rsid w:val="00114671"/>
    <w:rsid w:val="001146F0"/>
    <w:rsid w:val="00115827"/>
    <w:rsid w:val="001167BA"/>
    <w:rsid w:val="00122EA5"/>
    <w:rsid w:val="00123B83"/>
    <w:rsid w:val="001264DE"/>
    <w:rsid w:val="00126BA7"/>
    <w:rsid w:val="00131759"/>
    <w:rsid w:val="0013461A"/>
    <w:rsid w:val="001348FE"/>
    <w:rsid w:val="00135731"/>
    <w:rsid w:val="00136EC0"/>
    <w:rsid w:val="00140B10"/>
    <w:rsid w:val="00141014"/>
    <w:rsid w:val="00141EE9"/>
    <w:rsid w:val="001428B4"/>
    <w:rsid w:val="001500EB"/>
    <w:rsid w:val="0015191E"/>
    <w:rsid w:val="0015530C"/>
    <w:rsid w:val="001559A1"/>
    <w:rsid w:val="001611FD"/>
    <w:rsid w:val="001614F2"/>
    <w:rsid w:val="00161D18"/>
    <w:rsid w:val="00163763"/>
    <w:rsid w:val="00163D28"/>
    <w:rsid w:val="00164910"/>
    <w:rsid w:val="00175B34"/>
    <w:rsid w:val="0017720D"/>
    <w:rsid w:val="0018005F"/>
    <w:rsid w:val="0018307E"/>
    <w:rsid w:val="001860DE"/>
    <w:rsid w:val="001868C9"/>
    <w:rsid w:val="00186981"/>
    <w:rsid w:val="00191ECA"/>
    <w:rsid w:val="001923ED"/>
    <w:rsid w:val="00195C54"/>
    <w:rsid w:val="00195C97"/>
    <w:rsid w:val="00197757"/>
    <w:rsid w:val="001A119A"/>
    <w:rsid w:val="001A1B4A"/>
    <w:rsid w:val="001A3CEC"/>
    <w:rsid w:val="001A73F4"/>
    <w:rsid w:val="001A7B2D"/>
    <w:rsid w:val="001B114E"/>
    <w:rsid w:val="001B2B45"/>
    <w:rsid w:val="001B2EB3"/>
    <w:rsid w:val="001B3B91"/>
    <w:rsid w:val="001C0839"/>
    <w:rsid w:val="001C2080"/>
    <w:rsid w:val="001C3157"/>
    <w:rsid w:val="001C4A21"/>
    <w:rsid w:val="001C4E02"/>
    <w:rsid w:val="001D1742"/>
    <w:rsid w:val="001D1891"/>
    <w:rsid w:val="001D1D0F"/>
    <w:rsid w:val="001D2353"/>
    <w:rsid w:val="001D522B"/>
    <w:rsid w:val="001D715B"/>
    <w:rsid w:val="001E28F0"/>
    <w:rsid w:val="001E3FB5"/>
    <w:rsid w:val="001F1328"/>
    <w:rsid w:val="001F1CD0"/>
    <w:rsid w:val="001F3E39"/>
    <w:rsid w:val="001F42EE"/>
    <w:rsid w:val="001F5A47"/>
    <w:rsid w:val="001F6367"/>
    <w:rsid w:val="002027CE"/>
    <w:rsid w:val="002065E6"/>
    <w:rsid w:val="0021378C"/>
    <w:rsid w:val="00220793"/>
    <w:rsid w:val="0022386A"/>
    <w:rsid w:val="00227290"/>
    <w:rsid w:val="002279EA"/>
    <w:rsid w:val="00230109"/>
    <w:rsid w:val="002330B6"/>
    <w:rsid w:val="00234981"/>
    <w:rsid w:val="00234E0E"/>
    <w:rsid w:val="00236573"/>
    <w:rsid w:val="00241060"/>
    <w:rsid w:val="00242A97"/>
    <w:rsid w:val="0024621C"/>
    <w:rsid w:val="002462C7"/>
    <w:rsid w:val="00247760"/>
    <w:rsid w:val="00253903"/>
    <w:rsid w:val="00256CFC"/>
    <w:rsid w:val="00256D7E"/>
    <w:rsid w:val="002616C5"/>
    <w:rsid w:val="002634A0"/>
    <w:rsid w:val="00265954"/>
    <w:rsid w:val="00266BC3"/>
    <w:rsid w:val="00267026"/>
    <w:rsid w:val="002704FC"/>
    <w:rsid w:val="00270EA6"/>
    <w:rsid w:val="00274827"/>
    <w:rsid w:val="00285629"/>
    <w:rsid w:val="00286B82"/>
    <w:rsid w:val="002873EC"/>
    <w:rsid w:val="00287D21"/>
    <w:rsid w:val="00287F50"/>
    <w:rsid w:val="002911FB"/>
    <w:rsid w:val="00293887"/>
    <w:rsid w:val="002A14AD"/>
    <w:rsid w:val="002A20D6"/>
    <w:rsid w:val="002A26D0"/>
    <w:rsid w:val="002A3315"/>
    <w:rsid w:val="002A33C2"/>
    <w:rsid w:val="002A5DC7"/>
    <w:rsid w:val="002A67B6"/>
    <w:rsid w:val="002A6C25"/>
    <w:rsid w:val="002A721B"/>
    <w:rsid w:val="002A7443"/>
    <w:rsid w:val="002B0CD4"/>
    <w:rsid w:val="002B10F3"/>
    <w:rsid w:val="002B47B0"/>
    <w:rsid w:val="002B538C"/>
    <w:rsid w:val="002B6776"/>
    <w:rsid w:val="002B775E"/>
    <w:rsid w:val="002B77B7"/>
    <w:rsid w:val="002B7FBF"/>
    <w:rsid w:val="002C0A81"/>
    <w:rsid w:val="002C1C57"/>
    <w:rsid w:val="002C2AFC"/>
    <w:rsid w:val="002C36D1"/>
    <w:rsid w:val="002C3A4B"/>
    <w:rsid w:val="002C5BEF"/>
    <w:rsid w:val="002C78AE"/>
    <w:rsid w:val="002C7B00"/>
    <w:rsid w:val="002D29DF"/>
    <w:rsid w:val="002D4C4C"/>
    <w:rsid w:val="002D51DD"/>
    <w:rsid w:val="002D5CD4"/>
    <w:rsid w:val="002D63FD"/>
    <w:rsid w:val="002E0298"/>
    <w:rsid w:val="002E60FF"/>
    <w:rsid w:val="002E7D1C"/>
    <w:rsid w:val="002F0263"/>
    <w:rsid w:val="002F07A6"/>
    <w:rsid w:val="002F1189"/>
    <w:rsid w:val="002F4746"/>
    <w:rsid w:val="0030094B"/>
    <w:rsid w:val="00304341"/>
    <w:rsid w:val="00304EA4"/>
    <w:rsid w:val="003055A8"/>
    <w:rsid w:val="00306370"/>
    <w:rsid w:val="00307E43"/>
    <w:rsid w:val="003102FF"/>
    <w:rsid w:val="003202F3"/>
    <w:rsid w:val="00320DCB"/>
    <w:rsid w:val="00325328"/>
    <w:rsid w:val="003309A8"/>
    <w:rsid w:val="00332299"/>
    <w:rsid w:val="00334A54"/>
    <w:rsid w:val="00335410"/>
    <w:rsid w:val="0034040C"/>
    <w:rsid w:val="00344FD0"/>
    <w:rsid w:val="00345A16"/>
    <w:rsid w:val="00345DEA"/>
    <w:rsid w:val="00347D83"/>
    <w:rsid w:val="00347DBD"/>
    <w:rsid w:val="00352A3F"/>
    <w:rsid w:val="00354AE2"/>
    <w:rsid w:val="00355944"/>
    <w:rsid w:val="00357330"/>
    <w:rsid w:val="00357AE9"/>
    <w:rsid w:val="00357D44"/>
    <w:rsid w:val="00360851"/>
    <w:rsid w:val="00360901"/>
    <w:rsid w:val="003612EA"/>
    <w:rsid w:val="00361472"/>
    <w:rsid w:val="00363755"/>
    <w:rsid w:val="003637C9"/>
    <w:rsid w:val="00363CBE"/>
    <w:rsid w:val="003726DE"/>
    <w:rsid w:val="003741A9"/>
    <w:rsid w:val="00374F9B"/>
    <w:rsid w:val="0037771E"/>
    <w:rsid w:val="00377E8E"/>
    <w:rsid w:val="00386E78"/>
    <w:rsid w:val="00387506"/>
    <w:rsid w:val="003908EE"/>
    <w:rsid w:val="00390929"/>
    <w:rsid w:val="00392E60"/>
    <w:rsid w:val="00392E61"/>
    <w:rsid w:val="003937DE"/>
    <w:rsid w:val="003955DC"/>
    <w:rsid w:val="00395928"/>
    <w:rsid w:val="003A073A"/>
    <w:rsid w:val="003A2C8C"/>
    <w:rsid w:val="003A42BD"/>
    <w:rsid w:val="003A623D"/>
    <w:rsid w:val="003B0128"/>
    <w:rsid w:val="003B126A"/>
    <w:rsid w:val="003B1278"/>
    <w:rsid w:val="003B1B8F"/>
    <w:rsid w:val="003B296A"/>
    <w:rsid w:val="003B2B62"/>
    <w:rsid w:val="003B6E0D"/>
    <w:rsid w:val="003C0338"/>
    <w:rsid w:val="003C2954"/>
    <w:rsid w:val="003C30F4"/>
    <w:rsid w:val="003C36BF"/>
    <w:rsid w:val="003C5236"/>
    <w:rsid w:val="003C57C3"/>
    <w:rsid w:val="003C5EDB"/>
    <w:rsid w:val="003D1579"/>
    <w:rsid w:val="003D25BF"/>
    <w:rsid w:val="003D44B8"/>
    <w:rsid w:val="003D4A03"/>
    <w:rsid w:val="003D4EB5"/>
    <w:rsid w:val="003E3DBA"/>
    <w:rsid w:val="003E4C2E"/>
    <w:rsid w:val="003E7191"/>
    <w:rsid w:val="003E7D70"/>
    <w:rsid w:val="003F12D6"/>
    <w:rsid w:val="003F13F1"/>
    <w:rsid w:val="003F6E0C"/>
    <w:rsid w:val="003F7CAF"/>
    <w:rsid w:val="0040092F"/>
    <w:rsid w:val="00402005"/>
    <w:rsid w:val="004028B4"/>
    <w:rsid w:val="004058A8"/>
    <w:rsid w:val="00405C4E"/>
    <w:rsid w:val="0040628F"/>
    <w:rsid w:val="00406ACF"/>
    <w:rsid w:val="0040771A"/>
    <w:rsid w:val="00410E98"/>
    <w:rsid w:val="00412FF8"/>
    <w:rsid w:val="0041469D"/>
    <w:rsid w:val="00415A1F"/>
    <w:rsid w:val="00416415"/>
    <w:rsid w:val="004169C6"/>
    <w:rsid w:val="0041721D"/>
    <w:rsid w:val="00420398"/>
    <w:rsid w:val="004212E2"/>
    <w:rsid w:val="00421740"/>
    <w:rsid w:val="0042245F"/>
    <w:rsid w:val="0042246F"/>
    <w:rsid w:val="0042280F"/>
    <w:rsid w:val="004228C0"/>
    <w:rsid w:val="00423929"/>
    <w:rsid w:val="004241A2"/>
    <w:rsid w:val="0042486C"/>
    <w:rsid w:val="00425DDF"/>
    <w:rsid w:val="00426BCF"/>
    <w:rsid w:val="004307DE"/>
    <w:rsid w:val="00430CC9"/>
    <w:rsid w:val="00431E1E"/>
    <w:rsid w:val="0043245B"/>
    <w:rsid w:val="0043572D"/>
    <w:rsid w:val="004441BC"/>
    <w:rsid w:val="0044700D"/>
    <w:rsid w:val="00451FF0"/>
    <w:rsid w:val="004532CF"/>
    <w:rsid w:val="0045493D"/>
    <w:rsid w:val="00454C77"/>
    <w:rsid w:val="004603A4"/>
    <w:rsid w:val="00466890"/>
    <w:rsid w:val="00466E2B"/>
    <w:rsid w:val="004711A7"/>
    <w:rsid w:val="00471DD5"/>
    <w:rsid w:val="0047326B"/>
    <w:rsid w:val="00475403"/>
    <w:rsid w:val="00482DB4"/>
    <w:rsid w:val="004831DA"/>
    <w:rsid w:val="00483282"/>
    <w:rsid w:val="00484A58"/>
    <w:rsid w:val="00484E20"/>
    <w:rsid w:val="00485D37"/>
    <w:rsid w:val="00485D9E"/>
    <w:rsid w:val="00486684"/>
    <w:rsid w:val="00491B5B"/>
    <w:rsid w:val="00491D6B"/>
    <w:rsid w:val="00493536"/>
    <w:rsid w:val="0049715C"/>
    <w:rsid w:val="004A1811"/>
    <w:rsid w:val="004A38BB"/>
    <w:rsid w:val="004A3D5C"/>
    <w:rsid w:val="004A5286"/>
    <w:rsid w:val="004A55B8"/>
    <w:rsid w:val="004A6348"/>
    <w:rsid w:val="004A6D8B"/>
    <w:rsid w:val="004A6ECA"/>
    <w:rsid w:val="004B22C5"/>
    <w:rsid w:val="004B2B53"/>
    <w:rsid w:val="004B2D79"/>
    <w:rsid w:val="004B484B"/>
    <w:rsid w:val="004B563D"/>
    <w:rsid w:val="004B5775"/>
    <w:rsid w:val="004B7335"/>
    <w:rsid w:val="004C242C"/>
    <w:rsid w:val="004C3FDD"/>
    <w:rsid w:val="004C7DFD"/>
    <w:rsid w:val="004D00E0"/>
    <w:rsid w:val="004D01E5"/>
    <w:rsid w:val="004D0D85"/>
    <w:rsid w:val="004D13A0"/>
    <w:rsid w:val="004D199D"/>
    <w:rsid w:val="004D28E9"/>
    <w:rsid w:val="004D310A"/>
    <w:rsid w:val="004D4981"/>
    <w:rsid w:val="004D4996"/>
    <w:rsid w:val="004D6109"/>
    <w:rsid w:val="004D610D"/>
    <w:rsid w:val="004D75D0"/>
    <w:rsid w:val="004E14A5"/>
    <w:rsid w:val="004E19CE"/>
    <w:rsid w:val="004E1DB8"/>
    <w:rsid w:val="004E2351"/>
    <w:rsid w:val="004E38A5"/>
    <w:rsid w:val="004E6F05"/>
    <w:rsid w:val="004E6FC5"/>
    <w:rsid w:val="004F1A44"/>
    <w:rsid w:val="004F31BB"/>
    <w:rsid w:val="004F357A"/>
    <w:rsid w:val="004F39E5"/>
    <w:rsid w:val="004F4998"/>
    <w:rsid w:val="004F600F"/>
    <w:rsid w:val="004F666F"/>
    <w:rsid w:val="004F7C91"/>
    <w:rsid w:val="0050243B"/>
    <w:rsid w:val="005048B7"/>
    <w:rsid w:val="0050657F"/>
    <w:rsid w:val="00510118"/>
    <w:rsid w:val="005117BA"/>
    <w:rsid w:val="00512813"/>
    <w:rsid w:val="005165BD"/>
    <w:rsid w:val="0052051B"/>
    <w:rsid w:val="005216B9"/>
    <w:rsid w:val="005222A3"/>
    <w:rsid w:val="00524CB9"/>
    <w:rsid w:val="00526B42"/>
    <w:rsid w:val="00530359"/>
    <w:rsid w:val="00531F2D"/>
    <w:rsid w:val="00532032"/>
    <w:rsid w:val="005345B1"/>
    <w:rsid w:val="00535AFD"/>
    <w:rsid w:val="0053605C"/>
    <w:rsid w:val="00537200"/>
    <w:rsid w:val="0054049E"/>
    <w:rsid w:val="00541B85"/>
    <w:rsid w:val="00543894"/>
    <w:rsid w:val="00543C5B"/>
    <w:rsid w:val="005456C2"/>
    <w:rsid w:val="00546986"/>
    <w:rsid w:val="00546AA2"/>
    <w:rsid w:val="005472C6"/>
    <w:rsid w:val="005473E3"/>
    <w:rsid w:val="00550734"/>
    <w:rsid w:val="00553FEB"/>
    <w:rsid w:val="00557CEA"/>
    <w:rsid w:val="00560408"/>
    <w:rsid w:val="00560EDA"/>
    <w:rsid w:val="00561F6A"/>
    <w:rsid w:val="00565F2C"/>
    <w:rsid w:val="0056702B"/>
    <w:rsid w:val="00567887"/>
    <w:rsid w:val="00572423"/>
    <w:rsid w:val="0057363A"/>
    <w:rsid w:val="005745D7"/>
    <w:rsid w:val="005745DF"/>
    <w:rsid w:val="00576C6A"/>
    <w:rsid w:val="00577F8F"/>
    <w:rsid w:val="005824FB"/>
    <w:rsid w:val="00584874"/>
    <w:rsid w:val="00585848"/>
    <w:rsid w:val="0058601D"/>
    <w:rsid w:val="0059083F"/>
    <w:rsid w:val="00590F88"/>
    <w:rsid w:val="00593607"/>
    <w:rsid w:val="0059400C"/>
    <w:rsid w:val="00594589"/>
    <w:rsid w:val="00596020"/>
    <w:rsid w:val="00596A2D"/>
    <w:rsid w:val="00597AA4"/>
    <w:rsid w:val="005A00E6"/>
    <w:rsid w:val="005A2F70"/>
    <w:rsid w:val="005A39BC"/>
    <w:rsid w:val="005A44B5"/>
    <w:rsid w:val="005A4E17"/>
    <w:rsid w:val="005A6A69"/>
    <w:rsid w:val="005A7770"/>
    <w:rsid w:val="005B0925"/>
    <w:rsid w:val="005B447D"/>
    <w:rsid w:val="005B628E"/>
    <w:rsid w:val="005B6792"/>
    <w:rsid w:val="005C064E"/>
    <w:rsid w:val="005C0A46"/>
    <w:rsid w:val="005C1F7E"/>
    <w:rsid w:val="005C5C1C"/>
    <w:rsid w:val="005C5D79"/>
    <w:rsid w:val="005D11BF"/>
    <w:rsid w:val="005D4BD5"/>
    <w:rsid w:val="005D5A0E"/>
    <w:rsid w:val="005E2AB2"/>
    <w:rsid w:val="005E3468"/>
    <w:rsid w:val="005E3F7C"/>
    <w:rsid w:val="005E4A13"/>
    <w:rsid w:val="005E77C5"/>
    <w:rsid w:val="005E7952"/>
    <w:rsid w:val="005F1BE7"/>
    <w:rsid w:val="005F231B"/>
    <w:rsid w:val="005F2F1B"/>
    <w:rsid w:val="005F5987"/>
    <w:rsid w:val="005F5EC0"/>
    <w:rsid w:val="00601217"/>
    <w:rsid w:val="006022FB"/>
    <w:rsid w:val="00606B97"/>
    <w:rsid w:val="006100FC"/>
    <w:rsid w:val="00610C91"/>
    <w:rsid w:val="0061159E"/>
    <w:rsid w:val="00614DF7"/>
    <w:rsid w:val="00615CE9"/>
    <w:rsid w:val="00616173"/>
    <w:rsid w:val="00617FA7"/>
    <w:rsid w:val="00620412"/>
    <w:rsid w:val="00620B73"/>
    <w:rsid w:val="00621EC6"/>
    <w:rsid w:val="00623BEA"/>
    <w:rsid w:val="0062591D"/>
    <w:rsid w:val="00626D4C"/>
    <w:rsid w:val="00630F62"/>
    <w:rsid w:val="00634E18"/>
    <w:rsid w:val="006355C7"/>
    <w:rsid w:val="006375AA"/>
    <w:rsid w:val="00640E38"/>
    <w:rsid w:val="006468A6"/>
    <w:rsid w:val="00651ABF"/>
    <w:rsid w:val="006540EA"/>
    <w:rsid w:val="00655FBE"/>
    <w:rsid w:val="00656B54"/>
    <w:rsid w:val="00656BDF"/>
    <w:rsid w:val="00656D95"/>
    <w:rsid w:val="00657313"/>
    <w:rsid w:val="00661364"/>
    <w:rsid w:val="00664582"/>
    <w:rsid w:val="00673740"/>
    <w:rsid w:val="00673DE9"/>
    <w:rsid w:val="0067423C"/>
    <w:rsid w:val="006742D8"/>
    <w:rsid w:val="00674B47"/>
    <w:rsid w:val="006771B6"/>
    <w:rsid w:val="00680698"/>
    <w:rsid w:val="00681E40"/>
    <w:rsid w:val="006904CC"/>
    <w:rsid w:val="00691ED7"/>
    <w:rsid w:val="00692574"/>
    <w:rsid w:val="00693592"/>
    <w:rsid w:val="00693845"/>
    <w:rsid w:val="006A09A7"/>
    <w:rsid w:val="006A555A"/>
    <w:rsid w:val="006A58BB"/>
    <w:rsid w:val="006A6344"/>
    <w:rsid w:val="006A6E68"/>
    <w:rsid w:val="006A7875"/>
    <w:rsid w:val="006B17BE"/>
    <w:rsid w:val="006B33DA"/>
    <w:rsid w:val="006B387E"/>
    <w:rsid w:val="006B47E7"/>
    <w:rsid w:val="006B691C"/>
    <w:rsid w:val="006B7464"/>
    <w:rsid w:val="006C1D6B"/>
    <w:rsid w:val="006C1DC5"/>
    <w:rsid w:val="006C2198"/>
    <w:rsid w:val="006C307D"/>
    <w:rsid w:val="006C3677"/>
    <w:rsid w:val="006C38BA"/>
    <w:rsid w:val="006C38CD"/>
    <w:rsid w:val="006C4ADA"/>
    <w:rsid w:val="006C4D22"/>
    <w:rsid w:val="006C7C2C"/>
    <w:rsid w:val="006D05DA"/>
    <w:rsid w:val="006D35CF"/>
    <w:rsid w:val="006D4896"/>
    <w:rsid w:val="006D4D17"/>
    <w:rsid w:val="006D4E54"/>
    <w:rsid w:val="006D51D8"/>
    <w:rsid w:val="006E01F4"/>
    <w:rsid w:val="006E2317"/>
    <w:rsid w:val="006E2514"/>
    <w:rsid w:val="006E3239"/>
    <w:rsid w:val="006E52D1"/>
    <w:rsid w:val="006E6E7A"/>
    <w:rsid w:val="006E7591"/>
    <w:rsid w:val="006F0F04"/>
    <w:rsid w:val="006F1E8C"/>
    <w:rsid w:val="006F3619"/>
    <w:rsid w:val="006F3DCA"/>
    <w:rsid w:val="006F4B7F"/>
    <w:rsid w:val="006F7961"/>
    <w:rsid w:val="0070112F"/>
    <w:rsid w:val="00705022"/>
    <w:rsid w:val="007055FF"/>
    <w:rsid w:val="0070723E"/>
    <w:rsid w:val="00707854"/>
    <w:rsid w:val="007079B7"/>
    <w:rsid w:val="00710AD7"/>
    <w:rsid w:val="00711F0F"/>
    <w:rsid w:val="0072135D"/>
    <w:rsid w:val="00722101"/>
    <w:rsid w:val="00724789"/>
    <w:rsid w:val="00726F1C"/>
    <w:rsid w:val="0073100B"/>
    <w:rsid w:val="00731600"/>
    <w:rsid w:val="007348D7"/>
    <w:rsid w:val="007356E5"/>
    <w:rsid w:val="00736C00"/>
    <w:rsid w:val="0073793A"/>
    <w:rsid w:val="00737D00"/>
    <w:rsid w:val="00742839"/>
    <w:rsid w:val="0074329C"/>
    <w:rsid w:val="00744020"/>
    <w:rsid w:val="00745805"/>
    <w:rsid w:val="007460FE"/>
    <w:rsid w:val="00752398"/>
    <w:rsid w:val="00752DF7"/>
    <w:rsid w:val="00755C90"/>
    <w:rsid w:val="00755CBF"/>
    <w:rsid w:val="007565C8"/>
    <w:rsid w:val="00756900"/>
    <w:rsid w:val="00756B67"/>
    <w:rsid w:val="007572F8"/>
    <w:rsid w:val="00761A92"/>
    <w:rsid w:val="0076518A"/>
    <w:rsid w:val="007651BC"/>
    <w:rsid w:val="00766B6C"/>
    <w:rsid w:val="007672D3"/>
    <w:rsid w:val="00771C74"/>
    <w:rsid w:val="00773F3E"/>
    <w:rsid w:val="00775113"/>
    <w:rsid w:val="00776001"/>
    <w:rsid w:val="00776272"/>
    <w:rsid w:val="0077695B"/>
    <w:rsid w:val="00776F7E"/>
    <w:rsid w:val="007778E5"/>
    <w:rsid w:val="007802D6"/>
    <w:rsid w:val="00781F81"/>
    <w:rsid w:val="00783118"/>
    <w:rsid w:val="00783565"/>
    <w:rsid w:val="00783EA1"/>
    <w:rsid w:val="00787426"/>
    <w:rsid w:val="00791A71"/>
    <w:rsid w:val="00791BF7"/>
    <w:rsid w:val="00791F04"/>
    <w:rsid w:val="0079331D"/>
    <w:rsid w:val="0079411A"/>
    <w:rsid w:val="00794171"/>
    <w:rsid w:val="00795C36"/>
    <w:rsid w:val="00795FEB"/>
    <w:rsid w:val="007A140C"/>
    <w:rsid w:val="007A41F7"/>
    <w:rsid w:val="007A43FC"/>
    <w:rsid w:val="007A6F10"/>
    <w:rsid w:val="007B26B4"/>
    <w:rsid w:val="007B758B"/>
    <w:rsid w:val="007C09C4"/>
    <w:rsid w:val="007C1773"/>
    <w:rsid w:val="007C2876"/>
    <w:rsid w:val="007C3725"/>
    <w:rsid w:val="007C45A3"/>
    <w:rsid w:val="007C51F4"/>
    <w:rsid w:val="007C774A"/>
    <w:rsid w:val="007C7E58"/>
    <w:rsid w:val="007D2B7C"/>
    <w:rsid w:val="007D497E"/>
    <w:rsid w:val="007D4E2B"/>
    <w:rsid w:val="007D4FB1"/>
    <w:rsid w:val="007D6BDC"/>
    <w:rsid w:val="007E1F4D"/>
    <w:rsid w:val="007E40A0"/>
    <w:rsid w:val="007F08C6"/>
    <w:rsid w:val="007F1581"/>
    <w:rsid w:val="007F1BF6"/>
    <w:rsid w:val="007F267F"/>
    <w:rsid w:val="007F28E1"/>
    <w:rsid w:val="007F2DAC"/>
    <w:rsid w:val="007F544F"/>
    <w:rsid w:val="00802DFD"/>
    <w:rsid w:val="00805351"/>
    <w:rsid w:val="00805620"/>
    <w:rsid w:val="008056A0"/>
    <w:rsid w:val="008056F5"/>
    <w:rsid w:val="0080710C"/>
    <w:rsid w:val="00807A87"/>
    <w:rsid w:val="008105F7"/>
    <w:rsid w:val="0081462D"/>
    <w:rsid w:val="0081659C"/>
    <w:rsid w:val="00816BC4"/>
    <w:rsid w:val="00817235"/>
    <w:rsid w:val="008174B4"/>
    <w:rsid w:val="0081756C"/>
    <w:rsid w:val="008207FC"/>
    <w:rsid w:val="0082447E"/>
    <w:rsid w:val="00831DCC"/>
    <w:rsid w:val="00833A3B"/>
    <w:rsid w:val="008341B7"/>
    <w:rsid w:val="00834F51"/>
    <w:rsid w:val="00836F14"/>
    <w:rsid w:val="0083761D"/>
    <w:rsid w:val="00837D4C"/>
    <w:rsid w:val="00841146"/>
    <w:rsid w:val="00841222"/>
    <w:rsid w:val="00841F84"/>
    <w:rsid w:val="00843C81"/>
    <w:rsid w:val="00843F4B"/>
    <w:rsid w:val="00844EEB"/>
    <w:rsid w:val="00847480"/>
    <w:rsid w:val="008477B3"/>
    <w:rsid w:val="008478CD"/>
    <w:rsid w:val="0085094C"/>
    <w:rsid w:val="008542C7"/>
    <w:rsid w:val="00856350"/>
    <w:rsid w:val="00857382"/>
    <w:rsid w:val="00857F58"/>
    <w:rsid w:val="00860E03"/>
    <w:rsid w:val="0086234C"/>
    <w:rsid w:val="00863975"/>
    <w:rsid w:val="008674CD"/>
    <w:rsid w:val="00867AB1"/>
    <w:rsid w:val="00871B8F"/>
    <w:rsid w:val="008743C0"/>
    <w:rsid w:val="008750ED"/>
    <w:rsid w:val="008774B2"/>
    <w:rsid w:val="00877CDF"/>
    <w:rsid w:val="008818F6"/>
    <w:rsid w:val="00882478"/>
    <w:rsid w:val="00883B1C"/>
    <w:rsid w:val="00885C5A"/>
    <w:rsid w:val="008907F6"/>
    <w:rsid w:val="00892D5D"/>
    <w:rsid w:val="00893392"/>
    <w:rsid w:val="008937E3"/>
    <w:rsid w:val="00895F16"/>
    <w:rsid w:val="008977BF"/>
    <w:rsid w:val="008A22F5"/>
    <w:rsid w:val="008A262F"/>
    <w:rsid w:val="008A29E6"/>
    <w:rsid w:val="008A3889"/>
    <w:rsid w:val="008A71AD"/>
    <w:rsid w:val="008B041A"/>
    <w:rsid w:val="008B0A9B"/>
    <w:rsid w:val="008B0ACE"/>
    <w:rsid w:val="008B0C74"/>
    <w:rsid w:val="008B3594"/>
    <w:rsid w:val="008B38AA"/>
    <w:rsid w:val="008B4D14"/>
    <w:rsid w:val="008B5377"/>
    <w:rsid w:val="008B59C9"/>
    <w:rsid w:val="008B6CA4"/>
    <w:rsid w:val="008C37D6"/>
    <w:rsid w:val="008C5069"/>
    <w:rsid w:val="008C5588"/>
    <w:rsid w:val="008D1252"/>
    <w:rsid w:val="008D27D5"/>
    <w:rsid w:val="008D322C"/>
    <w:rsid w:val="008D7805"/>
    <w:rsid w:val="008E0730"/>
    <w:rsid w:val="008E0B2F"/>
    <w:rsid w:val="008E1662"/>
    <w:rsid w:val="008E7A94"/>
    <w:rsid w:val="008F1C90"/>
    <w:rsid w:val="008F4109"/>
    <w:rsid w:val="008F5C57"/>
    <w:rsid w:val="00900A1A"/>
    <w:rsid w:val="0090284B"/>
    <w:rsid w:val="00907102"/>
    <w:rsid w:val="00912CB3"/>
    <w:rsid w:val="009130D9"/>
    <w:rsid w:val="00916538"/>
    <w:rsid w:val="00921028"/>
    <w:rsid w:val="009230B3"/>
    <w:rsid w:val="00924896"/>
    <w:rsid w:val="00924CFD"/>
    <w:rsid w:val="009307D1"/>
    <w:rsid w:val="009318DA"/>
    <w:rsid w:val="00941CC4"/>
    <w:rsid w:val="00943BDB"/>
    <w:rsid w:val="009506CE"/>
    <w:rsid w:val="00950E52"/>
    <w:rsid w:val="009532D2"/>
    <w:rsid w:val="009533D0"/>
    <w:rsid w:val="009542B6"/>
    <w:rsid w:val="009574C9"/>
    <w:rsid w:val="00957786"/>
    <w:rsid w:val="00957D05"/>
    <w:rsid w:val="009607FE"/>
    <w:rsid w:val="009612E8"/>
    <w:rsid w:val="009638C9"/>
    <w:rsid w:val="00965318"/>
    <w:rsid w:val="0096793A"/>
    <w:rsid w:val="00967B6F"/>
    <w:rsid w:val="009726D4"/>
    <w:rsid w:val="00973F62"/>
    <w:rsid w:val="009763F7"/>
    <w:rsid w:val="00985209"/>
    <w:rsid w:val="0098555C"/>
    <w:rsid w:val="00985E7B"/>
    <w:rsid w:val="00990168"/>
    <w:rsid w:val="0099063E"/>
    <w:rsid w:val="00990F5C"/>
    <w:rsid w:val="009923FD"/>
    <w:rsid w:val="0099427A"/>
    <w:rsid w:val="009972C3"/>
    <w:rsid w:val="00997B17"/>
    <w:rsid w:val="00997F82"/>
    <w:rsid w:val="009A25C0"/>
    <w:rsid w:val="009A384E"/>
    <w:rsid w:val="009A65B4"/>
    <w:rsid w:val="009A6948"/>
    <w:rsid w:val="009B3894"/>
    <w:rsid w:val="009B3E1E"/>
    <w:rsid w:val="009B47D7"/>
    <w:rsid w:val="009B4BB8"/>
    <w:rsid w:val="009B7ABD"/>
    <w:rsid w:val="009C0B90"/>
    <w:rsid w:val="009C18E6"/>
    <w:rsid w:val="009C2C93"/>
    <w:rsid w:val="009C588F"/>
    <w:rsid w:val="009C723A"/>
    <w:rsid w:val="009D25A3"/>
    <w:rsid w:val="009D441D"/>
    <w:rsid w:val="009D47BA"/>
    <w:rsid w:val="009D5B01"/>
    <w:rsid w:val="009E143E"/>
    <w:rsid w:val="009E1667"/>
    <w:rsid w:val="009E245D"/>
    <w:rsid w:val="009E3F69"/>
    <w:rsid w:val="009E4105"/>
    <w:rsid w:val="009E6355"/>
    <w:rsid w:val="009F2D0D"/>
    <w:rsid w:val="009F45EA"/>
    <w:rsid w:val="009F77B8"/>
    <w:rsid w:val="009F7B67"/>
    <w:rsid w:val="00A00CCD"/>
    <w:rsid w:val="00A0363E"/>
    <w:rsid w:val="00A054CC"/>
    <w:rsid w:val="00A06400"/>
    <w:rsid w:val="00A10E34"/>
    <w:rsid w:val="00A13D57"/>
    <w:rsid w:val="00A16021"/>
    <w:rsid w:val="00A209B8"/>
    <w:rsid w:val="00A233E8"/>
    <w:rsid w:val="00A24C8F"/>
    <w:rsid w:val="00A26C55"/>
    <w:rsid w:val="00A26F7C"/>
    <w:rsid w:val="00A306D6"/>
    <w:rsid w:val="00A3283D"/>
    <w:rsid w:val="00A34660"/>
    <w:rsid w:val="00A34EF8"/>
    <w:rsid w:val="00A3629F"/>
    <w:rsid w:val="00A40164"/>
    <w:rsid w:val="00A434BD"/>
    <w:rsid w:val="00A451AD"/>
    <w:rsid w:val="00A46FCD"/>
    <w:rsid w:val="00A4764B"/>
    <w:rsid w:val="00A50FDE"/>
    <w:rsid w:val="00A51638"/>
    <w:rsid w:val="00A531FB"/>
    <w:rsid w:val="00A53424"/>
    <w:rsid w:val="00A55C06"/>
    <w:rsid w:val="00A5662A"/>
    <w:rsid w:val="00A5780B"/>
    <w:rsid w:val="00A63989"/>
    <w:rsid w:val="00A63CB4"/>
    <w:rsid w:val="00A66961"/>
    <w:rsid w:val="00A67239"/>
    <w:rsid w:val="00A676F6"/>
    <w:rsid w:val="00A67B77"/>
    <w:rsid w:val="00A7475E"/>
    <w:rsid w:val="00A767CE"/>
    <w:rsid w:val="00A76A47"/>
    <w:rsid w:val="00A76F02"/>
    <w:rsid w:val="00A76FBA"/>
    <w:rsid w:val="00A77273"/>
    <w:rsid w:val="00A7770D"/>
    <w:rsid w:val="00A801D0"/>
    <w:rsid w:val="00A822AF"/>
    <w:rsid w:val="00A8484A"/>
    <w:rsid w:val="00A86EB2"/>
    <w:rsid w:val="00A90033"/>
    <w:rsid w:val="00A91084"/>
    <w:rsid w:val="00A918ED"/>
    <w:rsid w:val="00A91AE5"/>
    <w:rsid w:val="00A93412"/>
    <w:rsid w:val="00A94E84"/>
    <w:rsid w:val="00A9516B"/>
    <w:rsid w:val="00A9592D"/>
    <w:rsid w:val="00A96DF5"/>
    <w:rsid w:val="00A97667"/>
    <w:rsid w:val="00A97FC8"/>
    <w:rsid w:val="00AA2328"/>
    <w:rsid w:val="00AA6F4B"/>
    <w:rsid w:val="00AA71C8"/>
    <w:rsid w:val="00AB3DBC"/>
    <w:rsid w:val="00AB4182"/>
    <w:rsid w:val="00AB45C9"/>
    <w:rsid w:val="00AC09BA"/>
    <w:rsid w:val="00AC1D86"/>
    <w:rsid w:val="00AC1F06"/>
    <w:rsid w:val="00AC331B"/>
    <w:rsid w:val="00AC5822"/>
    <w:rsid w:val="00AC6880"/>
    <w:rsid w:val="00AD25B6"/>
    <w:rsid w:val="00AD56C8"/>
    <w:rsid w:val="00AD780B"/>
    <w:rsid w:val="00AE0450"/>
    <w:rsid w:val="00AE26A9"/>
    <w:rsid w:val="00AE6073"/>
    <w:rsid w:val="00AE6467"/>
    <w:rsid w:val="00AF0F38"/>
    <w:rsid w:val="00AF1C6A"/>
    <w:rsid w:val="00AF2EC2"/>
    <w:rsid w:val="00AF5714"/>
    <w:rsid w:val="00AF60E7"/>
    <w:rsid w:val="00AF72BE"/>
    <w:rsid w:val="00B01700"/>
    <w:rsid w:val="00B01DED"/>
    <w:rsid w:val="00B02618"/>
    <w:rsid w:val="00B07305"/>
    <w:rsid w:val="00B116E0"/>
    <w:rsid w:val="00B11CBF"/>
    <w:rsid w:val="00B133CA"/>
    <w:rsid w:val="00B14F0F"/>
    <w:rsid w:val="00B210EE"/>
    <w:rsid w:val="00B23B9C"/>
    <w:rsid w:val="00B25503"/>
    <w:rsid w:val="00B25FA3"/>
    <w:rsid w:val="00B2737F"/>
    <w:rsid w:val="00B30E07"/>
    <w:rsid w:val="00B31303"/>
    <w:rsid w:val="00B313C0"/>
    <w:rsid w:val="00B3293C"/>
    <w:rsid w:val="00B3559E"/>
    <w:rsid w:val="00B35781"/>
    <w:rsid w:val="00B36D7E"/>
    <w:rsid w:val="00B41AA4"/>
    <w:rsid w:val="00B42D4D"/>
    <w:rsid w:val="00B43D8C"/>
    <w:rsid w:val="00B44864"/>
    <w:rsid w:val="00B45853"/>
    <w:rsid w:val="00B47805"/>
    <w:rsid w:val="00B501E5"/>
    <w:rsid w:val="00B51BEF"/>
    <w:rsid w:val="00B5228B"/>
    <w:rsid w:val="00B56524"/>
    <w:rsid w:val="00B61A14"/>
    <w:rsid w:val="00B632B8"/>
    <w:rsid w:val="00B63612"/>
    <w:rsid w:val="00B65592"/>
    <w:rsid w:val="00B662DA"/>
    <w:rsid w:val="00B67F5A"/>
    <w:rsid w:val="00B733B4"/>
    <w:rsid w:val="00B73E7E"/>
    <w:rsid w:val="00B740F5"/>
    <w:rsid w:val="00B747A3"/>
    <w:rsid w:val="00B76867"/>
    <w:rsid w:val="00B769EB"/>
    <w:rsid w:val="00B76A37"/>
    <w:rsid w:val="00B7706D"/>
    <w:rsid w:val="00B83663"/>
    <w:rsid w:val="00B85102"/>
    <w:rsid w:val="00B87097"/>
    <w:rsid w:val="00B871C2"/>
    <w:rsid w:val="00B87BBC"/>
    <w:rsid w:val="00B90DE3"/>
    <w:rsid w:val="00B91797"/>
    <w:rsid w:val="00B9313D"/>
    <w:rsid w:val="00B93A1E"/>
    <w:rsid w:val="00B96200"/>
    <w:rsid w:val="00B967EB"/>
    <w:rsid w:val="00B97122"/>
    <w:rsid w:val="00BA258A"/>
    <w:rsid w:val="00BA5165"/>
    <w:rsid w:val="00BA5B23"/>
    <w:rsid w:val="00BA5D3A"/>
    <w:rsid w:val="00BA691C"/>
    <w:rsid w:val="00BA6D3F"/>
    <w:rsid w:val="00BA74C6"/>
    <w:rsid w:val="00BA7CCD"/>
    <w:rsid w:val="00BB1351"/>
    <w:rsid w:val="00BB4260"/>
    <w:rsid w:val="00BC03EA"/>
    <w:rsid w:val="00BC0526"/>
    <w:rsid w:val="00BC0C58"/>
    <w:rsid w:val="00BC296A"/>
    <w:rsid w:val="00BC2EE3"/>
    <w:rsid w:val="00BC435D"/>
    <w:rsid w:val="00BC4ECC"/>
    <w:rsid w:val="00BC5570"/>
    <w:rsid w:val="00BC644B"/>
    <w:rsid w:val="00BC7932"/>
    <w:rsid w:val="00BD0D0C"/>
    <w:rsid w:val="00BD1DB5"/>
    <w:rsid w:val="00BD212E"/>
    <w:rsid w:val="00BD2E19"/>
    <w:rsid w:val="00BD3BFC"/>
    <w:rsid w:val="00BD737E"/>
    <w:rsid w:val="00BE26F2"/>
    <w:rsid w:val="00BE3184"/>
    <w:rsid w:val="00BE4494"/>
    <w:rsid w:val="00BE4E52"/>
    <w:rsid w:val="00BE7E78"/>
    <w:rsid w:val="00BF0732"/>
    <w:rsid w:val="00BF134E"/>
    <w:rsid w:val="00BF19C9"/>
    <w:rsid w:val="00BF4BBF"/>
    <w:rsid w:val="00BF6A23"/>
    <w:rsid w:val="00BF6D84"/>
    <w:rsid w:val="00C0158D"/>
    <w:rsid w:val="00C03765"/>
    <w:rsid w:val="00C07EAC"/>
    <w:rsid w:val="00C07FCF"/>
    <w:rsid w:val="00C11242"/>
    <w:rsid w:val="00C125C6"/>
    <w:rsid w:val="00C12700"/>
    <w:rsid w:val="00C15839"/>
    <w:rsid w:val="00C16B3E"/>
    <w:rsid w:val="00C20DE0"/>
    <w:rsid w:val="00C214F6"/>
    <w:rsid w:val="00C23D21"/>
    <w:rsid w:val="00C24A38"/>
    <w:rsid w:val="00C250E1"/>
    <w:rsid w:val="00C250E8"/>
    <w:rsid w:val="00C260E7"/>
    <w:rsid w:val="00C261CE"/>
    <w:rsid w:val="00C26BAC"/>
    <w:rsid w:val="00C32CFF"/>
    <w:rsid w:val="00C32DFE"/>
    <w:rsid w:val="00C3340F"/>
    <w:rsid w:val="00C34A4E"/>
    <w:rsid w:val="00C34C8A"/>
    <w:rsid w:val="00C422BF"/>
    <w:rsid w:val="00C4549D"/>
    <w:rsid w:val="00C47149"/>
    <w:rsid w:val="00C526D7"/>
    <w:rsid w:val="00C53074"/>
    <w:rsid w:val="00C53185"/>
    <w:rsid w:val="00C53471"/>
    <w:rsid w:val="00C551D9"/>
    <w:rsid w:val="00C5575E"/>
    <w:rsid w:val="00C55775"/>
    <w:rsid w:val="00C57D16"/>
    <w:rsid w:val="00C61BB2"/>
    <w:rsid w:val="00C74985"/>
    <w:rsid w:val="00C74A61"/>
    <w:rsid w:val="00C80702"/>
    <w:rsid w:val="00C80CBB"/>
    <w:rsid w:val="00C80CF0"/>
    <w:rsid w:val="00C813F7"/>
    <w:rsid w:val="00C82C13"/>
    <w:rsid w:val="00C82C2E"/>
    <w:rsid w:val="00C901A9"/>
    <w:rsid w:val="00C951D4"/>
    <w:rsid w:val="00C95735"/>
    <w:rsid w:val="00CA5969"/>
    <w:rsid w:val="00CA63C3"/>
    <w:rsid w:val="00CB0C50"/>
    <w:rsid w:val="00CB241F"/>
    <w:rsid w:val="00CB2E71"/>
    <w:rsid w:val="00CB4CC9"/>
    <w:rsid w:val="00CB6E60"/>
    <w:rsid w:val="00CC5A08"/>
    <w:rsid w:val="00CC646C"/>
    <w:rsid w:val="00CD22DC"/>
    <w:rsid w:val="00CE041E"/>
    <w:rsid w:val="00CE1DDE"/>
    <w:rsid w:val="00CE2A69"/>
    <w:rsid w:val="00CE3179"/>
    <w:rsid w:val="00CE5B0C"/>
    <w:rsid w:val="00CE7301"/>
    <w:rsid w:val="00CE7308"/>
    <w:rsid w:val="00CF0276"/>
    <w:rsid w:val="00CF3212"/>
    <w:rsid w:val="00CF38CF"/>
    <w:rsid w:val="00CF471E"/>
    <w:rsid w:val="00CF5C03"/>
    <w:rsid w:val="00CF5F99"/>
    <w:rsid w:val="00CF6658"/>
    <w:rsid w:val="00CF6E62"/>
    <w:rsid w:val="00D017CA"/>
    <w:rsid w:val="00D02645"/>
    <w:rsid w:val="00D03867"/>
    <w:rsid w:val="00D06E53"/>
    <w:rsid w:val="00D122AF"/>
    <w:rsid w:val="00D130D3"/>
    <w:rsid w:val="00D16D7B"/>
    <w:rsid w:val="00D21F34"/>
    <w:rsid w:val="00D22CA0"/>
    <w:rsid w:val="00D25B3C"/>
    <w:rsid w:val="00D25F01"/>
    <w:rsid w:val="00D26C91"/>
    <w:rsid w:val="00D273CC"/>
    <w:rsid w:val="00D32FE4"/>
    <w:rsid w:val="00D40463"/>
    <w:rsid w:val="00D40C32"/>
    <w:rsid w:val="00D45762"/>
    <w:rsid w:val="00D46A9E"/>
    <w:rsid w:val="00D52709"/>
    <w:rsid w:val="00D52C22"/>
    <w:rsid w:val="00D54ECF"/>
    <w:rsid w:val="00D57CDC"/>
    <w:rsid w:val="00D61241"/>
    <w:rsid w:val="00D62BF9"/>
    <w:rsid w:val="00D62BFF"/>
    <w:rsid w:val="00D638E0"/>
    <w:rsid w:val="00D6393A"/>
    <w:rsid w:val="00D64CA5"/>
    <w:rsid w:val="00D656AF"/>
    <w:rsid w:val="00D668A5"/>
    <w:rsid w:val="00D676BE"/>
    <w:rsid w:val="00D706AD"/>
    <w:rsid w:val="00D71E22"/>
    <w:rsid w:val="00D74989"/>
    <w:rsid w:val="00D75704"/>
    <w:rsid w:val="00D807CA"/>
    <w:rsid w:val="00D816FF"/>
    <w:rsid w:val="00D83D27"/>
    <w:rsid w:val="00D90D9D"/>
    <w:rsid w:val="00D92367"/>
    <w:rsid w:val="00D92EEC"/>
    <w:rsid w:val="00D94393"/>
    <w:rsid w:val="00DA065E"/>
    <w:rsid w:val="00DA38DC"/>
    <w:rsid w:val="00DA5463"/>
    <w:rsid w:val="00DA6E0E"/>
    <w:rsid w:val="00DA7B48"/>
    <w:rsid w:val="00DB0D30"/>
    <w:rsid w:val="00DB2957"/>
    <w:rsid w:val="00DB3BF6"/>
    <w:rsid w:val="00DB4AC1"/>
    <w:rsid w:val="00DB4E1A"/>
    <w:rsid w:val="00DB78BA"/>
    <w:rsid w:val="00DC1B88"/>
    <w:rsid w:val="00DC2A46"/>
    <w:rsid w:val="00DC3222"/>
    <w:rsid w:val="00DC3C39"/>
    <w:rsid w:val="00DC79B7"/>
    <w:rsid w:val="00DD2A76"/>
    <w:rsid w:val="00DD2C53"/>
    <w:rsid w:val="00DD37EA"/>
    <w:rsid w:val="00DD460F"/>
    <w:rsid w:val="00DD6B37"/>
    <w:rsid w:val="00DD785C"/>
    <w:rsid w:val="00DE2100"/>
    <w:rsid w:val="00DE39B0"/>
    <w:rsid w:val="00DE432E"/>
    <w:rsid w:val="00DE4333"/>
    <w:rsid w:val="00DE5D2D"/>
    <w:rsid w:val="00DE628C"/>
    <w:rsid w:val="00DE75F8"/>
    <w:rsid w:val="00DF1F7C"/>
    <w:rsid w:val="00DF27D0"/>
    <w:rsid w:val="00DF2DAA"/>
    <w:rsid w:val="00DF4BEA"/>
    <w:rsid w:val="00E00791"/>
    <w:rsid w:val="00E0112D"/>
    <w:rsid w:val="00E03081"/>
    <w:rsid w:val="00E0724A"/>
    <w:rsid w:val="00E10AAE"/>
    <w:rsid w:val="00E115EE"/>
    <w:rsid w:val="00E11612"/>
    <w:rsid w:val="00E12B51"/>
    <w:rsid w:val="00E13048"/>
    <w:rsid w:val="00E13978"/>
    <w:rsid w:val="00E14417"/>
    <w:rsid w:val="00E1478D"/>
    <w:rsid w:val="00E155E2"/>
    <w:rsid w:val="00E15CBB"/>
    <w:rsid w:val="00E20B89"/>
    <w:rsid w:val="00E244DC"/>
    <w:rsid w:val="00E2596F"/>
    <w:rsid w:val="00E278B4"/>
    <w:rsid w:val="00E342BB"/>
    <w:rsid w:val="00E35C04"/>
    <w:rsid w:val="00E36C5B"/>
    <w:rsid w:val="00E372ED"/>
    <w:rsid w:val="00E43E42"/>
    <w:rsid w:val="00E44DD3"/>
    <w:rsid w:val="00E44FBF"/>
    <w:rsid w:val="00E45EA5"/>
    <w:rsid w:val="00E46020"/>
    <w:rsid w:val="00E467BB"/>
    <w:rsid w:val="00E47591"/>
    <w:rsid w:val="00E477BE"/>
    <w:rsid w:val="00E52EC0"/>
    <w:rsid w:val="00E530B3"/>
    <w:rsid w:val="00E534A4"/>
    <w:rsid w:val="00E53E04"/>
    <w:rsid w:val="00E542F1"/>
    <w:rsid w:val="00E56F71"/>
    <w:rsid w:val="00E608C4"/>
    <w:rsid w:val="00E610B2"/>
    <w:rsid w:val="00E6298F"/>
    <w:rsid w:val="00E64C96"/>
    <w:rsid w:val="00E65067"/>
    <w:rsid w:val="00E673D1"/>
    <w:rsid w:val="00E70917"/>
    <w:rsid w:val="00E70F76"/>
    <w:rsid w:val="00E72BC6"/>
    <w:rsid w:val="00E7372B"/>
    <w:rsid w:val="00E75A14"/>
    <w:rsid w:val="00E75B96"/>
    <w:rsid w:val="00E766BD"/>
    <w:rsid w:val="00E77C81"/>
    <w:rsid w:val="00E808ED"/>
    <w:rsid w:val="00E81EF6"/>
    <w:rsid w:val="00E86D22"/>
    <w:rsid w:val="00E97561"/>
    <w:rsid w:val="00EA1784"/>
    <w:rsid w:val="00EA1EF2"/>
    <w:rsid w:val="00EA30EE"/>
    <w:rsid w:val="00EA3C14"/>
    <w:rsid w:val="00EA724A"/>
    <w:rsid w:val="00EA73AE"/>
    <w:rsid w:val="00EA7BA6"/>
    <w:rsid w:val="00EB5635"/>
    <w:rsid w:val="00EC05B2"/>
    <w:rsid w:val="00EC3F89"/>
    <w:rsid w:val="00EC4F8C"/>
    <w:rsid w:val="00EC5A3F"/>
    <w:rsid w:val="00EC5CC1"/>
    <w:rsid w:val="00EC70C2"/>
    <w:rsid w:val="00EC7C02"/>
    <w:rsid w:val="00ED1A00"/>
    <w:rsid w:val="00ED3676"/>
    <w:rsid w:val="00ED5756"/>
    <w:rsid w:val="00ED68EE"/>
    <w:rsid w:val="00ED6AF5"/>
    <w:rsid w:val="00ED730E"/>
    <w:rsid w:val="00EE3CA8"/>
    <w:rsid w:val="00EE54EB"/>
    <w:rsid w:val="00EE7A7A"/>
    <w:rsid w:val="00EF0376"/>
    <w:rsid w:val="00EF3345"/>
    <w:rsid w:val="00EF5FB6"/>
    <w:rsid w:val="00F01398"/>
    <w:rsid w:val="00F023D7"/>
    <w:rsid w:val="00F02EEB"/>
    <w:rsid w:val="00F03A86"/>
    <w:rsid w:val="00F05555"/>
    <w:rsid w:val="00F1181F"/>
    <w:rsid w:val="00F118DD"/>
    <w:rsid w:val="00F148DC"/>
    <w:rsid w:val="00F14CE2"/>
    <w:rsid w:val="00F2116D"/>
    <w:rsid w:val="00F22FD1"/>
    <w:rsid w:val="00F251A1"/>
    <w:rsid w:val="00F253BC"/>
    <w:rsid w:val="00F25410"/>
    <w:rsid w:val="00F25654"/>
    <w:rsid w:val="00F260A8"/>
    <w:rsid w:val="00F26CE3"/>
    <w:rsid w:val="00F26FB9"/>
    <w:rsid w:val="00F327C4"/>
    <w:rsid w:val="00F33348"/>
    <w:rsid w:val="00F343A8"/>
    <w:rsid w:val="00F35BF4"/>
    <w:rsid w:val="00F35E12"/>
    <w:rsid w:val="00F377C1"/>
    <w:rsid w:val="00F37AE3"/>
    <w:rsid w:val="00F37FC7"/>
    <w:rsid w:val="00F41426"/>
    <w:rsid w:val="00F4325D"/>
    <w:rsid w:val="00F4549B"/>
    <w:rsid w:val="00F4661A"/>
    <w:rsid w:val="00F523F3"/>
    <w:rsid w:val="00F60E06"/>
    <w:rsid w:val="00F60E07"/>
    <w:rsid w:val="00F60F08"/>
    <w:rsid w:val="00F6353D"/>
    <w:rsid w:val="00F6493A"/>
    <w:rsid w:val="00F663C8"/>
    <w:rsid w:val="00F667BF"/>
    <w:rsid w:val="00F67E01"/>
    <w:rsid w:val="00F711FA"/>
    <w:rsid w:val="00F71662"/>
    <w:rsid w:val="00F73079"/>
    <w:rsid w:val="00F75615"/>
    <w:rsid w:val="00F80605"/>
    <w:rsid w:val="00F80738"/>
    <w:rsid w:val="00F820A4"/>
    <w:rsid w:val="00F83B39"/>
    <w:rsid w:val="00F83E69"/>
    <w:rsid w:val="00F8527C"/>
    <w:rsid w:val="00F9187D"/>
    <w:rsid w:val="00F920E5"/>
    <w:rsid w:val="00F92E6B"/>
    <w:rsid w:val="00F93D0B"/>
    <w:rsid w:val="00F95154"/>
    <w:rsid w:val="00F95810"/>
    <w:rsid w:val="00F96F3C"/>
    <w:rsid w:val="00F971F0"/>
    <w:rsid w:val="00FA1002"/>
    <w:rsid w:val="00FA2D34"/>
    <w:rsid w:val="00FA402E"/>
    <w:rsid w:val="00FA4D59"/>
    <w:rsid w:val="00FA5CE3"/>
    <w:rsid w:val="00FA75D9"/>
    <w:rsid w:val="00FB1236"/>
    <w:rsid w:val="00FB3098"/>
    <w:rsid w:val="00FB56D2"/>
    <w:rsid w:val="00FB5934"/>
    <w:rsid w:val="00FB64F7"/>
    <w:rsid w:val="00FB65D8"/>
    <w:rsid w:val="00FC24BC"/>
    <w:rsid w:val="00FC2709"/>
    <w:rsid w:val="00FC2B92"/>
    <w:rsid w:val="00FC490B"/>
    <w:rsid w:val="00FC6174"/>
    <w:rsid w:val="00FC6896"/>
    <w:rsid w:val="00FC7B47"/>
    <w:rsid w:val="00FC7FEB"/>
    <w:rsid w:val="00FD12BD"/>
    <w:rsid w:val="00FD16E7"/>
    <w:rsid w:val="00FD22C1"/>
    <w:rsid w:val="00FD2BFB"/>
    <w:rsid w:val="00FD39CD"/>
    <w:rsid w:val="00FD4630"/>
    <w:rsid w:val="00FD6902"/>
    <w:rsid w:val="00FD794E"/>
    <w:rsid w:val="00FE0A0D"/>
    <w:rsid w:val="00FE1FC6"/>
    <w:rsid w:val="00FE201E"/>
    <w:rsid w:val="00FE659E"/>
    <w:rsid w:val="00FF6E6D"/>
    <w:rsid w:val="00FF7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02DFD"/>
    <w:pPr>
      <w:spacing w:after="60"/>
      <w:jc w:val="both"/>
    </w:pPr>
    <w:rPr>
      <w:rFonts w:eastAsia="Times New Roman"/>
      <w:sz w:val="24"/>
      <w:szCs w:val="24"/>
    </w:rPr>
  </w:style>
  <w:style w:type="paragraph" w:styleId="1">
    <w:name w:val="heading 1"/>
    <w:basedOn w:val="a"/>
    <w:next w:val="a"/>
    <w:link w:val="10"/>
    <w:uiPriority w:val="99"/>
    <w:qFormat/>
    <w:rsid w:val="002B775E"/>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6C307D"/>
    <w:pPr>
      <w:keepNext/>
      <w:jc w:val="center"/>
      <w:outlineLvl w:val="1"/>
    </w:pPr>
    <w:rPr>
      <w:b/>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B775E"/>
    <w:rPr>
      <w:rFonts w:ascii="Cambria" w:hAnsi="Cambria" w:cs="Times New Roman"/>
      <w:b/>
      <w:bCs/>
      <w:color w:val="365F91"/>
    </w:rPr>
  </w:style>
  <w:style w:type="character" w:customStyle="1" w:styleId="20">
    <w:name w:val="Заголовок 2 Знак"/>
    <w:link w:val="2"/>
    <w:uiPriority w:val="99"/>
    <w:locked/>
    <w:rsid w:val="006C307D"/>
    <w:rPr>
      <w:rFonts w:eastAsia="Times New Roman" w:cs="Times New Roman"/>
      <w:b/>
      <w:sz w:val="20"/>
      <w:szCs w:val="20"/>
      <w:lang w:eastAsia="ru-RU"/>
    </w:rPr>
  </w:style>
  <w:style w:type="character" w:styleId="a3">
    <w:name w:val="Hyperlink"/>
    <w:uiPriority w:val="99"/>
    <w:rsid w:val="006C307D"/>
    <w:rPr>
      <w:rFonts w:cs="Times New Roman"/>
      <w:color w:val="0000FF"/>
      <w:u w:val="single"/>
    </w:rPr>
  </w:style>
  <w:style w:type="character" w:styleId="a4">
    <w:name w:val="FollowedHyperlink"/>
    <w:uiPriority w:val="99"/>
    <w:semiHidden/>
    <w:rsid w:val="006C307D"/>
    <w:rPr>
      <w:rFonts w:cs="Times New Roman"/>
      <w:color w:val="800080"/>
      <w:u w:val="single"/>
    </w:rPr>
  </w:style>
  <w:style w:type="paragraph" w:styleId="a5">
    <w:name w:val="footer"/>
    <w:basedOn w:val="a"/>
    <w:link w:val="a6"/>
    <w:uiPriority w:val="99"/>
    <w:rsid w:val="006C307D"/>
    <w:pPr>
      <w:tabs>
        <w:tab w:val="center" w:pos="4677"/>
        <w:tab w:val="right" w:pos="9355"/>
      </w:tabs>
    </w:pPr>
  </w:style>
  <w:style w:type="character" w:customStyle="1" w:styleId="a6">
    <w:name w:val="Нижний колонтитул Знак"/>
    <w:link w:val="a5"/>
    <w:uiPriority w:val="99"/>
    <w:locked/>
    <w:rsid w:val="006C307D"/>
    <w:rPr>
      <w:rFonts w:eastAsia="Times New Roman" w:cs="Times New Roman"/>
      <w:sz w:val="24"/>
      <w:szCs w:val="24"/>
      <w:lang w:eastAsia="ru-RU"/>
    </w:rPr>
  </w:style>
  <w:style w:type="paragraph" w:styleId="21">
    <w:name w:val="List Number 2"/>
    <w:basedOn w:val="a"/>
    <w:uiPriority w:val="99"/>
    <w:semiHidden/>
    <w:rsid w:val="006C307D"/>
    <w:pPr>
      <w:tabs>
        <w:tab w:val="num" w:pos="567"/>
      </w:tabs>
      <w:ind w:left="567" w:hanging="567"/>
      <w:contextualSpacing/>
    </w:pPr>
  </w:style>
  <w:style w:type="paragraph" w:styleId="a7">
    <w:name w:val="Title"/>
    <w:basedOn w:val="a"/>
    <w:link w:val="a8"/>
    <w:uiPriority w:val="99"/>
    <w:qFormat/>
    <w:rsid w:val="006C307D"/>
    <w:pPr>
      <w:tabs>
        <w:tab w:val="num" w:pos="567"/>
      </w:tabs>
      <w:spacing w:before="240"/>
      <w:jc w:val="center"/>
      <w:outlineLvl w:val="0"/>
    </w:pPr>
    <w:rPr>
      <w:rFonts w:ascii="Arial" w:hAnsi="Arial"/>
      <w:b/>
      <w:kern w:val="28"/>
      <w:sz w:val="32"/>
      <w:szCs w:val="20"/>
    </w:rPr>
  </w:style>
  <w:style w:type="character" w:customStyle="1" w:styleId="a8">
    <w:name w:val="Название Знак"/>
    <w:link w:val="a7"/>
    <w:uiPriority w:val="99"/>
    <w:locked/>
    <w:rsid w:val="006C307D"/>
    <w:rPr>
      <w:rFonts w:ascii="Arial" w:eastAsia="Times New Roman" w:hAnsi="Arial"/>
      <w:b/>
      <w:kern w:val="28"/>
      <w:sz w:val="32"/>
      <w:szCs w:val="20"/>
    </w:rPr>
  </w:style>
  <w:style w:type="paragraph" w:styleId="a9">
    <w:name w:val="Body Text"/>
    <w:basedOn w:val="a"/>
    <w:link w:val="aa"/>
    <w:rsid w:val="006C307D"/>
    <w:pPr>
      <w:spacing w:after="120"/>
    </w:pPr>
    <w:rPr>
      <w:szCs w:val="20"/>
    </w:rPr>
  </w:style>
  <w:style w:type="character" w:customStyle="1" w:styleId="aa">
    <w:name w:val="Основной текст Знак"/>
    <w:link w:val="a9"/>
    <w:locked/>
    <w:rsid w:val="006C307D"/>
    <w:rPr>
      <w:rFonts w:eastAsia="Times New Roman" w:cs="Times New Roman"/>
      <w:sz w:val="20"/>
      <w:szCs w:val="20"/>
      <w:lang w:eastAsia="ru-RU"/>
    </w:rPr>
  </w:style>
  <w:style w:type="paragraph" w:styleId="ab">
    <w:name w:val="Date"/>
    <w:basedOn w:val="a"/>
    <w:next w:val="a"/>
    <w:link w:val="ac"/>
    <w:uiPriority w:val="99"/>
    <w:rsid w:val="006C307D"/>
    <w:rPr>
      <w:szCs w:val="20"/>
    </w:rPr>
  </w:style>
  <w:style w:type="character" w:customStyle="1" w:styleId="ac">
    <w:name w:val="Дата Знак"/>
    <w:link w:val="ab"/>
    <w:uiPriority w:val="99"/>
    <w:locked/>
    <w:rsid w:val="006C307D"/>
    <w:rPr>
      <w:rFonts w:eastAsia="Times New Roman" w:cs="Times New Roman"/>
      <w:sz w:val="20"/>
      <w:szCs w:val="20"/>
      <w:lang w:eastAsia="ru-RU"/>
    </w:rPr>
  </w:style>
  <w:style w:type="paragraph" w:styleId="22">
    <w:name w:val="Body Text 2"/>
    <w:basedOn w:val="a"/>
    <w:link w:val="23"/>
    <w:uiPriority w:val="99"/>
    <w:rsid w:val="006C307D"/>
    <w:pPr>
      <w:tabs>
        <w:tab w:val="num" w:pos="567"/>
      </w:tabs>
      <w:ind w:left="567" w:hanging="567"/>
    </w:pPr>
    <w:rPr>
      <w:szCs w:val="20"/>
    </w:rPr>
  </w:style>
  <w:style w:type="character" w:customStyle="1" w:styleId="23">
    <w:name w:val="Основной текст 2 Знак"/>
    <w:link w:val="22"/>
    <w:uiPriority w:val="99"/>
    <w:locked/>
    <w:rsid w:val="006C307D"/>
    <w:rPr>
      <w:rFonts w:eastAsia="Times New Roman"/>
      <w:sz w:val="24"/>
      <w:szCs w:val="20"/>
    </w:rPr>
  </w:style>
  <w:style w:type="paragraph" w:styleId="3">
    <w:name w:val="Body Text 3"/>
    <w:basedOn w:val="a"/>
    <w:link w:val="30"/>
    <w:uiPriority w:val="99"/>
    <w:semiHidden/>
    <w:rsid w:val="006C307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0">
    <w:name w:val="Основной текст 3 Знак"/>
    <w:link w:val="3"/>
    <w:uiPriority w:val="99"/>
    <w:semiHidden/>
    <w:locked/>
    <w:rsid w:val="006C307D"/>
    <w:rPr>
      <w:rFonts w:eastAsia="Times New Roman" w:cs="Times New Roman"/>
      <w:b/>
      <w:i/>
      <w:sz w:val="24"/>
      <w:szCs w:val="24"/>
      <w:lang w:eastAsia="ru-RU"/>
    </w:rPr>
  </w:style>
  <w:style w:type="character" w:customStyle="1" w:styleId="BodyTextIndent2Char">
    <w:name w:val="Body Text Indent 2 Char"/>
    <w:aliases w:val="Знак Char"/>
    <w:uiPriority w:val="99"/>
    <w:semiHidden/>
    <w:locked/>
    <w:rsid w:val="006C307D"/>
    <w:rPr>
      <w:sz w:val="24"/>
    </w:rPr>
  </w:style>
  <w:style w:type="paragraph" w:styleId="24">
    <w:name w:val="Body Text Indent 2"/>
    <w:aliases w:val="Знак"/>
    <w:basedOn w:val="a"/>
    <w:link w:val="25"/>
    <w:uiPriority w:val="99"/>
    <w:semiHidden/>
    <w:rsid w:val="006C307D"/>
    <w:pPr>
      <w:spacing w:after="120" w:line="480" w:lineRule="auto"/>
      <w:ind w:left="283"/>
    </w:pPr>
    <w:rPr>
      <w:rFonts w:eastAsia="Calibri"/>
      <w:szCs w:val="20"/>
    </w:rPr>
  </w:style>
  <w:style w:type="character" w:customStyle="1" w:styleId="BodyTextIndent2Char1">
    <w:name w:val="Body Text Indent 2 Char1"/>
    <w:aliases w:val="Знак Char1"/>
    <w:uiPriority w:val="99"/>
    <w:semiHidden/>
    <w:locked/>
    <w:rsid w:val="001868C9"/>
    <w:rPr>
      <w:rFonts w:eastAsia="Times New Roman" w:cs="Times New Roman"/>
      <w:sz w:val="24"/>
      <w:szCs w:val="24"/>
    </w:rPr>
  </w:style>
  <w:style w:type="character" w:customStyle="1" w:styleId="25">
    <w:name w:val="Основной текст с отступом 2 Знак"/>
    <w:aliases w:val="Знак Знак"/>
    <w:link w:val="24"/>
    <w:uiPriority w:val="99"/>
    <w:semiHidden/>
    <w:locked/>
    <w:rsid w:val="006C307D"/>
    <w:rPr>
      <w:rFonts w:eastAsia="Times New Roman" w:cs="Times New Roman"/>
      <w:sz w:val="24"/>
      <w:szCs w:val="24"/>
      <w:lang w:eastAsia="ru-RU"/>
    </w:rPr>
  </w:style>
  <w:style w:type="paragraph" w:styleId="ad">
    <w:name w:val="Plain Text"/>
    <w:basedOn w:val="a"/>
    <w:link w:val="ae"/>
    <w:rsid w:val="006C307D"/>
    <w:pPr>
      <w:spacing w:after="0"/>
      <w:jc w:val="left"/>
    </w:pPr>
    <w:rPr>
      <w:rFonts w:ascii="Courier New" w:hAnsi="Courier New"/>
      <w:sz w:val="20"/>
      <w:szCs w:val="20"/>
    </w:rPr>
  </w:style>
  <w:style w:type="character" w:customStyle="1" w:styleId="ae">
    <w:name w:val="Текст Знак"/>
    <w:link w:val="ad"/>
    <w:locked/>
    <w:rsid w:val="006C307D"/>
    <w:rPr>
      <w:rFonts w:ascii="Courier New" w:hAnsi="Courier New" w:cs="Times New Roman"/>
      <w:sz w:val="20"/>
      <w:szCs w:val="20"/>
      <w:lang w:eastAsia="ru-RU"/>
    </w:rPr>
  </w:style>
  <w:style w:type="paragraph" w:styleId="af">
    <w:name w:val="List Paragraph"/>
    <w:basedOn w:val="a"/>
    <w:uiPriority w:val="99"/>
    <w:qFormat/>
    <w:rsid w:val="006C307D"/>
    <w:pPr>
      <w:ind w:left="720"/>
      <w:contextualSpacing/>
    </w:pPr>
  </w:style>
  <w:style w:type="paragraph" w:customStyle="1" w:styleId="26">
    <w:name w:val="Стиль2"/>
    <w:basedOn w:val="21"/>
    <w:uiPriority w:val="99"/>
    <w:rsid w:val="006C307D"/>
    <w:pPr>
      <w:keepNext/>
      <w:keepLines/>
      <w:widowControl w:val="0"/>
      <w:suppressLineNumbers/>
      <w:tabs>
        <w:tab w:val="clear" w:pos="567"/>
        <w:tab w:val="num" w:pos="1836"/>
      </w:tabs>
      <w:suppressAutoHyphens/>
      <w:ind w:left="1836" w:hanging="576"/>
      <w:contextualSpacing w:val="0"/>
    </w:pPr>
    <w:rPr>
      <w:b/>
      <w:szCs w:val="20"/>
    </w:rPr>
  </w:style>
  <w:style w:type="paragraph" w:customStyle="1" w:styleId="31">
    <w:name w:val="Стиль3"/>
    <w:basedOn w:val="24"/>
    <w:uiPriority w:val="99"/>
    <w:rsid w:val="006C307D"/>
    <w:pPr>
      <w:widowControl w:val="0"/>
      <w:tabs>
        <w:tab w:val="num" w:pos="1307"/>
      </w:tabs>
      <w:adjustRightInd w:val="0"/>
      <w:spacing w:after="0" w:line="240" w:lineRule="auto"/>
      <w:ind w:left="1080"/>
    </w:pPr>
  </w:style>
  <w:style w:type="character" w:customStyle="1" w:styleId="ConsPlusNormal">
    <w:name w:val="ConsPlusNormal Знак"/>
    <w:link w:val="ConsPlusNormal0"/>
    <w:uiPriority w:val="99"/>
    <w:locked/>
    <w:rsid w:val="006C307D"/>
    <w:rPr>
      <w:rFonts w:ascii="Arial" w:hAnsi="Arial" w:cs="Arial"/>
      <w:sz w:val="28"/>
      <w:szCs w:val="28"/>
      <w:lang w:val="ru-RU" w:eastAsia="en-US" w:bidi="ar-SA"/>
    </w:rPr>
  </w:style>
  <w:style w:type="paragraph" w:customStyle="1" w:styleId="ConsPlusNormal0">
    <w:name w:val="ConsPlusNormal"/>
    <w:link w:val="ConsPlusNormal"/>
    <w:uiPriority w:val="99"/>
    <w:rsid w:val="006C307D"/>
    <w:pPr>
      <w:widowControl w:val="0"/>
      <w:autoSpaceDE w:val="0"/>
      <w:autoSpaceDN w:val="0"/>
      <w:adjustRightInd w:val="0"/>
      <w:ind w:firstLine="720"/>
    </w:pPr>
    <w:rPr>
      <w:rFonts w:ascii="Arial" w:hAnsi="Arial" w:cs="Arial"/>
      <w:sz w:val="28"/>
      <w:szCs w:val="28"/>
      <w:lang w:eastAsia="en-US"/>
    </w:rPr>
  </w:style>
  <w:style w:type="paragraph" w:customStyle="1" w:styleId="32">
    <w:name w:val="3"/>
    <w:basedOn w:val="a"/>
    <w:uiPriority w:val="99"/>
    <w:rsid w:val="006C307D"/>
    <w:pPr>
      <w:spacing w:after="0"/>
    </w:pPr>
  </w:style>
  <w:style w:type="paragraph" w:customStyle="1" w:styleId="Web">
    <w:name w:val="Обычный (Web)"/>
    <w:basedOn w:val="a"/>
    <w:uiPriority w:val="99"/>
    <w:rsid w:val="006C307D"/>
    <w:pPr>
      <w:spacing w:before="100" w:beforeAutospacing="1" w:after="100" w:afterAutospacing="1"/>
      <w:jc w:val="left"/>
    </w:pPr>
  </w:style>
  <w:style w:type="paragraph" w:customStyle="1" w:styleId="FR1">
    <w:name w:val="FR1"/>
    <w:uiPriority w:val="99"/>
    <w:rsid w:val="006C307D"/>
    <w:pPr>
      <w:widowControl w:val="0"/>
      <w:autoSpaceDE w:val="0"/>
      <w:autoSpaceDN w:val="0"/>
      <w:adjustRightInd w:val="0"/>
      <w:spacing w:before="40"/>
      <w:ind w:left="6920"/>
    </w:pPr>
    <w:rPr>
      <w:rFonts w:ascii="Arial" w:eastAsia="Times New Roman" w:hAnsi="Arial"/>
      <w:noProof/>
      <w:sz w:val="22"/>
    </w:rPr>
  </w:style>
  <w:style w:type="paragraph" w:customStyle="1" w:styleId="af0">
    <w:name w:val="Таблицы (моноширинный)"/>
    <w:basedOn w:val="a"/>
    <w:next w:val="a"/>
    <w:rsid w:val="006C307D"/>
    <w:pPr>
      <w:widowControl w:val="0"/>
      <w:autoSpaceDE w:val="0"/>
      <w:autoSpaceDN w:val="0"/>
      <w:adjustRightInd w:val="0"/>
      <w:spacing w:after="0"/>
    </w:pPr>
    <w:rPr>
      <w:rFonts w:ascii="Courier New" w:hAnsi="Courier New" w:cs="Courier New"/>
      <w:sz w:val="20"/>
      <w:szCs w:val="20"/>
    </w:rPr>
  </w:style>
  <w:style w:type="paragraph" w:customStyle="1" w:styleId="af1">
    <w:name w:val="Заголовок статьи"/>
    <w:basedOn w:val="a"/>
    <w:next w:val="a"/>
    <w:uiPriority w:val="99"/>
    <w:rsid w:val="006C307D"/>
    <w:pPr>
      <w:autoSpaceDE w:val="0"/>
      <w:autoSpaceDN w:val="0"/>
      <w:adjustRightInd w:val="0"/>
      <w:spacing w:after="0"/>
      <w:ind w:left="1612" w:hanging="892"/>
    </w:pPr>
    <w:rPr>
      <w:rFonts w:ascii="Arial" w:hAnsi="Arial"/>
    </w:rPr>
  </w:style>
  <w:style w:type="character" w:styleId="af2">
    <w:name w:val="page number"/>
    <w:uiPriority w:val="99"/>
    <w:semiHidden/>
    <w:rsid w:val="006C307D"/>
    <w:rPr>
      <w:rFonts w:ascii="Times New Roman" w:hAnsi="Times New Roman" w:cs="Times New Roman"/>
    </w:rPr>
  </w:style>
  <w:style w:type="character" w:customStyle="1" w:styleId="af3">
    <w:name w:val="Основной шрифт"/>
    <w:uiPriority w:val="99"/>
    <w:semiHidden/>
    <w:rsid w:val="006C307D"/>
  </w:style>
  <w:style w:type="character" w:customStyle="1" w:styleId="af4">
    <w:name w:val="Гипертекстовая ссылка"/>
    <w:uiPriority w:val="99"/>
    <w:rsid w:val="002B0CD4"/>
    <w:rPr>
      <w:rFonts w:cs="Times New Roman"/>
      <w:color w:val="106BBE"/>
    </w:rPr>
  </w:style>
  <w:style w:type="paragraph" w:customStyle="1" w:styleId="af5">
    <w:name w:val="Текст (справка)"/>
    <w:basedOn w:val="a"/>
    <w:next w:val="a"/>
    <w:uiPriority w:val="99"/>
    <w:rsid w:val="009B47D7"/>
    <w:pPr>
      <w:autoSpaceDE w:val="0"/>
      <w:autoSpaceDN w:val="0"/>
      <w:adjustRightInd w:val="0"/>
      <w:spacing w:after="0"/>
      <w:ind w:left="170" w:right="170"/>
      <w:jc w:val="left"/>
    </w:pPr>
    <w:rPr>
      <w:rFonts w:ascii="Arial" w:eastAsia="Calibri" w:hAnsi="Arial" w:cs="Arial"/>
      <w:lang w:eastAsia="en-US"/>
    </w:rPr>
  </w:style>
  <w:style w:type="table" w:styleId="af6">
    <w:name w:val="Table Grid"/>
    <w:basedOn w:val="a1"/>
    <w:uiPriority w:val="99"/>
    <w:rsid w:val="008E16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header"/>
    <w:basedOn w:val="a"/>
    <w:link w:val="af8"/>
    <w:uiPriority w:val="99"/>
    <w:semiHidden/>
    <w:rsid w:val="00FD6902"/>
    <w:pPr>
      <w:tabs>
        <w:tab w:val="center" w:pos="4677"/>
        <w:tab w:val="right" w:pos="9355"/>
      </w:tabs>
      <w:spacing w:after="0"/>
    </w:pPr>
  </w:style>
  <w:style w:type="character" w:customStyle="1" w:styleId="af8">
    <w:name w:val="Верхний колонтитул Знак"/>
    <w:link w:val="af7"/>
    <w:uiPriority w:val="99"/>
    <w:semiHidden/>
    <w:locked/>
    <w:rsid w:val="00FD6902"/>
    <w:rPr>
      <w:rFonts w:eastAsia="Times New Roman" w:cs="Times New Roman"/>
      <w:sz w:val="24"/>
      <w:szCs w:val="24"/>
      <w:lang w:eastAsia="ru-RU"/>
    </w:rPr>
  </w:style>
  <w:style w:type="paragraph" w:styleId="af9">
    <w:name w:val="Block Text"/>
    <w:basedOn w:val="a"/>
    <w:rsid w:val="003F7CAF"/>
    <w:pPr>
      <w:spacing w:after="120"/>
      <w:ind w:left="1440" w:right="1440"/>
    </w:pPr>
    <w:rPr>
      <w:szCs w:val="20"/>
    </w:rPr>
  </w:style>
  <w:style w:type="character" w:customStyle="1" w:styleId="afa">
    <w:name w:val="Цветовое выделение"/>
    <w:rsid w:val="003F7CAF"/>
    <w:rPr>
      <w:b/>
      <w:color w:val="000080"/>
    </w:rPr>
  </w:style>
  <w:style w:type="paragraph" w:styleId="afb">
    <w:name w:val="Body Text First Indent"/>
    <w:basedOn w:val="a9"/>
    <w:link w:val="afc"/>
    <w:uiPriority w:val="99"/>
    <w:semiHidden/>
    <w:rsid w:val="003F7CAF"/>
    <w:pPr>
      <w:spacing w:after="60"/>
      <w:ind w:firstLine="360"/>
    </w:pPr>
    <w:rPr>
      <w:szCs w:val="24"/>
    </w:rPr>
  </w:style>
  <w:style w:type="character" w:customStyle="1" w:styleId="afc">
    <w:name w:val="Красная строка Знак"/>
    <w:link w:val="afb"/>
    <w:uiPriority w:val="99"/>
    <w:semiHidden/>
    <w:locked/>
    <w:rsid w:val="003F7CAF"/>
    <w:rPr>
      <w:rFonts w:eastAsia="Times New Roman" w:cs="Times New Roman"/>
      <w:sz w:val="24"/>
      <w:szCs w:val="24"/>
      <w:lang w:eastAsia="ru-RU"/>
    </w:rPr>
  </w:style>
  <w:style w:type="paragraph" w:styleId="afd">
    <w:name w:val="Body Text Indent"/>
    <w:basedOn w:val="a"/>
    <w:link w:val="afe"/>
    <w:rsid w:val="009F7B67"/>
    <w:pPr>
      <w:spacing w:after="120"/>
      <w:ind w:left="283"/>
    </w:pPr>
  </w:style>
  <w:style w:type="character" w:customStyle="1" w:styleId="afe">
    <w:name w:val="Основной текст с отступом Знак"/>
    <w:link w:val="afd"/>
    <w:locked/>
    <w:rsid w:val="009F7B67"/>
    <w:rPr>
      <w:rFonts w:eastAsia="Times New Roman" w:cs="Times New Roman"/>
      <w:sz w:val="24"/>
      <w:szCs w:val="24"/>
      <w:lang w:eastAsia="ru-RU"/>
    </w:rPr>
  </w:style>
  <w:style w:type="paragraph" w:styleId="4">
    <w:name w:val="List 4"/>
    <w:basedOn w:val="a"/>
    <w:uiPriority w:val="99"/>
    <w:semiHidden/>
    <w:rsid w:val="009F7B67"/>
    <w:pPr>
      <w:ind w:left="1132" w:hanging="283"/>
      <w:contextualSpacing/>
    </w:pPr>
  </w:style>
  <w:style w:type="paragraph" w:styleId="33">
    <w:name w:val="List Continue 3"/>
    <w:basedOn w:val="a"/>
    <w:uiPriority w:val="99"/>
    <w:rsid w:val="009F7B67"/>
    <w:pPr>
      <w:spacing w:after="120"/>
      <w:ind w:left="849"/>
      <w:contextualSpacing/>
    </w:pPr>
  </w:style>
  <w:style w:type="paragraph" w:customStyle="1" w:styleId="western">
    <w:name w:val="western"/>
    <w:basedOn w:val="a"/>
    <w:rsid w:val="00247760"/>
    <w:pPr>
      <w:spacing w:before="100" w:beforeAutospacing="1" w:after="100" w:afterAutospacing="1"/>
    </w:pPr>
    <w:rPr>
      <w:color w:val="000000"/>
    </w:rPr>
  </w:style>
  <w:style w:type="paragraph" w:styleId="aff">
    <w:name w:val="Balloon Text"/>
    <w:basedOn w:val="a"/>
    <w:link w:val="aff0"/>
    <w:uiPriority w:val="99"/>
    <w:semiHidden/>
    <w:unhideWhenUsed/>
    <w:locked/>
    <w:rsid w:val="00BA258A"/>
    <w:pPr>
      <w:spacing w:after="0"/>
    </w:pPr>
    <w:rPr>
      <w:rFonts w:ascii="Tahoma" w:hAnsi="Tahoma" w:cs="Tahoma"/>
      <w:sz w:val="16"/>
      <w:szCs w:val="16"/>
    </w:rPr>
  </w:style>
  <w:style w:type="character" w:customStyle="1" w:styleId="aff0">
    <w:name w:val="Текст выноски Знак"/>
    <w:basedOn w:val="a0"/>
    <w:link w:val="aff"/>
    <w:uiPriority w:val="99"/>
    <w:semiHidden/>
    <w:rsid w:val="00BA258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02DFD"/>
    <w:pPr>
      <w:spacing w:after="60"/>
      <w:jc w:val="both"/>
    </w:pPr>
    <w:rPr>
      <w:rFonts w:eastAsia="Times New Roman"/>
      <w:sz w:val="24"/>
      <w:szCs w:val="24"/>
    </w:rPr>
  </w:style>
  <w:style w:type="paragraph" w:styleId="1">
    <w:name w:val="heading 1"/>
    <w:basedOn w:val="a"/>
    <w:next w:val="a"/>
    <w:link w:val="10"/>
    <w:uiPriority w:val="99"/>
    <w:qFormat/>
    <w:rsid w:val="002B775E"/>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6C307D"/>
    <w:pPr>
      <w:keepNext/>
      <w:jc w:val="center"/>
      <w:outlineLvl w:val="1"/>
    </w:pPr>
    <w:rPr>
      <w:b/>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B775E"/>
    <w:rPr>
      <w:rFonts w:ascii="Cambria" w:hAnsi="Cambria" w:cs="Times New Roman"/>
      <w:b/>
      <w:bCs/>
      <w:color w:val="365F91"/>
    </w:rPr>
  </w:style>
  <w:style w:type="character" w:customStyle="1" w:styleId="20">
    <w:name w:val="Заголовок 2 Знак"/>
    <w:link w:val="2"/>
    <w:uiPriority w:val="99"/>
    <w:locked/>
    <w:rsid w:val="006C307D"/>
    <w:rPr>
      <w:rFonts w:eastAsia="Times New Roman" w:cs="Times New Roman"/>
      <w:b/>
      <w:sz w:val="20"/>
      <w:szCs w:val="20"/>
      <w:lang w:eastAsia="ru-RU"/>
    </w:rPr>
  </w:style>
  <w:style w:type="character" w:styleId="a3">
    <w:name w:val="Hyperlink"/>
    <w:uiPriority w:val="99"/>
    <w:rsid w:val="006C307D"/>
    <w:rPr>
      <w:rFonts w:cs="Times New Roman"/>
      <w:color w:val="0000FF"/>
      <w:u w:val="single"/>
    </w:rPr>
  </w:style>
  <w:style w:type="character" w:styleId="a4">
    <w:name w:val="FollowedHyperlink"/>
    <w:uiPriority w:val="99"/>
    <w:semiHidden/>
    <w:rsid w:val="006C307D"/>
    <w:rPr>
      <w:rFonts w:cs="Times New Roman"/>
      <w:color w:val="800080"/>
      <w:u w:val="single"/>
    </w:rPr>
  </w:style>
  <w:style w:type="paragraph" w:styleId="a5">
    <w:name w:val="footer"/>
    <w:basedOn w:val="a"/>
    <w:link w:val="a6"/>
    <w:uiPriority w:val="99"/>
    <w:rsid w:val="006C307D"/>
    <w:pPr>
      <w:tabs>
        <w:tab w:val="center" w:pos="4677"/>
        <w:tab w:val="right" w:pos="9355"/>
      </w:tabs>
    </w:pPr>
  </w:style>
  <w:style w:type="character" w:customStyle="1" w:styleId="a6">
    <w:name w:val="Нижний колонтитул Знак"/>
    <w:link w:val="a5"/>
    <w:uiPriority w:val="99"/>
    <w:locked/>
    <w:rsid w:val="006C307D"/>
    <w:rPr>
      <w:rFonts w:eastAsia="Times New Roman" w:cs="Times New Roman"/>
      <w:sz w:val="24"/>
      <w:szCs w:val="24"/>
      <w:lang w:eastAsia="ru-RU"/>
    </w:rPr>
  </w:style>
  <w:style w:type="paragraph" w:styleId="21">
    <w:name w:val="List Number 2"/>
    <w:basedOn w:val="a"/>
    <w:uiPriority w:val="99"/>
    <w:semiHidden/>
    <w:rsid w:val="006C307D"/>
    <w:pPr>
      <w:tabs>
        <w:tab w:val="num" w:pos="567"/>
      </w:tabs>
      <w:ind w:left="567" w:hanging="567"/>
      <w:contextualSpacing/>
    </w:pPr>
  </w:style>
  <w:style w:type="paragraph" w:styleId="a7">
    <w:name w:val="Title"/>
    <w:basedOn w:val="a"/>
    <w:link w:val="a8"/>
    <w:uiPriority w:val="99"/>
    <w:qFormat/>
    <w:rsid w:val="006C307D"/>
    <w:pPr>
      <w:tabs>
        <w:tab w:val="num" w:pos="567"/>
      </w:tabs>
      <w:spacing w:before="240"/>
      <w:jc w:val="center"/>
      <w:outlineLvl w:val="0"/>
    </w:pPr>
    <w:rPr>
      <w:rFonts w:ascii="Arial" w:hAnsi="Arial"/>
      <w:b/>
      <w:kern w:val="28"/>
      <w:sz w:val="32"/>
      <w:szCs w:val="20"/>
    </w:rPr>
  </w:style>
  <w:style w:type="character" w:customStyle="1" w:styleId="a8">
    <w:name w:val="Название Знак"/>
    <w:link w:val="a7"/>
    <w:uiPriority w:val="99"/>
    <w:locked/>
    <w:rsid w:val="006C307D"/>
    <w:rPr>
      <w:rFonts w:ascii="Arial" w:eastAsia="Times New Roman" w:hAnsi="Arial"/>
      <w:b/>
      <w:kern w:val="28"/>
      <w:sz w:val="32"/>
      <w:szCs w:val="20"/>
    </w:rPr>
  </w:style>
  <w:style w:type="paragraph" w:styleId="a9">
    <w:name w:val="Body Text"/>
    <w:basedOn w:val="a"/>
    <w:link w:val="aa"/>
    <w:rsid w:val="006C307D"/>
    <w:pPr>
      <w:spacing w:after="120"/>
    </w:pPr>
    <w:rPr>
      <w:szCs w:val="20"/>
    </w:rPr>
  </w:style>
  <w:style w:type="character" w:customStyle="1" w:styleId="aa">
    <w:name w:val="Основной текст Знак"/>
    <w:link w:val="a9"/>
    <w:locked/>
    <w:rsid w:val="006C307D"/>
    <w:rPr>
      <w:rFonts w:eastAsia="Times New Roman" w:cs="Times New Roman"/>
      <w:sz w:val="20"/>
      <w:szCs w:val="20"/>
      <w:lang w:eastAsia="ru-RU"/>
    </w:rPr>
  </w:style>
  <w:style w:type="paragraph" w:styleId="ab">
    <w:name w:val="Date"/>
    <w:basedOn w:val="a"/>
    <w:next w:val="a"/>
    <w:link w:val="ac"/>
    <w:uiPriority w:val="99"/>
    <w:rsid w:val="006C307D"/>
    <w:rPr>
      <w:szCs w:val="20"/>
    </w:rPr>
  </w:style>
  <w:style w:type="character" w:customStyle="1" w:styleId="ac">
    <w:name w:val="Дата Знак"/>
    <w:link w:val="ab"/>
    <w:uiPriority w:val="99"/>
    <w:locked/>
    <w:rsid w:val="006C307D"/>
    <w:rPr>
      <w:rFonts w:eastAsia="Times New Roman" w:cs="Times New Roman"/>
      <w:sz w:val="20"/>
      <w:szCs w:val="20"/>
      <w:lang w:eastAsia="ru-RU"/>
    </w:rPr>
  </w:style>
  <w:style w:type="paragraph" w:styleId="22">
    <w:name w:val="Body Text 2"/>
    <w:basedOn w:val="a"/>
    <w:link w:val="23"/>
    <w:uiPriority w:val="99"/>
    <w:rsid w:val="006C307D"/>
    <w:pPr>
      <w:tabs>
        <w:tab w:val="num" w:pos="567"/>
      </w:tabs>
      <w:ind w:left="567" w:hanging="567"/>
    </w:pPr>
    <w:rPr>
      <w:szCs w:val="20"/>
    </w:rPr>
  </w:style>
  <w:style w:type="character" w:customStyle="1" w:styleId="23">
    <w:name w:val="Основной текст 2 Знак"/>
    <w:link w:val="22"/>
    <w:uiPriority w:val="99"/>
    <w:locked/>
    <w:rsid w:val="006C307D"/>
    <w:rPr>
      <w:rFonts w:eastAsia="Times New Roman"/>
      <w:sz w:val="24"/>
      <w:szCs w:val="20"/>
    </w:rPr>
  </w:style>
  <w:style w:type="paragraph" w:styleId="3">
    <w:name w:val="Body Text 3"/>
    <w:basedOn w:val="a"/>
    <w:link w:val="30"/>
    <w:uiPriority w:val="99"/>
    <w:semiHidden/>
    <w:rsid w:val="006C307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0">
    <w:name w:val="Основной текст 3 Знак"/>
    <w:link w:val="3"/>
    <w:uiPriority w:val="99"/>
    <w:semiHidden/>
    <w:locked/>
    <w:rsid w:val="006C307D"/>
    <w:rPr>
      <w:rFonts w:eastAsia="Times New Roman" w:cs="Times New Roman"/>
      <w:b/>
      <w:i/>
      <w:sz w:val="24"/>
      <w:szCs w:val="24"/>
      <w:lang w:eastAsia="ru-RU"/>
    </w:rPr>
  </w:style>
  <w:style w:type="character" w:customStyle="1" w:styleId="BodyTextIndent2Char">
    <w:name w:val="Body Text Indent 2 Char"/>
    <w:aliases w:val="Знак Char"/>
    <w:uiPriority w:val="99"/>
    <w:semiHidden/>
    <w:locked/>
    <w:rsid w:val="006C307D"/>
    <w:rPr>
      <w:sz w:val="24"/>
    </w:rPr>
  </w:style>
  <w:style w:type="paragraph" w:styleId="24">
    <w:name w:val="Body Text Indent 2"/>
    <w:aliases w:val="Знак"/>
    <w:basedOn w:val="a"/>
    <w:link w:val="25"/>
    <w:uiPriority w:val="99"/>
    <w:semiHidden/>
    <w:rsid w:val="006C307D"/>
    <w:pPr>
      <w:spacing w:after="120" w:line="480" w:lineRule="auto"/>
      <w:ind w:left="283"/>
    </w:pPr>
    <w:rPr>
      <w:rFonts w:eastAsia="Calibri"/>
      <w:szCs w:val="20"/>
    </w:rPr>
  </w:style>
  <w:style w:type="character" w:customStyle="1" w:styleId="BodyTextIndent2Char1">
    <w:name w:val="Body Text Indent 2 Char1"/>
    <w:aliases w:val="Знак Char1"/>
    <w:uiPriority w:val="99"/>
    <w:semiHidden/>
    <w:locked/>
    <w:rsid w:val="001868C9"/>
    <w:rPr>
      <w:rFonts w:eastAsia="Times New Roman" w:cs="Times New Roman"/>
      <w:sz w:val="24"/>
      <w:szCs w:val="24"/>
    </w:rPr>
  </w:style>
  <w:style w:type="character" w:customStyle="1" w:styleId="25">
    <w:name w:val="Основной текст с отступом 2 Знак"/>
    <w:aliases w:val="Знак Знак"/>
    <w:link w:val="24"/>
    <w:uiPriority w:val="99"/>
    <w:semiHidden/>
    <w:locked/>
    <w:rsid w:val="006C307D"/>
    <w:rPr>
      <w:rFonts w:eastAsia="Times New Roman" w:cs="Times New Roman"/>
      <w:sz w:val="24"/>
      <w:szCs w:val="24"/>
      <w:lang w:eastAsia="ru-RU"/>
    </w:rPr>
  </w:style>
  <w:style w:type="paragraph" w:styleId="ad">
    <w:name w:val="Plain Text"/>
    <w:basedOn w:val="a"/>
    <w:link w:val="ae"/>
    <w:rsid w:val="006C307D"/>
    <w:pPr>
      <w:spacing w:after="0"/>
      <w:jc w:val="left"/>
    </w:pPr>
    <w:rPr>
      <w:rFonts w:ascii="Courier New" w:hAnsi="Courier New"/>
      <w:sz w:val="20"/>
      <w:szCs w:val="20"/>
    </w:rPr>
  </w:style>
  <w:style w:type="character" w:customStyle="1" w:styleId="ae">
    <w:name w:val="Текст Знак"/>
    <w:link w:val="ad"/>
    <w:locked/>
    <w:rsid w:val="006C307D"/>
    <w:rPr>
      <w:rFonts w:ascii="Courier New" w:hAnsi="Courier New" w:cs="Times New Roman"/>
      <w:sz w:val="20"/>
      <w:szCs w:val="20"/>
      <w:lang w:eastAsia="ru-RU"/>
    </w:rPr>
  </w:style>
  <w:style w:type="paragraph" w:styleId="af">
    <w:name w:val="List Paragraph"/>
    <w:basedOn w:val="a"/>
    <w:uiPriority w:val="99"/>
    <w:qFormat/>
    <w:rsid w:val="006C307D"/>
    <w:pPr>
      <w:ind w:left="720"/>
      <w:contextualSpacing/>
    </w:pPr>
  </w:style>
  <w:style w:type="paragraph" w:customStyle="1" w:styleId="26">
    <w:name w:val="Стиль2"/>
    <w:basedOn w:val="21"/>
    <w:uiPriority w:val="99"/>
    <w:rsid w:val="006C307D"/>
    <w:pPr>
      <w:keepNext/>
      <w:keepLines/>
      <w:widowControl w:val="0"/>
      <w:suppressLineNumbers/>
      <w:tabs>
        <w:tab w:val="clear" w:pos="567"/>
        <w:tab w:val="num" w:pos="1836"/>
      </w:tabs>
      <w:suppressAutoHyphens/>
      <w:ind w:left="1836" w:hanging="576"/>
      <w:contextualSpacing w:val="0"/>
    </w:pPr>
    <w:rPr>
      <w:b/>
      <w:szCs w:val="20"/>
    </w:rPr>
  </w:style>
  <w:style w:type="paragraph" w:customStyle="1" w:styleId="31">
    <w:name w:val="Стиль3"/>
    <w:basedOn w:val="24"/>
    <w:uiPriority w:val="99"/>
    <w:rsid w:val="006C307D"/>
    <w:pPr>
      <w:widowControl w:val="0"/>
      <w:tabs>
        <w:tab w:val="num" w:pos="1307"/>
      </w:tabs>
      <w:adjustRightInd w:val="0"/>
      <w:spacing w:after="0" w:line="240" w:lineRule="auto"/>
      <w:ind w:left="1080"/>
    </w:pPr>
  </w:style>
  <w:style w:type="character" w:customStyle="1" w:styleId="ConsPlusNormal">
    <w:name w:val="ConsPlusNormal Знак"/>
    <w:link w:val="ConsPlusNormal0"/>
    <w:uiPriority w:val="99"/>
    <w:locked/>
    <w:rsid w:val="006C307D"/>
    <w:rPr>
      <w:rFonts w:ascii="Arial" w:hAnsi="Arial" w:cs="Arial"/>
      <w:sz w:val="28"/>
      <w:szCs w:val="28"/>
      <w:lang w:val="ru-RU" w:eastAsia="en-US" w:bidi="ar-SA"/>
    </w:rPr>
  </w:style>
  <w:style w:type="paragraph" w:customStyle="1" w:styleId="ConsPlusNormal0">
    <w:name w:val="ConsPlusNormal"/>
    <w:link w:val="ConsPlusNormal"/>
    <w:uiPriority w:val="99"/>
    <w:rsid w:val="006C307D"/>
    <w:pPr>
      <w:widowControl w:val="0"/>
      <w:autoSpaceDE w:val="0"/>
      <w:autoSpaceDN w:val="0"/>
      <w:adjustRightInd w:val="0"/>
      <w:ind w:firstLine="720"/>
    </w:pPr>
    <w:rPr>
      <w:rFonts w:ascii="Arial" w:hAnsi="Arial" w:cs="Arial"/>
      <w:sz w:val="28"/>
      <w:szCs w:val="28"/>
      <w:lang w:eastAsia="en-US"/>
    </w:rPr>
  </w:style>
  <w:style w:type="paragraph" w:customStyle="1" w:styleId="32">
    <w:name w:val="3"/>
    <w:basedOn w:val="a"/>
    <w:uiPriority w:val="99"/>
    <w:rsid w:val="006C307D"/>
    <w:pPr>
      <w:spacing w:after="0"/>
    </w:pPr>
  </w:style>
  <w:style w:type="paragraph" w:customStyle="1" w:styleId="Web">
    <w:name w:val="Обычный (Web)"/>
    <w:basedOn w:val="a"/>
    <w:uiPriority w:val="99"/>
    <w:rsid w:val="006C307D"/>
    <w:pPr>
      <w:spacing w:before="100" w:beforeAutospacing="1" w:after="100" w:afterAutospacing="1"/>
      <w:jc w:val="left"/>
    </w:pPr>
  </w:style>
  <w:style w:type="paragraph" w:customStyle="1" w:styleId="FR1">
    <w:name w:val="FR1"/>
    <w:uiPriority w:val="99"/>
    <w:rsid w:val="006C307D"/>
    <w:pPr>
      <w:widowControl w:val="0"/>
      <w:autoSpaceDE w:val="0"/>
      <w:autoSpaceDN w:val="0"/>
      <w:adjustRightInd w:val="0"/>
      <w:spacing w:before="40"/>
      <w:ind w:left="6920"/>
    </w:pPr>
    <w:rPr>
      <w:rFonts w:ascii="Arial" w:eastAsia="Times New Roman" w:hAnsi="Arial"/>
      <w:noProof/>
      <w:sz w:val="22"/>
    </w:rPr>
  </w:style>
  <w:style w:type="paragraph" w:customStyle="1" w:styleId="af0">
    <w:name w:val="Таблицы (моноширинный)"/>
    <w:basedOn w:val="a"/>
    <w:next w:val="a"/>
    <w:rsid w:val="006C307D"/>
    <w:pPr>
      <w:widowControl w:val="0"/>
      <w:autoSpaceDE w:val="0"/>
      <w:autoSpaceDN w:val="0"/>
      <w:adjustRightInd w:val="0"/>
      <w:spacing w:after="0"/>
    </w:pPr>
    <w:rPr>
      <w:rFonts w:ascii="Courier New" w:hAnsi="Courier New" w:cs="Courier New"/>
      <w:sz w:val="20"/>
      <w:szCs w:val="20"/>
    </w:rPr>
  </w:style>
  <w:style w:type="paragraph" w:customStyle="1" w:styleId="af1">
    <w:name w:val="Заголовок статьи"/>
    <w:basedOn w:val="a"/>
    <w:next w:val="a"/>
    <w:uiPriority w:val="99"/>
    <w:rsid w:val="006C307D"/>
    <w:pPr>
      <w:autoSpaceDE w:val="0"/>
      <w:autoSpaceDN w:val="0"/>
      <w:adjustRightInd w:val="0"/>
      <w:spacing w:after="0"/>
      <w:ind w:left="1612" w:hanging="892"/>
    </w:pPr>
    <w:rPr>
      <w:rFonts w:ascii="Arial" w:hAnsi="Arial"/>
    </w:rPr>
  </w:style>
  <w:style w:type="character" w:styleId="af2">
    <w:name w:val="page number"/>
    <w:uiPriority w:val="99"/>
    <w:semiHidden/>
    <w:rsid w:val="006C307D"/>
    <w:rPr>
      <w:rFonts w:ascii="Times New Roman" w:hAnsi="Times New Roman" w:cs="Times New Roman"/>
    </w:rPr>
  </w:style>
  <w:style w:type="character" w:customStyle="1" w:styleId="af3">
    <w:name w:val="Основной шрифт"/>
    <w:uiPriority w:val="99"/>
    <w:semiHidden/>
    <w:rsid w:val="006C307D"/>
  </w:style>
  <w:style w:type="character" w:customStyle="1" w:styleId="af4">
    <w:name w:val="Гипертекстовая ссылка"/>
    <w:uiPriority w:val="99"/>
    <w:rsid w:val="002B0CD4"/>
    <w:rPr>
      <w:rFonts w:cs="Times New Roman"/>
      <w:color w:val="106BBE"/>
    </w:rPr>
  </w:style>
  <w:style w:type="paragraph" w:customStyle="1" w:styleId="af5">
    <w:name w:val="Текст (справка)"/>
    <w:basedOn w:val="a"/>
    <w:next w:val="a"/>
    <w:uiPriority w:val="99"/>
    <w:rsid w:val="009B47D7"/>
    <w:pPr>
      <w:autoSpaceDE w:val="0"/>
      <w:autoSpaceDN w:val="0"/>
      <w:adjustRightInd w:val="0"/>
      <w:spacing w:after="0"/>
      <w:ind w:left="170" w:right="170"/>
      <w:jc w:val="left"/>
    </w:pPr>
    <w:rPr>
      <w:rFonts w:ascii="Arial" w:eastAsia="Calibri" w:hAnsi="Arial" w:cs="Arial"/>
      <w:lang w:eastAsia="en-US"/>
    </w:rPr>
  </w:style>
  <w:style w:type="table" w:styleId="af6">
    <w:name w:val="Table Grid"/>
    <w:basedOn w:val="a1"/>
    <w:uiPriority w:val="99"/>
    <w:rsid w:val="008E16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header"/>
    <w:basedOn w:val="a"/>
    <w:link w:val="af8"/>
    <w:uiPriority w:val="99"/>
    <w:semiHidden/>
    <w:rsid w:val="00FD6902"/>
    <w:pPr>
      <w:tabs>
        <w:tab w:val="center" w:pos="4677"/>
        <w:tab w:val="right" w:pos="9355"/>
      </w:tabs>
      <w:spacing w:after="0"/>
    </w:pPr>
  </w:style>
  <w:style w:type="character" w:customStyle="1" w:styleId="af8">
    <w:name w:val="Верхний колонтитул Знак"/>
    <w:link w:val="af7"/>
    <w:uiPriority w:val="99"/>
    <w:semiHidden/>
    <w:locked/>
    <w:rsid w:val="00FD6902"/>
    <w:rPr>
      <w:rFonts w:eastAsia="Times New Roman" w:cs="Times New Roman"/>
      <w:sz w:val="24"/>
      <w:szCs w:val="24"/>
      <w:lang w:eastAsia="ru-RU"/>
    </w:rPr>
  </w:style>
  <w:style w:type="paragraph" w:styleId="af9">
    <w:name w:val="Block Text"/>
    <w:basedOn w:val="a"/>
    <w:rsid w:val="003F7CAF"/>
    <w:pPr>
      <w:spacing w:after="120"/>
      <w:ind w:left="1440" w:right="1440"/>
    </w:pPr>
    <w:rPr>
      <w:szCs w:val="20"/>
    </w:rPr>
  </w:style>
  <w:style w:type="character" w:customStyle="1" w:styleId="afa">
    <w:name w:val="Цветовое выделение"/>
    <w:rsid w:val="003F7CAF"/>
    <w:rPr>
      <w:b/>
      <w:color w:val="000080"/>
    </w:rPr>
  </w:style>
  <w:style w:type="paragraph" w:styleId="afb">
    <w:name w:val="Body Text First Indent"/>
    <w:basedOn w:val="a9"/>
    <w:link w:val="afc"/>
    <w:uiPriority w:val="99"/>
    <w:semiHidden/>
    <w:rsid w:val="003F7CAF"/>
    <w:pPr>
      <w:spacing w:after="60"/>
      <w:ind w:firstLine="360"/>
    </w:pPr>
    <w:rPr>
      <w:szCs w:val="24"/>
    </w:rPr>
  </w:style>
  <w:style w:type="character" w:customStyle="1" w:styleId="afc">
    <w:name w:val="Красная строка Знак"/>
    <w:link w:val="afb"/>
    <w:uiPriority w:val="99"/>
    <w:semiHidden/>
    <w:locked/>
    <w:rsid w:val="003F7CAF"/>
    <w:rPr>
      <w:rFonts w:eastAsia="Times New Roman" w:cs="Times New Roman"/>
      <w:sz w:val="24"/>
      <w:szCs w:val="24"/>
      <w:lang w:eastAsia="ru-RU"/>
    </w:rPr>
  </w:style>
  <w:style w:type="paragraph" w:styleId="afd">
    <w:name w:val="Body Text Indent"/>
    <w:basedOn w:val="a"/>
    <w:link w:val="afe"/>
    <w:rsid w:val="009F7B67"/>
    <w:pPr>
      <w:spacing w:after="120"/>
      <w:ind w:left="283"/>
    </w:pPr>
  </w:style>
  <w:style w:type="character" w:customStyle="1" w:styleId="afe">
    <w:name w:val="Основной текст с отступом Знак"/>
    <w:link w:val="afd"/>
    <w:locked/>
    <w:rsid w:val="009F7B67"/>
    <w:rPr>
      <w:rFonts w:eastAsia="Times New Roman" w:cs="Times New Roman"/>
      <w:sz w:val="24"/>
      <w:szCs w:val="24"/>
      <w:lang w:eastAsia="ru-RU"/>
    </w:rPr>
  </w:style>
  <w:style w:type="paragraph" w:styleId="4">
    <w:name w:val="List 4"/>
    <w:basedOn w:val="a"/>
    <w:uiPriority w:val="99"/>
    <w:semiHidden/>
    <w:rsid w:val="009F7B67"/>
    <w:pPr>
      <w:ind w:left="1132" w:hanging="283"/>
      <w:contextualSpacing/>
    </w:pPr>
  </w:style>
  <w:style w:type="paragraph" w:styleId="33">
    <w:name w:val="List Continue 3"/>
    <w:basedOn w:val="a"/>
    <w:uiPriority w:val="99"/>
    <w:rsid w:val="009F7B67"/>
    <w:pPr>
      <w:spacing w:after="120"/>
      <w:ind w:left="849"/>
      <w:contextualSpacing/>
    </w:pPr>
  </w:style>
  <w:style w:type="paragraph" w:customStyle="1" w:styleId="western">
    <w:name w:val="western"/>
    <w:basedOn w:val="a"/>
    <w:rsid w:val="00247760"/>
    <w:pPr>
      <w:spacing w:before="100" w:beforeAutospacing="1" w:after="100" w:afterAutospacing="1"/>
    </w:pPr>
    <w:rPr>
      <w:color w:val="000000"/>
    </w:rPr>
  </w:style>
  <w:style w:type="paragraph" w:styleId="aff">
    <w:name w:val="Balloon Text"/>
    <w:basedOn w:val="a"/>
    <w:link w:val="aff0"/>
    <w:uiPriority w:val="99"/>
    <w:semiHidden/>
    <w:unhideWhenUsed/>
    <w:locked/>
    <w:rsid w:val="00BA258A"/>
    <w:pPr>
      <w:spacing w:after="0"/>
    </w:pPr>
    <w:rPr>
      <w:rFonts w:ascii="Tahoma" w:hAnsi="Tahoma" w:cs="Tahoma"/>
      <w:sz w:val="16"/>
      <w:szCs w:val="16"/>
    </w:rPr>
  </w:style>
  <w:style w:type="character" w:customStyle="1" w:styleId="aff0">
    <w:name w:val="Текст выноски Знак"/>
    <w:basedOn w:val="a0"/>
    <w:link w:val="aff"/>
    <w:uiPriority w:val="99"/>
    <w:semiHidden/>
    <w:rsid w:val="00BA258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126943">
      <w:bodyDiv w:val="1"/>
      <w:marLeft w:val="0"/>
      <w:marRight w:val="0"/>
      <w:marTop w:val="0"/>
      <w:marBottom w:val="0"/>
      <w:divBdr>
        <w:top w:val="none" w:sz="0" w:space="0" w:color="auto"/>
        <w:left w:val="none" w:sz="0" w:space="0" w:color="auto"/>
        <w:bottom w:val="none" w:sz="0" w:space="0" w:color="auto"/>
        <w:right w:val="none" w:sz="0" w:space="0" w:color="auto"/>
      </w:divBdr>
    </w:div>
    <w:div w:id="1782066284">
      <w:marLeft w:val="0"/>
      <w:marRight w:val="0"/>
      <w:marTop w:val="0"/>
      <w:marBottom w:val="0"/>
      <w:divBdr>
        <w:top w:val="none" w:sz="0" w:space="0" w:color="auto"/>
        <w:left w:val="none" w:sz="0" w:space="0" w:color="auto"/>
        <w:bottom w:val="none" w:sz="0" w:space="0" w:color="auto"/>
        <w:right w:val="none" w:sz="0" w:space="0" w:color="auto"/>
      </w:divBdr>
    </w:div>
    <w:div w:id="1782066285">
      <w:marLeft w:val="0"/>
      <w:marRight w:val="0"/>
      <w:marTop w:val="0"/>
      <w:marBottom w:val="0"/>
      <w:divBdr>
        <w:top w:val="none" w:sz="0" w:space="0" w:color="auto"/>
        <w:left w:val="none" w:sz="0" w:space="0" w:color="auto"/>
        <w:bottom w:val="none" w:sz="0" w:space="0" w:color="auto"/>
        <w:right w:val="none" w:sz="0" w:space="0" w:color="auto"/>
      </w:divBdr>
    </w:div>
    <w:div w:id="1782066286">
      <w:marLeft w:val="0"/>
      <w:marRight w:val="0"/>
      <w:marTop w:val="0"/>
      <w:marBottom w:val="0"/>
      <w:divBdr>
        <w:top w:val="none" w:sz="0" w:space="0" w:color="auto"/>
        <w:left w:val="none" w:sz="0" w:space="0" w:color="auto"/>
        <w:bottom w:val="none" w:sz="0" w:space="0" w:color="auto"/>
        <w:right w:val="none" w:sz="0" w:space="0" w:color="auto"/>
      </w:divBdr>
    </w:div>
    <w:div w:id="1782066287">
      <w:marLeft w:val="0"/>
      <w:marRight w:val="0"/>
      <w:marTop w:val="0"/>
      <w:marBottom w:val="0"/>
      <w:divBdr>
        <w:top w:val="none" w:sz="0" w:space="0" w:color="auto"/>
        <w:left w:val="none" w:sz="0" w:space="0" w:color="auto"/>
        <w:bottom w:val="none" w:sz="0" w:space="0" w:color="auto"/>
        <w:right w:val="none" w:sz="0" w:space="0" w:color="auto"/>
      </w:divBdr>
    </w:div>
    <w:div w:id="1782066288">
      <w:marLeft w:val="0"/>
      <w:marRight w:val="0"/>
      <w:marTop w:val="0"/>
      <w:marBottom w:val="0"/>
      <w:divBdr>
        <w:top w:val="none" w:sz="0" w:space="0" w:color="auto"/>
        <w:left w:val="none" w:sz="0" w:space="0" w:color="auto"/>
        <w:bottom w:val="none" w:sz="0" w:space="0" w:color="auto"/>
        <w:right w:val="none" w:sz="0" w:space="0" w:color="auto"/>
      </w:divBdr>
    </w:div>
    <w:div w:id="1782066289">
      <w:marLeft w:val="0"/>
      <w:marRight w:val="0"/>
      <w:marTop w:val="0"/>
      <w:marBottom w:val="0"/>
      <w:divBdr>
        <w:top w:val="none" w:sz="0" w:space="0" w:color="auto"/>
        <w:left w:val="none" w:sz="0" w:space="0" w:color="auto"/>
        <w:bottom w:val="none" w:sz="0" w:space="0" w:color="auto"/>
        <w:right w:val="none" w:sz="0" w:space="0" w:color="auto"/>
      </w:divBdr>
    </w:div>
    <w:div w:id="1782066290">
      <w:marLeft w:val="0"/>
      <w:marRight w:val="0"/>
      <w:marTop w:val="0"/>
      <w:marBottom w:val="0"/>
      <w:divBdr>
        <w:top w:val="none" w:sz="0" w:space="0" w:color="auto"/>
        <w:left w:val="none" w:sz="0" w:space="0" w:color="auto"/>
        <w:bottom w:val="none" w:sz="0" w:space="0" w:color="auto"/>
        <w:right w:val="none" w:sz="0" w:space="0" w:color="auto"/>
      </w:divBdr>
    </w:div>
    <w:div w:id="1782066291">
      <w:marLeft w:val="0"/>
      <w:marRight w:val="0"/>
      <w:marTop w:val="0"/>
      <w:marBottom w:val="0"/>
      <w:divBdr>
        <w:top w:val="none" w:sz="0" w:space="0" w:color="auto"/>
        <w:left w:val="none" w:sz="0" w:space="0" w:color="auto"/>
        <w:bottom w:val="none" w:sz="0" w:space="0" w:color="auto"/>
        <w:right w:val="none" w:sz="0" w:space="0" w:color="auto"/>
      </w:divBdr>
    </w:div>
    <w:div w:id="1782066292">
      <w:marLeft w:val="0"/>
      <w:marRight w:val="0"/>
      <w:marTop w:val="0"/>
      <w:marBottom w:val="0"/>
      <w:divBdr>
        <w:top w:val="none" w:sz="0" w:space="0" w:color="auto"/>
        <w:left w:val="none" w:sz="0" w:space="0" w:color="auto"/>
        <w:bottom w:val="none" w:sz="0" w:space="0" w:color="auto"/>
        <w:right w:val="none" w:sz="0" w:space="0" w:color="auto"/>
      </w:divBdr>
    </w:div>
    <w:div w:id="17820662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kitim-r.ru/"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skitim-r.ru/" TargetMode="External"/><Relationship Id="rId17" Type="http://schemas.openxmlformats.org/officeDocument/2006/relationships/hyperlink" Target="http://www.iskitim-r.ru/" TargetMode="External"/><Relationship Id="rId2" Type="http://schemas.openxmlformats.org/officeDocument/2006/relationships/styles" Target="styles.xml"/><Relationship Id="rId16" Type="http://schemas.openxmlformats.org/officeDocument/2006/relationships/hyperlink" Target="garantF1://12025505.18"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skitim-r.ru/" TargetMode="External"/><Relationship Id="rId5" Type="http://schemas.openxmlformats.org/officeDocument/2006/relationships/webSettings" Target="webSettings.xml"/><Relationship Id="rId15" Type="http://schemas.openxmlformats.org/officeDocument/2006/relationships/hyperlink" Target="garantF1://12025505.18" TargetMode="External"/><Relationship Id="rId10" Type="http://schemas.openxmlformats.org/officeDocument/2006/relationships/hyperlink" Target="file:///D:\&#1064;&#1072;&#1090;&#1086;&#1093;&#1080;&#1085;&#1072;\&#1040;&#1091;&#1082;&#1094;&#1080;&#1086;&#1085;%20-&#1087;&#1091;&#1073;&#1083;.%20&#1087;&#1088;&#1077;&#1076;&#1083;&#1086;&#1078;&#1077;&#1085;&#1080;&#1077;&#1084;\2018\21.05.2018%20%20&#1072;&#1074;&#1090;&#1086;&#1073;&#1091;&#1089;%205277\&#1048;&#1085;&#1092;.%20&#1089;&#1086;&#1086;&#1073;&#1097;&#1077;&#1085;&#1080;&#1077;%20&#1072;&#1074;&#1090;.5277%20-%20%20&#1087;&#1091;&#1073;&#1083;.%20&#1087;&#1088;&#1077;&#1076;&#1083;..docx" TargetMode="External"/><Relationship Id="rId19" Type="http://schemas.openxmlformats.org/officeDocument/2006/relationships/hyperlink" Target="garantF1://12025505.18" TargetMode="External"/><Relationship Id="rId4" Type="http://schemas.openxmlformats.org/officeDocument/2006/relationships/settings" Target="settings.xml"/><Relationship Id="rId9" Type="http://schemas.openxmlformats.org/officeDocument/2006/relationships/hyperlink" Target="garantf1://10064072.437/" TargetMode="External"/><Relationship Id="rId14" Type="http://schemas.openxmlformats.org/officeDocument/2006/relationships/hyperlink" Target="garantf1://890941.1552/"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1056;&#1072;&#1073;&#1086;&#1095;&#1080;&#1081;%20&#1089;&#1090;&#1086;&#1083;\&#1044;&#1086;&#1082;&#1091;&#1084;&#1077;&#1085;&#1090;%20Microsoft%20Offic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Документ Microsoft Office Word.dotx</Template>
  <TotalTime>0</TotalTime>
  <Pages>31</Pages>
  <Words>12065</Words>
  <Characters>68773</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Арсибекова</dc:creator>
  <cp:lastModifiedBy>Шатохина</cp:lastModifiedBy>
  <cp:revision>2</cp:revision>
  <cp:lastPrinted>2018-04-10T04:03:00Z</cp:lastPrinted>
  <dcterms:created xsi:type="dcterms:W3CDTF">2018-04-17T01:56:00Z</dcterms:created>
  <dcterms:modified xsi:type="dcterms:W3CDTF">2018-04-17T01:56:00Z</dcterms:modified>
</cp:coreProperties>
</file>