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1C" w:rsidRPr="00505010" w:rsidRDefault="00E97A1C" w:rsidP="00E97A1C">
      <w:pPr>
        <w:pStyle w:val="3"/>
        <w:ind w:firstLine="0"/>
        <w:rPr>
          <w:b/>
          <w:sz w:val="40"/>
          <w:szCs w:val="40"/>
        </w:rPr>
      </w:pPr>
    </w:p>
    <w:p w:rsidR="00E97A1C" w:rsidRPr="00505010" w:rsidRDefault="00E97A1C" w:rsidP="00E97A1C"/>
    <w:p w:rsidR="00E97A1C" w:rsidRPr="00505010" w:rsidRDefault="00E97A1C" w:rsidP="00E97A1C"/>
    <w:p w:rsidR="00E97A1C" w:rsidRPr="00505010" w:rsidRDefault="00E97A1C" w:rsidP="00E97A1C"/>
    <w:p w:rsidR="00E97A1C" w:rsidRPr="00505010" w:rsidRDefault="00E97A1C" w:rsidP="00E97A1C">
      <w:pPr>
        <w:pStyle w:val="3"/>
        <w:ind w:firstLine="0"/>
        <w:rPr>
          <w:b/>
          <w:caps/>
          <w:sz w:val="28"/>
          <w:szCs w:val="28"/>
        </w:rPr>
      </w:pPr>
      <w:r w:rsidRPr="00505010">
        <w:rPr>
          <w:b/>
          <w:caps/>
          <w:sz w:val="28"/>
          <w:szCs w:val="28"/>
        </w:rPr>
        <w:t>АДМИНИСТРАЦИЯ</w:t>
      </w:r>
    </w:p>
    <w:p w:rsidR="00E97A1C" w:rsidRPr="00505010" w:rsidRDefault="00E97A1C" w:rsidP="00E97A1C">
      <w:pPr>
        <w:pStyle w:val="3"/>
        <w:ind w:firstLine="0"/>
        <w:rPr>
          <w:b/>
          <w:caps/>
          <w:sz w:val="28"/>
          <w:szCs w:val="28"/>
        </w:rPr>
      </w:pPr>
      <w:r w:rsidRPr="00505010">
        <w:rPr>
          <w:b/>
          <w:caps/>
          <w:sz w:val="28"/>
          <w:szCs w:val="28"/>
        </w:rPr>
        <w:t>Искитимского района Новосибирской области</w:t>
      </w:r>
    </w:p>
    <w:p w:rsidR="00E97A1C" w:rsidRPr="00505010" w:rsidRDefault="00E97A1C" w:rsidP="00E97A1C">
      <w:pPr>
        <w:rPr>
          <w:szCs w:val="28"/>
        </w:rPr>
      </w:pPr>
    </w:p>
    <w:p w:rsidR="00E97A1C" w:rsidRPr="00505010" w:rsidRDefault="00E97A1C" w:rsidP="00223B3E">
      <w:pPr>
        <w:pStyle w:val="1"/>
        <w:ind w:firstLine="0"/>
        <w:rPr>
          <w:sz w:val="40"/>
          <w:szCs w:val="40"/>
        </w:rPr>
      </w:pPr>
      <w:r w:rsidRPr="00505010">
        <w:rPr>
          <w:sz w:val="40"/>
          <w:szCs w:val="40"/>
        </w:rPr>
        <w:t>П О С Т А Н О В Л Е Н И Е</w:t>
      </w:r>
    </w:p>
    <w:p w:rsidR="001D0306" w:rsidRPr="00505010" w:rsidRDefault="001D0306" w:rsidP="00223B3E">
      <w:pPr>
        <w:ind w:firstLine="0"/>
        <w:rPr>
          <w:sz w:val="20"/>
        </w:rPr>
      </w:pPr>
    </w:p>
    <w:p w:rsidR="00E97A1C" w:rsidRPr="00505010" w:rsidRDefault="009170CF" w:rsidP="00223B3E">
      <w:pPr>
        <w:ind w:firstLine="0"/>
      </w:pPr>
      <w:r w:rsidRPr="00505010">
        <w:rPr>
          <w:noProof/>
          <w:sz w:val="20"/>
        </w:rPr>
        <w:pict>
          <v:rect id="_x0000_s1064" style="position:absolute;left:0;text-align:left;margin-left:165.5pt;margin-top:9.1pt;width:84.75pt;height:27pt;z-index:-251658752;mso-wrap-edited:f" wrapcoords="-164 0 -164 21600 21764 21600 21764 0 -164 0" strokecolor="white">
            <v:textbox style="mso-next-textbox:#_x0000_s1064">
              <w:txbxContent>
                <w:p w:rsidR="00E97A1C" w:rsidRDefault="003474A1" w:rsidP="00E97A1C">
                  <w:pPr>
                    <w:ind w:firstLine="0"/>
                    <w:jc w:val="center"/>
                  </w:pPr>
                  <w:r>
                    <w:t>27</w:t>
                  </w:r>
                  <w:r w:rsidR="00400F4E">
                    <w:t>.02</w:t>
                  </w:r>
                  <w:r w:rsidR="0055457B">
                    <w:t>.2012</w:t>
                  </w:r>
                </w:p>
              </w:txbxContent>
            </v:textbox>
          </v:rect>
        </w:pict>
      </w:r>
      <w:r w:rsidRPr="00505010">
        <w:rPr>
          <w:noProof/>
          <w:sz w:val="20"/>
        </w:rPr>
        <w:pict>
          <v:rect id="_x0000_s1065" style="position:absolute;left:0;text-align:left;margin-left:257.15pt;margin-top:9.1pt;width:1in;height:27pt;z-index:-251657728;mso-wrap-edited:f" wrapcoords="-200 0 -200 21600 21800 21600 21800 0 -200 0" strokecolor="white">
            <v:textbox style="mso-next-textbox:#_x0000_s1065">
              <w:txbxContent>
                <w:p w:rsidR="00E97A1C" w:rsidRDefault="006D1E6C" w:rsidP="00E97A1C">
                  <w:pPr>
                    <w:ind w:firstLine="0"/>
                    <w:jc w:val="center"/>
                  </w:pPr>
                  <w:r>
                    <w:t>355</w:t>
                  </w:r>
                </w:p>
              </w:txbxContent>
            </v:textbox>
          </v:rect>
        </w:pict>
      </w:r>
    </w:p>
    <w:p w:rsidR="00E97A1C" w:rsidRPr="00F265D3" w:rsidRDefault="00E97A1C" w:rsidP="00E97A1C">
      <w:pPr>
        <w:ind w:firstLine="0"/>
        <w:jc w:val="center"/>
        <w:rPr>
          <w:b/>
          <w:szCs w:val="28"/>
        </w:rPr>
      </w:pPr>
      <w:r w:rsidRPr="00F265D3">
        <w:rPr>
          <w:szCs w:val="28"/>
        </w:rPr>
        <w:t>___________</w:t>
      </w:r>
      <w:r w:rsidR="006D7C9E" w:rsidRPr="00F265D3">
        <w:rPr>
          <w:szCs w:val="28"/>
        </w:rPr>
        <w:t xml:space="preserve"> </w:t>
      </w:r>
      <w:r w:rsidRPr="00F265D3">
        <w:rPr>
          <w:szCs w:val="28"/>
        </w:rPr>
        <w:t>№ _________</w:t>
      </w:r>
    </w:p>
    <w:p w:rsidR="00E97A1C" w:rsidRPr="00F265D3" w:rsidRDefault="00E97A1C" w:rsidP="00E97A1C">
      <w:pPr>
        <w:pStyle w:val="4"/>
        <w:ind w:firstLine="0"/>
        <w:rPr>
          <w:b w:val="0"/>
          <w:sz w:val="22"/>
          <w:szCs w:val="22"/>
        </w:rPr>
      </w:pPr>
      <w:r w:rsidRPr="00F265D3">
        <w:rPr>
          <w:b w:val="0"/>
          <w:sz w:val="22"/>
          <w:szCs w:val="22"/>
        </w:rPr>
        <w:t>г.Искитим</w:t>
      </w:r>
    </w:p>
    <w:p w:rsidR="006D1E6C" w:rsidRPr="006D1E6C" w:rsidRDefault="006D1E6C" w:rsidP="006D1E6C">
      <w:pPr>
        <w:framePr w:w="4860" w:h="643" w:hSpace="180" w:wrap="notBeside" w:vAnchor="text" w:hAnchor="text" w:y="41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ind w:firstLine="0"/>
        <w:jc w:val="left"/>
        <w:rPr>
          <w:sz w:val="24"/>
          <w:szCs w:val="24"/>
        </w:rPr>
      </w:pPr>
      <w:r w:rsidRPr="006D1E6C">
        <w:rPr>
          <w:sz w:val="24"/>
          <w:szCs w:val="24"/>
        </w:rPr>
        <w:t>Об утверждении Административного</w:t>
      </w:r>
    </w:p>
    <w:p w:rsidR="006D1E6C" w:rsidRPr="006D1E6C" w:rsidRDefault="006D1E6C" w:rsidP="006D1E6C">
      <w:pPr>
        <w:framePr w:w="4860" w:h="643" w:hSpace="180" w:wrap="notBeside" w:vAnchor="text" w:hAnchor="text" w:y="41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ind w:firstLine="0"/>
        <w:jc w:val="left"/>
        <w:rPr>
          <w:sz w:val="24"/>
          <w:szCs w:val="24"/>
        </w:rPr>
      </w:pPr>
      <w:r w:rsidRPr="006D1E6C">
        <w:rPr>
          <w:sz w:val="24"/>
          <w:szCs w:val="24"/>
        </w:rPr>
        <w:t>регламента  предоставления муниципальной</w:t>
      </w:r>
    </w:p>
    <w:p w:rsidR="006D1E6C" w:rsidRPr="006D1E6C" w:rsidRDefault="006D1E6C" w:rsidP="006D1E6C">
      <w:pPr>
        <w:framePr w:w="4860" w:h="643" w:hSpace="180" w:wrap="notBeside" w:vAnchor="text" w:hAnchor="text" w:y="415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ind w:firstLine="0"/>
        <w:jc w:val="left"/>
        <w:rPr>
          <w:sz w:val="24"/>
          <w:szCs w:val="24"/>
        </w:rPr>
      </w:pPr>
      <w:r w:rsidRPr="006D1E6C">
        <w:rPr>
          <w:sz w:val="24"/>
          <w:szCs w:val="24"/>
        </w:rPr>
        <w:t>услуги по предоставлению в аренду  имущества</w:t>
      </w:r>
      <w:r>
        <w:rPr>
          <w:sz w:val="24"/>
          <w:szCs w:val="24"/>
        </w:rPr>
        <w:t xml:space="preserve"> </w:t>
      </w:r>
      <w:r w:rsidRPr="006D1E6C">
        <w:rPr>
          <w:sz w:val="24"/>
          <w:szCs w:val="24"/>
        </w:rPr>
        <w:t>муниципальной казны  без проведения торгов</w:t>
      </w:r>
      <w:r>
        <w:rPr>
          <w:sz w:val="24"/>
          <w:szCs w:val="24"/>
        </w:rPr>
        <w:t xml:space="preserve"> </w:t>
      </w:r>
      <w:r w:rsidRPr="006D1E6C">
        <w:rPr>
          <w:sz w:val="24"/>
          <w:szCs w:val="24"/>
        </w:rPr>
        <w:t>(конкурсов, аукционов)</w:t>
      </w:r>
    </w:p>
    <w:p w:rsidR="00E97A1C" w:rsidRDefault="00E97A1C" w:rsidP="00E97A1C">
      <w:pPr>
        <w:jc w:val="center"/>
        <w:rPr>
          <w:b/>
        </w:rPr>
      </w:pPr>
    </w:p>
    <w:p w:rsidR="00E97A1C" w:rsidRDefault="00E97A1C" w:rsidP="00E97A1C">
      <w:pPr>
        <w:rPr>
          <w:bCs/>
        </w:rPr>
      </w:pPr>
    </w:p>
    <w:p w:rsidR="006D1E6C" w:rsidRDefault="006D1E6C" w:rsidP="00E97A1C">
      <w:pPr>
        <w:rPr>
          <w:bCs/>
        </w:rPr>
      </w:pPr>
    </w:p>
    <w:p w:rsidR="006D1E6C" w:rsidRPr="00CD75E4" w:rsidRDefault="006D1E6C" w:rsidP="006D1E6C">
      <w:pPr>
        <w:tabs>
          <w:tab w:val="left" w:pos="709"/>
        </w:tabs>
        <w:rPr>
          <w:szCs w:val="28"/>
        </w:rPr>
      </w:pPr>
      <w:r w:rsidRPr="00CD75E4">
        <w:rPr>
          <w:szCs w:val="28"/>
        </w:rPr>
        <w:t>В соответствии с Гражданским кодексом Российской Федерации,  Федеральным законом РФ от 26.07.2006 № 135-ФЗ, распоряжением Правительства Российской Федерации  от 17.12.2009 № 1993-р «Об утверждении сводного перечня первоочередных государственных и муниципальных услуг, предоставляемых в электронном виде», постановлением главы района</w:t>
      </w:r>
      <w:r>
        <w:rPr>
          <w:szCs w:val="28"/>
        </w:rPr>
        <w:t xml:space="preserve">                             </w:t>
      </w:r>
      <w:r w:rsidRPr="00CD75E4">
        <w:rPr>
          <w:szCs w:val="28"/>
        </w:rPr>
        <w:t xml:space="preserve"> от 23.05.2011 № 1163 «Об утверждении порядка разработки и утверждения структурными подразделениями администрации Искитимского района Новосибирской области, организациями и учреждениями, оказывающими муниципальные услуги, административных регламентов предоставления муниципальных услуг»</w:t>
      </w:r>
      <w:r>
        <w:rPr>
          <w:szCs w:val="28"/>
        </w:rPr>
        <w:t>,</w:t>
      </w:r>
    </w:p>
    <w:p w:rsidR="006D1E6C" w:rsidRPr="00CD75E4" w:rsidRDefault="006D1E6C" w:rsidP="006D1E6C">
      <w:pPr>
        <w:tabs>
          <w:tab w:val="left" w:pos="709"/>
        </w:tabs>
        <w:ind w:firstLine="0"/>
        <w:rPr>
          <w:szCs w:val="28"/>
        </w:rPr>
      </w:pPr>
      <w:r w:rsidRPr="00CD75E4">
        <w:rPr>
          <w:szCs w:val="28"/>
        </w:rPr>
        <w:t>ПОСТАНОВЛЯЮ:</w:t>
      </w:r>
    </w:p>
    <w:p w:rsidR="006D1E6C" w:rsidRPr="00CD75E4" w:rsidRDefault="006D1E6C" w:rsidP="006D1E6C">
      <w:pPr>
        <w:tabs>
          <w:tab w:val="left" w:pos="709"/>
        </w:tabs>
        <w:spacing w:line="240" w:lineRule="atLeast"/>
        <w:rPr>
          <w:szCs w:val="28"/>
        </w:rPr>
      </w:pPr>
      <w:r w:rsidRPr="00CD75E4">
        <w:rPr>
          <w:szCs w:val="28"/>
        </w:rPr>
        <w:t xml:space="preserve">1.Утвердить административный регламент предоставления  муниципальной  услуги </w:t>
      </w:r>
      <w:r>
        <w:rPr>
          <w:szCs w:val="28"/>
        </w:rPr>
        <w:t xml:space="preserve">предоставления </w:t>
      </w:r>
      <w:r w:rsidRPr="00CD75E4">
        <w:rPr>
          <w:szCs w:val="28"/>
        </w:rPr>
        <w:t>муниципальной  услуги по предоставлению в аренду</w:t>
      </w:r>
      <w:r>
        <w:rPr>
          <w:szCs w:val="28"/>
        </w:rPr>
        <w:t xml:space="preserve">  имущества муниципальной казны</w:t>
      </w:r>
      <w:r w:rsidRPr="00CD75E4">
        <w:rPr>
          <w:szCs w:val="28"/>
        </w:rPr>
        <w:t xml:space="preserve"> без проведения </w:t>
      </w:r>
      <w:r>
        <w:rPr>
          <w:szCs w:val="28"/>
        </w:rPr>
        <w:t>торгов (конкурсов, аукционов)»</w:t>
      </w:r>
      <w:r w:rsidRPr="00CD75E4">
        <w:rPr>
          <w:szCs w:val="28"/>
        </w:rPr>
        <w:t xml:space="preserve"> (Приложение).</w:t>
      </w:r>
    </w:p>
    <w:p w:rsidR="006D1E6C" w:rsidRPr="00CD75E4" w:rsidRDefault="006D1E6C" w:rsidP="006D1E6C">
      <w:pPr>
        <w:tabs>
          <w:tab w:val="left" w:pos="709"/>
        </w:tabs>
        <w:rPr>
          <w:szCs w:val="28"/>
        </w:rPr>
      </w:pPr>
      <w:r w:rsidRPr="00CD75E4">
        <w:rPr>
          <w:szCs w:val="28"/>
        </w:rPr>
        <w:t xml:space="preserve">2.Управлению по имуществу и земельным отношениям администрации района (Чагину С.А.) обеспечить исполнение административного регламента </w:t>
      </w:r>
      <w:r>
        <w:rPr>
          <w:szCs w:val="28"/>
        </w:rPr>
        <w:t>предоставления</w:t>
      </w:r>
      <w:r w:rsidRPr="00CD75E4">
        <w:rPr>
          <w:szCs w:val="28"/>
        </w:rPr>
        <w:t xml:space="preserve">  муниципальной  услуги по предоставлению в аренду  имущества муниципальной казны  без проведени</w:t>
      </w:r>
      <w:r>
        <w:rPr>
          <w:szCs w:val="28"/>
        </w:rPr>
        <w:t>я торгов (конкурсов, аукционов)</w:t>
      </w:r>
      <w:r w:rsidRPr="00CD75E4">
        <w:rPr>
          <w:szCs w:val="28"/>
        </w:rPr>
        <w:t>.</w:t>
      </w:r>
    </w:p>
    <w:p w:rsidR="006D1E6C" w:rsidRPr="00CD75E4" w:rsidRDefault="006D1E6C" w:rsidP="006D1E6C">
      <w:pPr>
        <w:tabs>
          <w:tab w:val="left" w:pos="709"/>
        </w:tabs>
        <w:ind w:right="-6"/>
        <w:rPr>
          <w:szCs w:val="28"/>
        </w:rPr>
      </w:pPr>
      <w:r w:rsidRPr="00CD75E4">
        <w:rPr>
          <w:szCs w:val="28"/>
        </w:rPr>
        <w:t>3.Опубликовать постановление в газете «</w:t>
      </w:r>
      <w:r>
        <w:rPr>
          <w:szCs w:val="28"/>
        </w:rPr>
        <w:t>Искитимская газета»</w:t>
      </w:r>
      <w:r w:rsidRPr="00CD75E4">
        <w:rPr>
          <w:szCs w:val="28"/>
        </w:rPr>
        <w:t xml:space="preserve"> и на сайте адм</w:t>
      </w:r>
      <w:r>
        <w:rPr>
          <w:szCs w:val="28"/>
        </w:rPr>
        <w:t xml:space="preserve">инистрации Искитимского района: </w:t>
      </w:r>
      <w:r w:rsidRPr="00CD75E4">
        <w:rPr>
          <w:szCs w:val="28"/>
          <w:lang w:val="en-US"/>
        </w:rPr>
        <w:t>http</w:t>
      </w:r>
      <w:r w:rsidRPr="00CD75E4">
        <w:rPr>
          <w:szCs w:val="28"/>
        </w:rPr>
        <w:t>//</w:t>
      </w:r>
      <w:r w:rsidRPr="00CD75E4">
        <w:rPr>
          <w:szCs w:val="28"/>
          <w:lang w:val="en-US"/>
        </w:rPr>
        <w:t>www</w:t>
      </w:r>
      <w:r w:rsidRPr="00CD75E4">
        <w:rPr>
          <w:szCs w:val="28"/>
        </w:rPr>
        <w:t>.</w:t>
      </w:r>
      <w:r w:rsidRPr="00CD75E4">
        <w:rPr>
          <w:szCs w:val="28"/>
          <w:lang w:val="en-US"/>
        </w:rPr>
        <w:t>iskitim</w:t>
      </w:r>
      <w:r w:rsidRPr="00CD75E4">
        <w:rPr>
          <w:szCs w:val="28"/>
        </w:rPr>
        <w:t>-</w:t>
      </w:r>
      <w:r w:rsidRPr="00CD75E4">
        <w:rPr>
          <w:szCs w:val="28"/>
          <w:lang w:val="en-US"/>
        </w:rPr>
        <w:t>r</w:t>
      </w:r>
      <w:r w:rsidRPr="00CD75E4">
        <w:rPr>
          <w:szCs w:val="28"/>
        </w:rPr>
        <w:t>.</w:t>
      </w:r>
      <w:r w:rsidRPr="00CD75E4">
        <w:rPr>
          <w:szCs w:val="28"/>
          <w:lang w:val="en-US"/>
        </w:rPr>
        <w:t>ru</w:t>
      </w:r>
      <w:r w:rsidRPr="00CD75E4">
        <w:rPr>
          <w:szCs w:val="28"/>
        </w:rPr>
        <w:t xml:space="preserve"> в разделе </w:t>
      </w:r>
      <w:r>
        <w:rPr>
          <w:szCs w:val="28"/>
        </w:rPr>
        <w:t>«</w:t>
      </w:r>
      <w:r w:rsidRPr="00CD75E4">
        <w:rPr>
          <w:szCs w:val="28"/>
        </w:rPr>
        <w:t>административная реформа</w:t>
      </w:r>
      <w:r>
        <w:rPr>
          <w:szCs w:val="28"/>
        </w:rPr>
        <w:t>»</w:t>
      </w:r>
      <w:r w:rsidRPr="00CD75E4">
        <w:rPr>
          <w:szCs w:val="28"/>
        </w:rPr>
        <w:t>.</w:t>
      </w:r>
    </w:p>
    <w:p w:rsidR="006D1E6C" w:rsidRPr="00CD75E4" w:rsidRDefault="006D1E6C" w:rsidP="006D1E6C">
      <w:pPr>
        <w:ind w:right="-6"/>
        <w:rPr>
          <w:rFonts w:eastAsia="MS Mincho"/>
          <w:szCs w:val="28"/>
        </w:rPr>
      </w:pPr>
      <w:r w:rsidRPr="00CD75E4">
        <w:rPr>
          <w:szCs w:val="28"/>
        </w:rPr>
        <w:t>4.</w:t>
      </w:r>
      <w:r w:rsidRPr="00CD75E4">
        <w:rPr>
          <w:rFonts w:eastAsia="MS Mincho"/>
          <w:szCs w:val="28"/>
        </w:rPr>
        <w:t xml:space="preserve"> Контроль за выполнением постановления  возложить на заместителя главы </w:t>
      </w:r>
      <w:r>
        <w:rPr>
          <w:rFonts w:eastAsia="MS Mincho"/>
          <w:szCs w:val="28"/>
        </w:rPr>
        <w:t>администрации Искитимского района</w:t>
      </w:r>
      <w:r w:rsidRPr="00CD75E4">
        <w:rPr>
          <w:rFonts w:eastAsia="MS Mincho"/>
          <w:szCs w:val="28"/>
        </w:rPr>
        <w:t xml:space="preserve"> по экономическим вопросам Безденежного Б.В.</w:t>
      </w:r>
    </w:p>
    <w:p w:rsidR="00E97A1C" w:rsidRPr="006D1E6C" w:rsidRDefault="00E97A1C" w:rsidP="00E97A1C">
      <w:pPr>
        <w:pStyle w:val="a6"/>
        <w:tabs>
          <w:tab w:val="clear" w:pos="4536"/>
          <w:tab w:val="clear" w:pos="9072"/>
        </w:tabs>
        <w:ind w:firstLine="0"/>
        <w:rPr>
          <w:bCs/>
          <w:szCs w:val="28"/>
        </w:rPr>
      </w:pPr>
    </w:p>
    <w:p w:rsidR="006D1E6C" w:rsidRPr="006D1E6C" w:rsidRDefault="006D1E6C" w:rsidP="00E97A1C">
      <w:pPr>
        <w:pStyle w:val="a6"/>
        <w:tabs>
          <w:tab w:val="clear" w:pos="4536"/>
          <w:tab w:val="clear" w:pos="9072"/>
        </w:tabs>
        <w:ind w:firstLine="0"/>
        <w:rPr>
          <w:bCs/>
          <w:szCs w:val="28"/>
        </w:rPr>
      </w:pPr>
    </w:p>
    <w:p w:rsidR="006D1E6C" w:rsidRPr="006D1E6C" w:rsidRDefault="00E97A1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color w:val="000000"/>
          <w:spacing w:val="-5"/>
          <w:szCs w:val="28"/>
        </w:rPr>
      </w:pPr>
      <w:r>
        <w:rPr>
          <w:bCs/>
          <w:color w:val="000000"/>
          <w:spacing w:val="-5"/>
          <w:szCs w:val="28"/>
        </w:rPr>
        <w:t xml:space="preserve">Глава района                                                                                 </w:t>
      </w:r>
      <w:r w:rsidR="006D5459">
        <w:rPr>
          <w:bCs/>
          <w:color w:val="000000"/>
          <w:spacing w:val="-5"/>
          <w:szCs w:val="28"/>
        </w:rPr>
        <w:t xml:space="preserve">                            О.В.</w:t>
      </w:r>
      <w:r>
        <w:rPr>
          <w:bCs/>
          <w:color w:val="000000"/>
          <w:spacing w:val="-5"/>
          <w:szCs w:val="28"/>
        </w:rPr>
        <w:t>Лагода</w:t>
      </w:r>
    </w:p>
    <w:p w:rsidR="006D1E6C" w:rsidRDefault="006D1E6C" w:rsidP="006D1E6C">
      <w:pPr>
        <w:ind w:left="6946" w:firstLine="0"/>
        <w:jc w:val="center"/>
        <w:rPr>
          <w:sz w:val="24"/>
          <w:szCs w:val="24"/>
        </w:rPr>
      </w:pPr>
      <w:r w:rsidRPr="00296147">
        <w:rPr>
          <w:sz w:val="24"/>
          <w:szCs w:val="24"/>
        </w:rPr>
        <w:lastRenderedPageBreak/>
        <w:t>ПРИЛОЖЕНИЕ:</w:t>
      </w:r>
    </w:p>
    <w:p w:rsidR="006D1E6C" w:rsidRDefault="006D1E6C" w:rsidP="006D1E6C">
      <w:pPr>
        <w:ind w:left="6946" w:firstLine="0"/>
        <w:jc w:val="center"/>
        <w:rPr>
          <w:sz w:val="24"/>
          <w:szCs w:val="24"/>
        </w:rPr>
      </w:pPr>
      <w:r w:rsidRPr="00296147">
        <w:rPr>
          <w:sz w:val="24"/>
          <w:szCs w:val="24"/>
        </w:rPr>
        <w:t>к постановлению администрации района</w:t>
      </w:r>
    </w:p>
    <w:p w:rsidR="006D1E6C" w:rsidRDefault="006D1E6C" w:rsidP="006D1E6C">
      <w:pPr>
        <w:ind w:left="6946"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27.02.2012 № 355</w:t>
      </w: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</w:rPr>
      </w:pPr>
    </w:p>
    <w:p w:rsidR="006D1E6C" w:rsidRPr="006D1E6C" w:rsidRDefault="006D1E6C" w:rsidP="006D1E6C">
      <w:pPr>
        <w:jc w:val="center"/>
        <w:rPr>
          <w:szCs w:val="28"/>
        </w:rPr>
      </w:pPr>
      <w:r w:rsidRPr="006D1E6C">
        <w:rPr>
          <w:szCs w:val="28"/>
        </w:rPr>
        <w:t>АДМИНИСТРАТИВНЫЙ РЕГЛАМЕНТ</w:t>
      </w:r>
    </w:p>
    <w:p w:rsidR="006D1E6C" w:rsidRPr="006D1E6C" w:rsidRDefault="006D1E6C" w:rsidP="006D1E6C">
      <w:pPr>
        <w:jc w:val="center"/>
        <w:rPr>
          <w:szCs w:val="28"/>
        </w:rPr>
      </w:pPr>
      <w:r w:rsidRPr="006D1E6C">
        <w:rPr>
          <w:szCs w:val="28"/>
        </w:rPr>
        <w:t>предоставления муниципальной услуги по предоставлению в аренду имущества муниципальной казны  без проведения торгов</w:t>
      </w:r>
    </w:p>
    <w:p w:rsidR="006D1E6C" w:rsidRPr="006D1E6C" w:rsidRDefault="006D1E6C" w:rsidP="006D1E6C">
      <w:pPr>
        <w:jc w:val="center"/>
        <w:rPr>
          <w:szCs w:val="28"/>
        </w:rPr>
      </w:pPr>
      <w:r w:rsidRPr="006D1E6C">
        <w:rPr>
          <w:szCs w:val="28"/>
        </w:rPr>
        <w:t>(конкурсов, аукционов)</w:t>
      </w:r>
    </w:p>
    <w:p w:rsidR="006D1E6C" w:rsidRPr="006D1E6C" w:rsidRDefault="006D1E6C" w:rsidP="006D1E6C">
      <w:pPr>
        <w:rPr>
          <w:szCs w:val="28"/>
        </w:rPr>
      </w:pPr>
    </w:p>
    <w:p w:rsidR="006D1E6C" w:rsidRPr="006D1E6C" w:rsidRDefault="006D1E6C" w:rsidP="006D1E6C">
      <w:pPr>
        <w:jc w:val="center"/>
        <w:rPr>
          <w:szCs w:val="28"/>
        </w:rPr>
      </w:pPr>
      <w:r w:rsidRPr="006D1E6C">
        <w:rPr>
          <w:szCs w:val="28"/>
        </w:rPr>
        <w:t>1. Общие положения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1.1. Административный регламент предоставления муниципальной услуги  по предоставлению в аренду имущества муниципальной казны без проведения торгов (конкурсов, аукционов) (далее – административный регламент) разработан на основании Федерального закона от 27.07.2010 № 210-ФЗ «Об организации предоставления государственных и муниципальных услуг», постановления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1.2.Заявителями на предоставление муниципальной услуги  являются юридические лица и физические лица, в том числе индивидуальные предприниматели. При предоставлении муниципальной услуги от имени заявителя имеет право выступать его представитель по доверенности.</w:t>
      </w:r>
    </w:p>
    <w:p w:rsidR="006D1E6C" w:rsidRPr="006D1E6C" w:rsidRDefault="006D1E6C" w:rsidP="006D1E6C">
      <w:pPr>
        <w:pStyle w:val="ac"/>
        <w:ind w:firstLine="709"/>
        <w:rPr>
          <w:szCs w:val="28"/>
        </w:rPr>
      </w:pPr>
      <w:r w:rsidRPr="006D1E6C">
        <w:rPr>
          <w:szCs w:val="28"/>
        </w:rPr>
        <w:t>1.3. Требования к порядку информирования о предоставлении муниципальной услуги</w:t>
      </w:r>
    </w:p>
    <w:p w:rsidR="006D1E6C" w:rsidRPr="006D1E6C" w:rsidRDefault="006D1E6C" w:rsidP="006D1E6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1.3.1. Для получения информации по вопросам предоставления муниципальной услуги, в том числе о ходе предоставления муниципальной услуги, заявители обращаются к специалистам управления по имуществу и земельным отношениям администрации  Искитимского района Новосибирской области (далее – управление):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лично в часы приема;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по телефонам  в соответствии с режимом работы управления 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в письменном виде в виде почтового  отправления в адрес управления, либо в виде электронного отправления в адрес  электронной почты администрации Искитимского района Новосибирской области  или управления по имуществу и земельным отношениям управления администрации Искитимского района.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Заявитель вправе приложить к такому обращению необходимые документы и материалы в электронной форме или  направить документы и их копии почтовым отправлением.</w:t>
      </w:r>
    </w:p>
    <w:p w:rsidR="006D1E6C" w:rsidRPr="006D1E6C" w:rsidRDefault="006D1E6C" w:rsidP="006D1E6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Информация о месте нахождения, графике работы, справочных телефонах управления по имуществу и земельным отношениям администрации  Искитимского района Новосибирской области (далее – управление) приводится в приложении 1 к административному регламенту.</w:t>
      </w:r>
    </w:p>
    <w:p w:rsidR="006D1E6C" w:rsidRPr="006D1E6C" w:rsidRDefault="006D1E6C" w:rsidP="006D1E6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Адрес официального сайта администрации в сети Интернет, содержащий информацию о предоставлении муниципальной услуги, адрес электронной почты управления:</w:t>
      </w:r>
    </w:p>
    <w:p w:rsidR="006D1E6C" w:rsidRPr="006D1E6C" w:rsidRDefault="006D1E6C" w:rsidP="006D1E6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6" w:history="1">
        <w:r w:rsidRPr="006D1E6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6D1E6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6D1E6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iskitim</w:t>
        </w:r>
        <w:r w:rsidRPr="006D1E6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6D1E6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</w:t>
        </w:r>
        <w:r w:rsidRPr="006D1E6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6D1E6C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6D1E6C" w:rsidRPr="006D1E6C" w:rsidRDefault="006D1E6C" w:rsidP="006D1E6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 xml:space="preserve">адрес интернет-страницы управления на интернет-сайте администрации </w:t>
      </w:r>
      <w:r w:rsidRPr="006D1E6C">
        <w:rPr>
          <w:rFonts w:ascii="Times New Roman" w:hAnsi="Times New Roman" w:cs="Times New Roman"/>
          <w:sz w:val="28"/>
          <w:szCs w:val="28"/>
        </w:rPr>
        <w:lastRenderedPageBreak/>
        <w:t xml:space="preserve">Искитимского района Новосибирской области: </w:t>
      </w:r>
    </w:p>
    <w:p w:rsidR="006D1E6C" w:rsidRPr="006D1E6C" w:rsidRDefault="006D1E6C" w:rsidP="006D1E6C">
      <w:pPr>
        <w:adjustRightInd w:val="0"/>
        <w:rPr>
          <w:szCs w:val="28"/>
        </w:rPr>
      </w:pPr>
      <w:r w:rsidRPr="006D1E6C">
        <w:rPr>
          <w:szCs w:val="28"/>
        </w:rPr>
        <w:t xml:space="preserve">адрес электронной почты управления: </w:t>
      </w:r>
      <w:r w:rsidRPr="006D1E6C">
        <w:rPr>
          <w:szCs w:val="28"/>
          <w:lang w:val="en-US"/>
        </w:rPr>
        <w:t>E</w:t>
      </w:r>
      <w:r w:rsidRPr="006D1E6C">
        <w:rPr>
          <w:szCs w:val="28"/>
        </w:rPr>
        <w:t>-</w:t>
      </w:r>
      <w:r w:rsidRPr="006D1E6C">
        <w:rPr>
          <w:szCs w:val="28"/>
          <w:lang w:val="en-US"/>
        </w:rPr>
        <w:t>mail</w:t>
      </w:r>
      <w:r w:rsidRPr="006D1E6C">
        <w:rPr>
          <w:szCs w:val="28"/>
        </w:rPr>
        <w:t xml:space="preserve"> </w:t>
      </w:r>
      <w:hyperlink r:id="rId7" w:history="1">
        <w:r w:rsidRPr="006D1E6C">
          <w:rPr>
            <w:rStyle w:val="aa"/>
            <w:color w:val="auto"/>
            <w:szCs w:val="28"/>
            <w:u w:val="none"/>
            <w:lang w:val="en-US"/>
          </w:rPr>
          <w:t>imuh</w:t>
        </w:r>
        <w:r w:rsidRPr="006D1E6C">
          <w:rPr>
            <w:rStyle w:val="aa"/>
            <w:color w:val="auto"/>
            <w:szCs w:val="28"/>
            <w:u w:val="none"/>
          </w:rPr>
          <w:t>_</w:t>
        </w:r>
        <w:r w:rsidRPr="006D1E6C">
          <w:rPr>
            <w:rStyle w:val="aa"/>
            <w:color w:val="auto"/>
            <w:szCs w:val="28"/>
            <w:u w:val="none"/>
            <w:lang w:val="en-US"/>
          </w:rPr>
          <w:t>isk</w:t>
        </w:r>
        <w:r w:rsidRPr="006D1E6C">
          <w:rPr>
            <w:rStyle w:val="aa"/>
            <w:color w:val="auto"/>
            <w:szCs w:val="28"/>
            <w:u w:val="none"/>
          </w:rPr>
          <w:t>@</w:t>
        </w:r>
        <w:r w:rsidRPr="006D1E6C">
          <w:rPr>
            <w:rStyle w:val="aa"/>
            <w:color w:val="auto"/>
            <w:szCs w:val="28"/>
            <w:u w:val="none"/>
            <w:lang w:val="en-US"/>
          </w:rPr>
          <w:t>ngs</w:t>
        </w:r>
        <w:r w:rsidRPr="006D1E6C">
          <w:rPr>
            <w:rStyle w:val="aa"/>
            <w:color w:val="auto"/>
            <w:szCs w:val="28"/>
            <w:u w:val="none"/>
          </w:rPr>
          <w:t>.</w:t>
        </w:r>
        <w:r w:rsidRPr="006D1E6C">
          <w:rPr>
            <w:rStyle w:val="aa"/>
            <w:color w:val="auto"/>
            <w:szCs w:val="28"/>
            <w:u w:val="none"/>
            <w:lang w:val="en-US"/>
          </w:rPr>
          <w:t>ru</w:t>
        </w:r>
      </w:hyperlink>
      <w:r w:rsidRPr="006D1E6C">
        <w:rPr>
          <w:szCs w:val="28"/>
        </w:rPr>
        <w:t>;</w:t>
      </w:r>
    </w:p>
    <w:p w:rsidR="006D1E6C" w:rsidRPr="006D1E6C" w:rsidRDefault="006D1E6C" w:rsidP="006D1E6C">
      <w:pPr>
        <w:rPr>
          <w:szCs w:val="28"/>
        </w:rPr>
      </w:pPr>
      <w:r>
        <w:rPr>
          <w:szCs w:val="28"/>
        </w:rPr>
        <w:t xml:space="preserve">1.3.2. </w:t>
      </w:r>
      <w:r w:rsidRPr="006D1E6C">
        <w:rPr>
          <w:szCs w:val="28"/>
        </w:rPr>
        <w:t>Основанием для консультирования по вопросам предоставления муниципальной услуги является обращение заявителя в управление.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Информирование проводится специалистами управления в двух формах: устно (лично или по телефону) и письменно в виде почтового или электронного отправления.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При ответах на телефонные звонки и обращения заявителей лично в часы приема сотрудники подробно и в вежливой форме информируют обратившихся по интересующим их вопросам.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При невозможности сотрудника самостоятельно ответить на поставленные вопросы в связи с тем, что подготовка ответа требует дополнительного изучения, заявителю предлагается один из трех вариантов действий: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изложить обращение в письменной форме;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назначить другое удобное для заявителя время для консультации;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дать ответ в течение трех рабочих дней по контактному телефону, указанному заявителем.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Информирование в письменной форме осуществляется при получении письменного обращения заявителя в виде почтового или электронного отправления о предоставлении письменной консультации по процедуре предоставления муниципальной услуги. Ответ на обращение готовится в течение 30 дней со дня регистрации письменного обращения в управление. Сотрудник, ответственный за рассмотрение обращения, обеспечивает объективное, всестороннее и своевременное рассмотрение обращения, готовит ответ в письменной форме по существу поставленных вопросов.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Ответ в письменной форме подписывается начальником управления, содержит фамилию и номер телефона исполнителя и направляется по почтовому либо по  адресу электронной почты, указанному в обращении.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Результатом является разъяснение заявителю порядка получения муниципальной услуги.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Индивидуальное устное консультирование каждого заинтересованного лица должностным лицом управления не может превышать 20 минут.</w:t>
      </w:r>
    </w:p>
    <w:p w:rsidR="006D1E6C" w:rsidRPr="006D1E6C" w:rsidRDefault="006D1E6C" w:rsidP="006D1E6C">
      <w:pPr>
        <w:pStyle w:val="ConsPlusNormal1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1.3.3. В помещениях управления предусматриваются</w:t>
      </w:r>
      <w:r w:rsidRPr="006D1E6C">
        <w:rPr>
          <w:rFonts w:ascii="Times New Roman" w:hAnsi="Times New Roman" w:cs="Times New Roman"/>
          <w:iCs/>
          <w:sz w:val="28"/>
          <w:szCs w:val="28"/>
        </w:rPr>
        <w:t xml:space="preserve"> места для информирования заявителей, получения информации и заполнения документов. Также информацию о муниципальной услуги можно получить на официальном сайте администрации, в сети Интернет и в федеральной государственной информационной системе «Единый портал государственных и муниципальных услуг (функций)».</w:t>
      </w:r>
    </w:p>
    <w:p w:rsidR="006D1E6C" w:rsidRPr="006D1E6C" w:rsidRDefault="006D1E6C" w:rsidP="006D1E6C">
      <w:pPr>
        <w:pStyle w:val="ConsPlusNormal1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1E6C">
        <w:rPr>
          <w:rFonts w:ascii="Times New Roman" w:hAnsi="Times New Roman" w:cs="Times New Roman"/>
          <w:iCs/>
          <w:sz w:val="28"/>
          <w:szCs w:val="28"/>
        </w:rPr>
        <w:t>Места для информирования заявителей, получения информации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 и канцелярские принадлежности.</w:t>
      </w:r>
    </w:p>
    <w:p w:rsidR="006D1E6C" w:rsidRPr="006D1E6C" w:rsidRDefault="006D1E6C" w:rsidP="006D1E6C">
      <w:pPr>
        <w:autoSpaceDE w:val="0"/>
        <w:autoSpaceDN w:val="0"/>
        <w:adjustRightInd w:val="0"/>
        <w:rPr>
          <w:iCs/>
          <w:szCs w:val="28"/>
        </w:rPr>
      </w:pPr>
      <w:r w:rsidRPr="006D1E6C">
        <w:rPr>
          <w:iCs/>
          <w:szCs w:val="28"/>
        </w:rPr>
        <w:t>Информационные стенды содержат информацию по вопросам предоставления муниципальной услуги: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образцы заполнения документов, необходимых для получения муниципальной услуги;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lastRenderedPageBreak/>
        <w:t>справочную информацию о сотрудниках управления предоставляющих муниципальную услугу;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текст административного регламента с приложениями.</w:t>
      </w:r>
    </w:p>
    <w:p w:rsidR="006D1E6C" w:rsidRPr="006D1E6C" w:rsidRDefault="006D1E6C" w:rsidP="006D1E6C">
      <w:pPr>
        <w:autoSpaceDE w:val="0"/>
        <w:autoSpaceDN w:val="0"/>
        <w:adjustRightInd w:val="0"/>
        <w:jc w:val="center"/>
        <w:rPr>
          <w:szCs w:val="28"/>
        </w:rPr>
      </w:pPr>
      <w:r w:rsidRPr="006D1E6C">
        <w:rPr>
          <w:szCs w:val="28"/>
        </w:rPr>
        <w:t>2. Стандарт предоставления муниципальной услуги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2.1. Наименование муниципальной услуги: предоставление в аренду имущества муниципальной казны  без проведения торгов (конкурсов, аукционов) (далее – муниципальная услуга).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2.2. Предоставление муниципальной услуги осуществляет управление по имуществу и земельным отношениям Искитимского района Новосибирской области.</w:t>
      </w:r>
    </w:p>
    <w:p w:rsidR="006D1E6C" w:rsidRPr="006D1E6C" w:rsidRDefault="006D1E6C" w:rsidP="006D1E6C">
      <w:pPr>
        <w:pStyle w:val="1"/>
        <w:jc w:val="both"/>
        <w:rPr>
          <w:b w:val="0"/>
          <w:sz w:val="28"/>
          <w:szCs w:val="28"/>
        </w:rPr>
      </w:pPr>
      <w:r w:rsidRPr="006D1E6C">
        <w:rPr>
          <w:b w:val="0"/>
          <w:sz w:val="28"/>
          <w:szCs w:val="28"/>
        </w:rPr>
        <w:t xml:space="preserve">Процедура предоставления муниципальной услуги осуществляется специалистами управления по имуществу и земельным отношениям Искитимского района Новосибирской области (далее - специалисты управления). </w:t>
      </w:r>
    </w:p>
    <w:p w:rsidR="006D1E6C" w:rsidRPr="006D1E6C" w:rsidRDefault="006D1E6C" w:rsidP="006D1E6C">
      <w:pPr>
        <w:pStyle w:val="1"/>
        <w:jc w:val="both"/>
        <w:rPr>
          <w:b w:val="0"/>
          <w:sz w:val="28"/>
          <w:szCs w:val="28"/>
        </w:rPr>
      </w:pPr>
      <w:r w:rsidRPr="006D1E6C">
        <w:rPr>
          <w:b w:val="0"/>
          <w:sz w:val="28"/>
          <w:szCs w:val="28"/>
        </w:rPr>
        <w:t xml:space="preserve">В целях предоставления муниципальной услуги управление взаимодействует с Управлением Федеральной налоговой службы по Новосибирской области, Территориальным органом Федеральной службы государственной статистики по Новосибирской области, </w:t>
      </w:r>
      <w:hyperlink r:id="rId8" w:history="1">
        <w:r w:rsidRPr="006D1E6C">
          <w:rPr>
            <w:rStyle w:val="aa"/>
            <w:b w:val="0"/>
            <w:color w:val="auto"/>
            <w:sz w:val="28"/>
            <w:szCs w:val="28"/>
            <w:u w:val="none"/>
          </w:rPr>
          <w:t>Управлением Федеральной службы государственной регистрации, кадастра и картографии по Новосибирской области</w:t>
        </w:r>
      </w:hyperlink>
      <w:r w:rsidRPr="006D1E6C">
        <w:rPr>
          <w:b w:val="0"/>
          <w:sz w:val="28"/>
          <w:szCs w:val="28"/>
        </w:rPr>
        <w:t xml:space="preserve">, органами местного самоуправления, муниципальными образованиями поселений, 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В целях получения муниципальной услуги заявитель взаимодействует с организациями, занимающимися страхованием объектов, оценкой объектов, собственниками объектов, держателем имущества казны.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2.3 Результатом предоставления муниципальной услуги является: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заключенный между управлением и заявителем договор аренды муниципального имущества (далее – договор аренды);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письменное уведомление об отказе заявителю в предоставлении муниципальной услуги (далее – уведомление об отказе).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2.4. Срок предоставления муниципальной услуги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Максимальный срок предоставления муниципальной услуги составляет не более 30 рабочих дней со дня регистрации в управлении заявления.</w:t>
      </w:r>
    </w:p>
    <w:p w:rsidR="006D1E6C" w:rsidRPr="006D1E6C" w:rsidRDefault="006D1E6C" w:rsidP="006D1E6C">
      <w:pPr>
        <w:pStyle w:val="ConsPlusNormal0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2.5. Предоставление муниципальной услуги осуществляется в соответствии с:</w:t>
      </w:r>
    </w:p>
    <w:p w:rsidR="006D1E6C" w:rsidRPr="006D1E6C" w:rsidRDefault="006D1E6C" w:rsidP="006D1E6C">
      <w:pPr>
        <w:pStyle w:val="ConsPlusNormal0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6D1E6C">
        <w:rPr>
          <w:rFonts w:ascii="Times New Roman" w:hAnsi="Times New Roman" w:cs="Times New Roman"/>
          <w:sz w:val="28"/>
          <w:szCs w:val="28"/>
        </w:rPr>
        <w:t>93 («Российская газета», 25.12.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6D1E6C">
        <w:rPr>
          <w:rFonts w:ascii="Times New Roman" w:hAnsi="Times New Roman" w:cs="Times New Roman"/>
          <w:sz w:val="28"/>
          <w:szCs w:val="28"/>
        </w:rPr>
        <w:t>93, № 237);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(«Российская газета», 08.10.2003, № 202);</w:t>
      </w:r>
    </w:p>
    <w:p w:rsidR="006D1E6C" w:rsidRPr="006D1E6C" w:rsidRDefault="006D1E6C" w:rsidP="006D1E6C">
      <w:pPr>
        <w:pStyle w:val="20"/>
      </w:pPr>
      <w:r w:rsidRPr="006D1E6C">
        <w:t>Гражданским кодексом Российской Федерации (часть первая) от 30.11.</w:t>
      </w:r>
      <w:r>
        <w:t>19</w:t>
      </w:r>
      <w:r w:rsidRPr="006D1E6C">
        <w:t>94 № 51-ФЗ («Российская газета», 08.12.</w:t>
      </w:r>
      <w:r>
        <w:t>19</w:t>
      </w:r>
      <w:r w:rsidRPr="006D1E6C">
        <w:t>94, № 238-239);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Гражданским кодексом Российской Федерации (часть вторая) от 26.01.96 № 14-ФЗ («Российская газета», 06.02.</w:t>
      </w:r>
      <w:r>
        <w:rPr>
          <w:szCs w:val="28"/>
        </w:rPr>
        <w:t>19</w:t>
      </w:r>
      <w:r w:rsidRPr="006D1E6C">
        <w:rPr>
          <w:szCs w:val="28"/>
        </w:rPr>
        <w:t>96, № 23, 07.02.</w:t>
      </w:r>
      <w:r>
        <w:rPr>
          <w:szCs w:val="28"/>
        </w:rPr>
        <w:t>19</w:t>
      </w:r>
      <w:r w:rsidRPr="006D1E6C">
        <w:rPr>
          <w:szCs w:val="28"/>
        </w:rPr>
        <w:t>96, № 24, 08.02.</w:t>
      </w:r>
      <w:r>
        <w:rPr>
          <w:szCs w:val="28"/>
        </w:rPr>
        <w:t>19</w:t>
      </w:r>
      <w:r w:rsidRPr="006D1E6C">
        <w:rPr>
          <w:szCs w:val="28"/>
        </w:rPr>
        <w:t xml:space="preserve">96, </w:t>
      </w:r>
      <w:r>
        <w:rPr>
          <w:szCs w:val="28"/>
        </w:rPr>
        <w:t xml:space="preserve">            </w:t>
      </w:r>
      <w:r w:rsidRPr="006D1E6C">
        <w:rPr>
          <w:szCs w:val="28"/>
        </w:rPr>
        <w:t>№ 25, 10.02.</w:t>
      </w:r>
      <w:r>
        <w:rPr>
          <w:szCs w:val="28"/>
        </w:rPr>
        <w:t>19</w:t>
      </w:r>
      <w:r w:rsidRPr="006D1E6C">
        <w:rPr>
          <w:szCs w:val="28"/>
        </w:rPr>
        <w:t>96, № 27);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Федеральным законом от 26.07.2006 № 135-ФЗ «О защите конкуренции» («Российская газета», 27.07.2006, № 162);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Федеральным законом от 29.07.</w:t>
      </w:r>
      <w:r>
        <w:rPr>
          <w:szCs w:val="28"/>
        </w:rPr>
        <w:t>19</w:t>
      </w:r>
      <w:r w:rsidRPr="006D1E6C">
        <w:rPr>
          <w:szCs w:val="28"/>
        </w:rPr>
        <w:t>98 № 135-ФЗ «Об оценочной деятельности в Российской Федерации» («Российская газета», 06.08.</w:t>
      </w:r>
      <w:r>
        <w:rPr>
          <w:szCs w:val="28"/>
        </w:rPr>
        <w:t>19</w:t>
      </w:r>
      <w:r w:rsidRPr="006D1E6C">
        <w:rPr>
          <w:szCs w:val="28"/>
        </w:rPr>
        <w:t xml:space="preserve">98, </w:t>
      </w:r>
      <w:r>
        <w:rPr>
          <w:szCs w:val="28"/>
        </w:rPr>
        <w:t xml:space="preserve">                       </w:t>
      </w:r>
      <w:r w:rsidRPr="006D1E6C">
        <w:rPr>
          <w:szCs w:val="28"/>
        </w:rPr>
        <w:t>№ 148-149);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lastRenderedPageBreak/>
        <w:t xml:space="preserve">Приказом Федеральной антимонопольной службы России от 10.02.2010 № 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24.02.2010, № 37); </w:t>
      </w:r>
    </w:p>
    <w:p w:rsidR="006D1E6C" w:rsidRPr="006D1E6C" w:rsidRDefault="006D1E6C" w:rsidP="006D1E6C">
      <w:pPr>
        <w:tabs>
          <w:tab w:val="left" w:pos="709"/>
        </w:tabs>
        <w:rPr>
          <w:szCs w:val="28"/>
        </w:rPr>
      </w:pPr>
      <w:r w:rsidRPr="006D1E6C">
        <w:rPr>
          <w:szCs w:val="28"/>
        </w:rPr>
        <w:t xml:space="preserve">Уставом Искитимского района Новосибирской области, принятым решением Совета депутатов Искитимского района Новосибирской области </w:t>
      </w:r>
      <w:r>
        <w:rPr>
          <w:szCs w:val="28"/>
        </w:rPr>
        <w:t xml:space="preserve">                   </w:t>
      </w:r>
      <w:r w:rsidRPr="006D1E6C">
        <w:rPr>
          <w:szCs w:val="28"/>
        </w:rPr>
        <w:t>от 29.09.2009 № 379;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 xml:space="preserve">Постановлением Главы Искитимского района Новосибирской области </w:t>
      </w:r>
      <w:r>
        <w:rPr>
          <w:szCs w:val="28"/>
        </w:rPr>
        <w:t xml:space="preserve">                   </w:t>
      </w:r>
      <w:r w:rsidRPr="006D1E6C">
        <w:rPr>
          <w:szCs w:val="28"/>
        </w:rPr>
        <w:t>от 11.01.2005 № 06  «Об утверждении Положений о структурных подразделениях администрации района»;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pacing w:val="1"/>
          <w:szCs w:val="28"/>
        </w:rPr>
        <w:t xml:space="preserve">Положением об управлении и распоряжении имуществом, находящимся в </w:t>
      </w:r>
      <w:r w:rsidRPr="006D1E6C">
        <w:rPr>
          <w:spacing w:val="-2"/>
          <w:szCs w:val="28"/>
        </w:rPr>
        <w:t xml:space="preserve">собственности Искитимского района, утвержденным решением сессии Совета </w:t>
      </w:r>
      <w:r w:rsidRPr="006D1E6C">
        <w:rPr>
          <w:spacing w:val="3"/>
          <w:szCs w:val="28"/>
        </w:rPr>
        <w:t>депутатов от 16.06.2005 № 33 (с учётом изменений и дополнений);</w:t>
      </w:r>
    </w:p>
    <w:p w:rsidR="006D1E6C" w:rsidRPr="006D1E6C" w:rsidRDefault="006D1E6C" w:rsidP="006D1E6C">
      <w:pPr>
        <w:rPr>
          <w:szCs w:val="28"/>
        </w:rPr>
      </w:pPr>
      <w:r>
        <w:rPr>
          <w:rFonts w:eastAsia="MS Mincho"/>
          <w:szCs w:val="28"/>
        </w:rPr>
        <w:t xml:space="preserve">Положением </w:t>
      </w:r>
      <w:r w:rsidRPr="006D1E6C">
        <w:rPr>
          <w:rFonts w:eastAsia="MS Mincho"/>
          <w:szCs w:val="28"/>
        </w:rPr>
        <w:t xml:space="preserve">о порядке сдачи в аренду  муниципального </w:t>
      </w:r>
      <w:r>
        <w:rPr>
          <w:rFonts w:eastAsia="MS Mincho"/>
          <w:szCs w:val="28"/>
        </w:rPr>
        <w:t xml:space="preserve"> имущества, находящегося в</w:t>
      </w:r>
      <w:r w:rsidRPr="006D1E6C">
        <w:rPr>
          <w:rFonts w:eastAsia="MS Mincho"/>
          <w:szCs w:val="28"/>
        </w:rPr>
        <w:t xml:space="preserve"> собственности Искитимского района, </w:t>
      </w:r>
      <w:r w:rsidRPr="006D1E6C">
        <w:rPr>
          <w:spacing w:val="-2"/>
          <w:szCs w:val="28"/>
        </w:rPr>
        <w:t xml:space="preserve">утвержденным решением сессии Совета </w:t>
      </w:r>
      <w:r w:rsidRPr="006D1E6C">
        <w:rPr>
          <w:spacing w:val="3"/>
          <w:szCs w:val="28"/>
        </w:rPr>
        <w:t>депутатов от 21.09.2010 № 47 (с учётом изменений и дополнений).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2.6. Перечень документов, необходимых для предоставления муниципальной услуги.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2.6.1. Перечень документов, которые заявитель должен представить самостоятельно:</w:t>
      </w:r>
    </w:p>
    <w:p w:rsidR="006D1E6C" w:rsidRPr="006D1E6C" w:rsidRDefault="006D1E6C" w:rsidP="006D1E6C">
      <w:pPr>
        <w:autoSpaceDE w:val="0"/>
        <w:autoSpaceDN w:val="0"/>
        <w:adjustRightInd w:val="0"/>
        <w:rPr>
          <w:iCs/>
          <w:szCs w:val="28"/>
        </w:rPr>
      </w:pPr>
      <w:r w:rsidRPr="006D1E6C">
        <w:rPr>
          <w:iCs/>
          <w:szCs w:val="28"/>
        </w:rPr>
        <w:t xml:space="preserve">письменное заявление о заключении </w:t>
      </w:r>
      <w:r w:rsidRPr="006D1E6C">
        <w:rPr>
          <w:szCs w:val="28"/>
        </w:rPr>
        <w:t xml:space="preserve">договора аренды </w:t>
      </w:r>
      <w:r w:rsidRPr="006D1E6C">
        <w:rPr>
          <w:iCs/>
          <w:szCs w:val="28"/>
        </w:rPr>
        <w:t>по образцу, указанному в приложении  к административному регламенту;</w:t>
      </w:r>
    </w:p>
    <w:p w:rsidR="006D1E6C" w:rsidRPr="006D1E6C" w:rsidRDefault="006D1E6C" w:rsidP="006D1E6C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6D1E6C">
        <w:rPr>
          <w:iCs/>
          <w:sz w:val="28"/>
          <w:szCs w:val="28"/>
        </w:rPr>
        <w:t>копия документа, удостоверяющего личность руководителя юридического лица и индивидуального предпринимателя, заверенная заявителем (копия первого листа и листа с пропиской);</w:t>
      </w:r>
    </w:p>
    <w:p w:rsidR="006D1E6C" w:rsidRPr="006D1E6C" w:rsidRDefault="006D1E6C" w:rsidP="006D1E6C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6D1E6C">
        <w:rPr>
          <w:iCs/>
          <w:sz w:val="28"/>
          <w:szCs w:val="28"/>
        </w:rPr>
        <w:t>копия документа, подтверждающая полномочия руководителя (для юридического лица);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bCs/>
          <w:szCs w:val="28"/>
        </w:rPr>
        <w:t>надлежащим образом оформленная доверенность</w:t>
      </w:r>
      <w:r w:rsidRPr="006D1E6C">
        <w:rPr>
          <w:szCs w:val="28"/>
        </w:rPr>
        <w:t xml:space="preserve"> (для представителей заявителей);</w:t>
      </w:r>
    </w:p>
    <w:p w:rsidR="006D1E6C" w:rsidRPr="006D1E6C" w:rsidRDefault="006D1E6C" w:rsidP="006D1E6C">
      <w:pPr>
        <w:pStyle w:val="20"/>
        <w:autoSpaceDE/>
        <w:adjustRightInd/>
        <w:rPr>
          <w:iCs/>
        </w:rPr>
      </w:pPr>
      <w:r w:rsidRPr="006D1E6C">
        <w:rPr>
          <w:iCs/>
        </w:rPr>
        <w:t>копия предыдущего договора аренды муниципального имущества (при его наличии);</w:t>
      </w:r>
    </w:p>
    <w:p w:rsidR="006D1E6C" w:rsidRPr="006D1E6C" w:rsidRDefault="006D1E6C" w:rsidP="006D1E6C">
      <w:pPr>
        <w:rPr>
          <w:iCs/>
          <w:szCs w:val="28"/>
        </w:rPr>
      </w:pPr>
      <w:r w:rsidRPr="006D1E6C">
        <w:rPr>
          <w:iCs/>
          <w:szCs w:val="28"/>
        </w:rPr>
        <w:t>для арендаторов – субъектов малого и среднего предпринимательства, договоры аренды муниципального имущества с которыми были заключены до 01.07.2008 – документы, подтверждающие статус субъекта малого и среднего предпринимательств  (для юридических лиц- справка формы федерального статистического наблюдения «Формы № ПМ» за предшествующий год, копия устава (с учетом последних изменений), заверенная печатью заявителя (с указанием даты заверения); для ООО – список участников общества, для ЗАО и ОАО – выписка из реестра акционеров;</w:t>
      </w:r>
    </w:p>
    <w:p w:rsidR="006D1E6C" w:rsidRPr="006D1E6C" w:rsidRDefault="006D1E6C" w:rsidP="006D1E6C">
      <w:pPr>
        <w:rPr>
          <w:iCs/>
          <w:szCs w:val="28"/>
        </w:rPr>
      </w:pPr>
      <w:r w:rsidRPr="006D1E6C">
        <w:rPr>
          <w:iCs/>
          <w:szCs w:val="28"/>
        </w:rPr>
        <w:t>копии документов, удостоверяющих личность (для иных физических лиц).</w:t>
      </w:r>
    </w:p>
    <w:p w:rsidR="006D1E6C" w:rsidRPr="006D1E6C" w:rsidRDefault="006D1E6C" w:rsidP="006D1E6C">
      <w:pPr>
        <w:rPr>
          <w:iCs/>
          <w:szCs w:val="28"/>
        </w:rPr>
      </w:pPr>
      <w:r w:rsidRPr="006D1E6C">
        <w:rPr>
          <w:iCs/>
          <w:szCs w:val="28"/>
        </w:rPr>
        <w:t>2.6.2. Перечень документов, которые заявитель может предоставить по собственной инициативе  (так как они подлежат представлению в рамках межведомственного информационного взаимодействия):</w:t>
      </w:r>
    </w:p>
    <w:p w:rsidR="006D1E6C" w:rsidRPr="006D1E6C" w:rsidRDefault="006D1E6C" w:rsidP="006D1E6C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6D1E6C">
        <w:rPr>
          <w:iCs/>
          <w:sz w:val="28"/>
          <w:szCs w:val="28"/>
        </w:rPr>
        <w:lastRenderedPageBreak/>
        <w:t>копия свидетельства о внесении записи в Единый государственный реестр юридических лиц или индивидуальных предпринимателей, заверенная заявителем (для юридических лиц и индивидуальных предпринимателей);</w:t>
      </w:r>
    </w:p>
    <w:p w:rsidR="006D1E6C" w:rsidRPr="006D1E6C" w:rsidRDefault="006D1E6C" w:rsidP="006D1E6C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6D1E6C">
        <w:rPr>
          <w:iCs/>
          <w:sz w:val="28"/>
          <w:szCs w:val="28"/>
        </w:rPr>
        <w:t>копия свидетельства о постановке на учёт в налоговом органе, заверенная заявителем (для юридических лиц и индивидуальных предпринимателей);</w:t>
      </w:r>
    </w:p>
    <w:p w:rsidR="006D1E6C" w:rsidRPr="006D1E6C" w:rsidRDefault="006D1E6C" w:rsidP="006D1E6C">
      <w:pPr>
        <w:pStyle w:val="20"/>
        <w:autoSpaceDE/>
        <w:adjustRightInd/>
        <w:rPr>
          <w:iCs/>
        </w:rPr>
      </w:pPr>
      <w:r w:rsidRPr="006D1E6C">
        <w:rPr>
          <w:iCs/>
        </w:rPr>
        <w:t>поэтажный план и экспликация с обозначением передаваемого в аренду недвижимого имущества, подписанные организацией, осуществляющей обслуживание муниципального имущества (при наличии - балансодержателем) и арендатором (каждый лист) (при переоформлении ранее заключенного договора аренды недвижимого имущества);</w:t>
      </w:r>
    </w:p>
    <w:p w:rsidR="006D1E6C" w:rsidRPr="006D1E6C" w:rsidRDefault="006D1E6C" w:rsidP="006D1E6C">
      <w:pPr>
        <w:pStyle w:val="20"/>
        <w:autoSpaceDE/>
        <w:adjustRightInd/>
      </w:pPr>
      <w:r w:rsidRPr="006D1E6C">
        <w:t>расчет задолженности по арендной плате, подтверждающий отсутствие задолженности по арендной плате (в случае, если раньше заключался договор аренды муниципального имущества) (осуществляется специалистом управления при приеме заявления);</w:t>
      </w:r>
    </w:p>
    <w:p w:rsidR="006D1E6C" w:rsidRPr="006D1E6C" w:rsidRDefault="006D1E6C" w:rsidP="006D1E6C">
      <w:pPr>
        <w:rPr>
          <w:rFonts w:eastAsiaTheme="minorHAnsi"/>
          <w:szCs w:val="28"/>
          <w:lang w:eastAsia="en-US"/>
        </w:rPr>
      </w:pPr>
      <w:r w:rsidRPr="006D1E6C">
        <w:rPr>
          <w:szCs w:val="28"/>
        </w:rPr>
        <w:t xml:space="preserve">копия информационного письма о регистрационном учете в </w:t>
      </w:r>
      <w:r w:rsidRPr="006D1E6C">
        <w:rPr>
          <w:rFonts w:eastAsiaTheme="minorHAnsi"/>
          <w:szCs w:val="28"/>
          <w:lang w:eastAsia="en-US"/>
        </w:rPr>
        <w:t>соответствующем федеральном  органе, осуществляющем  государственный статистический учет.</w:t>
      </w:r>
    </w:p>
    <w:p w:rsidR="006D1E6C" w:rsidRPr="006D1E6C" w:rsidRDefault="006D1E6C" w:rsidP="006D1E6C">
      <w:pPr>
        <w:pStyle w:val="20"/>
        <w:autoSpaceDE/>
        <w:adjustRightInd/>
        <w:rPr>
          <w:iCs/>
        </w:rPr>
      </w:pPr>
      <w:r w:rsidRPr="006D1E6C">
        <w:t>страховой полис и копию платежного поручения об оплате страхового взноса;</w:t>
      </w:r>
    </w:p>
    <w:p w:rsidR="006D1E6C" w:rsidRPr="006D1E6C" w:rsidRDefault="006D1E6C" w:rsidP="006D1E6C">
      <w:pPr>
        <w:tabs>
          <w:tab w:val="left" w:pos="3150"/>
        </w:tabs>
        <w:rPr>
          <w:szCs w:val="28"/>
        </w:rPr>
      </w:pPr>
      <w:r w:rsidRPr="006D1E6C">
        <w:rPr>
          <w:szCs w:val="28"/>
        </w:rPr>
        <w:t>2.7. Заявителю отказывается в приеме документов, необходимых для предоставления муниципальной услуги, в связи с невозможностью их прочтения, отсутствием документов, указанных в подпункте 2.6.1.</w:t>
      </w:r>
    </w:p>
    <w:p w:rsidR="006D1E6C" w:rsidRPr="006D1E6C" w:rsidRDefault="006D1E6C" w:rsidP="006D1E6C">
      <w:pPr>
        <w:tabs>
          <w:tab w:val="left" w:pos="3150"/>
        </w:tabs>
        <w:rPr>
          <w:szCs w:val="28"/>
        </w:rPr>
      </w:pPr>
      <w:r w:rsidRPr="006D1E6C">
        <w:rPr>
          <w:iCs/>
          <w:szCs w:val="28"/>
        </w:rPr>
        <w:t>2.8. Заявителю отказывается в предоставлении муниципальной услуги если:</w:t>
      </w:r>
    </w:p>
    <w:p w:rsidR="006D1E6C" w:rsidRPr="006D1E6C" w:rsidRDefault="006D1E6C" w:rsidP="006D1E6C">
      <w:pPr>
        <w:pStyle w:val="20"/>
        <w:rPr>
          <w:iCs/>
        </w:rPr>
      </w:pPr>
      <w:r w:rsidRPr="006D1E6C">
        <w:rPr>
          <w:iCs/>
        </w:rPr>
        <w:t>отсутствуют правовые основания для предоставления заявителю муниципального имущества без проведения торгов;</w:t>
      </w:r>
    </w:p>
    <w:p w:rsidR="006D1E6C" w:rsidRPr="006D1E6C" w:rsidRDefault="006D1E6C" w:rsidP="006D1E6C">
      <w:pPr>
        <w:pStyle w:val="20"/>
        <w:rPr>
          <w:iCs/>
        </w:rPr>
      </w:pPr>
      <w:r w:rsidRPr="006D1E6C">
        <w:rPr>
          <w:iCs/>
        </w:rPr>
        <w:t>отсутствует на момент обращения заявителя свободное муниципальное имущество, которое может быть передано в аренду;</w:t>
      </w:r>
    </w:p>
    <w:p w:rsidR="006D1E6C" w:rsidRPr="006D1E6C" w:rsidRDefault="006D1E6C" w:rsidP="006D1E6C">
      <w:pPr>
        <w:pStyle w:val="20"/>
        <w:rPr>
          <w:iCs/>
        </w:rPr>
      </w:pPr>
      <w:r w:rsidRPr="006D1E6C">
        <w:rPr>
          <w:iCs/>
        </w:rPr>
        <w:t>в отношении указанного в заявлении заявителя муниципального имущества принято решение о проведении торгов;</w:t>
      </w:r>
    </w:p>
    <w:p w:rsidR="006D1E6C" w:rsidRPr="006D1E6C" w:rsidRDefault="006D1E6C" w:rsidP="006D1E6C">
      <w:pPr>
        <w:pStyle w:val="20"/>
        <w:rPr>
          <w:iCs/>
        </w:rPr>
      </w:pPr>
      <w:r w:rsidRPr="006D1E6C">
        <w:rPr>
          <w:iCs/>
        </w:rPr>
        <w:t>в отношении указанного в заявлении заявителя муниципального имущества принято решение о предоставлении его государственным органам, органам местного самоуправления Искитимского района Новосибирской области, муниципальным органам Искитимского района Новосибирской области, государственным и муниципальным учреждениям;</w:t>
      </w:r>
    </w:p>
    <w:p w:rsidR="006D1E6C" w:rsidRPr="006D1E6C" w:rsidRDefault="006D1E6C" w:rsidP="006D1E6C">
      <w:pPr>
        <w:pStyle w:val="20"/>
        <w:rPr>
          <w:iCs/>
        </w:rPr>
      </w:pPr>
      <w:r w:rsidRPr="006D1E6C">
        <w:rPr>
          <w:iCs/>
        </w:rPr>
        <w:t>указанное в заявлении заявителя муниципальное имущество является предметом действующего договора аренды, безвозмездного пользования.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2.9. Муниципальная услуга предоставляется заявителям бесплатно.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2.10. Время ожидания заявителя в очереди при подаче или получении документов составляет не более 45 минут.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2.11. Регистрация заявления осуществляется в течение 20 минут.</w:t>
      </w:r>
    </w:p>
    <w:p w:rsidR="006D1E6C" w:rsidRPr="006D1E6C" w:rsidRDefault="006D1E6C" w:rsidP="006D1E6C">
      <w:pPr>
        <w:tabs>
          <w:tab w:val="left" w:pos="1080"/>
        </w:tabs>
        <w:autoSpaceDE w:val="0"/>
        <w:autoSpaceDN w:val="0"/>
        <w:adjustRightInd w:val="0"/>
        <w:rPr>
          <w:iCs/>
          <w:szCs w:val="28"/>
        </w:rPr>
      </w:pPr>
      <w:r w:rsidRPr="006D1E6C">
        <w:rPr>
          <w:szCs w:val="28"/>
        </w:rPr>
        <w:t>2.12. При предоставлении муниципальной услуги п</w:t>
      </w:r>
      <w:r w:rsidRPr="006D1E6C">
        <w:rPr>
          <w:iCs/>
          <w:szCs w:val="28"/>
        </w:rPr>
        <w:t>рием заявителей осуществляется в определенных для этих целей помещениях (далее – помещения).</w:t>
      </w:r>
    </w:p>
    <w:p w:rsidR="006D1E6C" w:rsidRPr="006D1E6C" w:rsidRDefault="006D1E6C" w:rsidP="006D1E6C">
      <w:pPr>
        <w:pStyle w:val="ConsPlusNormal1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1E6C">
        <w:rPr>
          <w:rFonts w:ascii="Times New Roman" w:hAnsi="Times New Roman" w:cs="Times New Roman"/>
          <w:iCs/>
          <w:sz w:val="28"/>
          <w:szCs w:val="28"/>
        </w:rPr>
        <w:t>У входа в каждое помещение размещается табличка с наименованием помещения.</w:t>
      </w:r>
    </w:p>
    <w:p w:rsidR="006D1E6C" w:rsidRPr="006D1E6C" w:rsidRDefault="006D1E6C" w:rsidP="006D1E6C">
      <w:pPr>
        <w:pStyle w:val="ConsPlusNormal1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1E6C">
        <w:rPr>
          <w:rFonts w:ascii="Times New Roman" w:hAnsi="Times New Roman" w:cs="Times New Roman"/>
          <w:iCs/>
          <w:sz w:val="28"/>
          <w:szCs w:val="28"/>
        </w:rPr>
        <w:t>Помещения оборудуются системой кондиционирования воздуха, противопожарной системой и средствами пожаротушения, системой охраны и соответствуют санитарно-эпидемиологическим правилам и нормам.</w:t>
      </w:r>
    </w:p>
    <w:p w:rsidR="006D1E6C" w:rsidRPr="006D1E6C" w:rsidRDefault="006D1E6C" w:rsidP="006D1E6C">
      <w:pPr>
        <w:pStyle w:val="ConsPlusNormal1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1E6C">
        <w:rPr>
          <w:rFonts w:ascii="Times New Roman" w:hAnsi="Times New Roman" w:cs="Times New Roman"/>
          <w:iCs/>
          <w:sz w:val="28"/>
          <w:szCs w:val="28"/>
        </w:rPr>
        <w:t xml:space="preserve">С целью информирования заявителей о фамилии, имени, отчестве и должности сотрудников, предоставляющих муниципальную услугу, специалисты </w:t>
      </w:r>
      <w:r w:rsidRPr="006D1E6C">
        <w:rPr>
          <w:rFonts w:ascii="Times New Roman" w:hAnsi="Times New Roman" w:cs="Times New Roman"/>
          <w:iCs/>
          <w:sz w:val="28"/>
          <w:szCs w:val="28"/>
        </w:rPr>
        <w:lastRenderedPageBreak/>
        <w:t>обеспечиваются личными идентификационными карточками и (или) настольными табличками.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В целях обеспечения конфиденциальности сведений одним специалистом одновременно ведется прием только одного заявителя. Одновременное консультирование и (или) прием двух или более заявителей не допускается.</w:t>
      </w:r>
    </w:p>
    <w:p w:rsidR="006D1E6C" w:rsidRPr="006D1E6C" w:rsidRDefault="006D1E6C" w:rsidP="006D1E6C">
      <w:pPr>
        <w:pStyle w:val="ConsPlusNormal1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1E6C">
        <w:rPr>
          <w:rFonts w:ascii="Times New Roman" w:hAnsi="Times New Roman" w:cs="Times New Roman"/>
          <w:iCs/>
          <w:sz w:val="28"/>
          <w:szCs w:val="28"/>
        </w:rPr>
        <w:t>Требования к парковочным местам: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 xml:space="preserve">На территории, прилегающей к зданию, в котором расположены помещения, </w:t>
      </w:r>
      <w:r w:rsidRPr="006D1E6C">
        <w:rPr>
          <w:iCs/>
          <w:szCs w:val="28"/>
        </w:rPr>
        <w:t>используемые для предоставления муниципальной услуги</w:t>
      </w:r>
      <w:r w:rsidRPr="006D1E6C">
        <w:rPr>
          <w:szCs w:val="28"/>
        </w:rPr>
        <w:t>, оборудуются парковочные места для стоянки легкового автотранспорта, в том числе не менее трех – для транспортных средств инвалидов.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Доступ заявителей к парковочным местам является бесплатным.</w:t>
      </w:r>
    </w:p>
    <w:p w:rsidR="006D1E6C" w:rsidRPr="006D1E6C" w:rsidRDefault="006D1E6C" w:rsidP="006D1E6C">
      <w:pPr>
        <w:tabs>
          <w:tab w:val="left" w:pos="1080"/>
        </w:tabs>
        <w:autoSpaceDE w:val="0"/>
        <w:autoSpaceDN w:val="0"/>
        <w:adjustRightInd w:val="0"/>
        <w:rPr>
          <w:iCs/>
          <w:szCs w:val="28"/>
        </w:rPr>
      </w:pPr>
      <w:r w:rsidRPr="006D1E6C">
        <w:rPr>
          <w:iCs/>
          <w:szCs w:val="28"/>
        </w:rPr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2.13. Показатели доступности предоставления муниципальной услуги</w:t>
      </w:r>
    </w:p>
    <w:p w:rsidR="006D1E6C" w:rsidRPr="006D1E6C" w:rsidRDefault="006D1E6C" w:rsidP="006D1E6C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E6C">
        <w:rPr>
          <w:sz w:val="28"/>
          <w:szCs w:val="28"/>
        </w:rPr>
        <w:t>Муниципальная услуга определяется двумя основными характеристиками: доступностью и качеством, представляющими собой совокупность количественных и качественных параметров, позволяющих измерять, учитывать, контролировать и оценивать результат предоставления муниципальной услуги.</w:t>
      </w:r>
    </w:p>
    <w:p w:rsidR="006D1E6C" w:rsidRPr="006D1E6C" w:rsidRDefault="006D1E6C" w:rsidP="006D1E6C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E6C">
        <w:rPr>
          <w:sz w:val="28"/>
          <w:szCs w:val="28"/>
        </w:rPr>
        <w:t>Показатели доступности муниципальной услуги - это обеспечение открытости деятельности Управления и общедоступности муниципальных информационных ресурсов, создание условий для эффективного взаимодействия между Управлением и получателями муниципальной услуги.</w:t>
      </w:r>
    </w:p>
    <w:p w:rsidR="006D1E6C" w:rsidRPr="006D1E6C" w:rsidRDefault="006D1E6C" w:rsidP="006D1E6C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1E6C">
        <w:rPr>
          <w:sz w:val="28"/>
          <w:szCs w:val="28"/>
        </w:rPr>
        <w:t>Качество муниципальной услуги определяется соблюдением срока предоставления муниципальной услуги и отсутствием поданных в установленном порядке обоснованных жалоб на действия (бездействие) должностных лиц, осуществленные в ходе предоставления муниципальной услуги.</w:t>
      </w:r>
    </w:p>
    <w:p w:rsidR="006D1E6C" w:rsidRPr="006D1E6C" w:rsidRDefault="006D1E6C" w:rsidP="006D1E6C">
      <w:pPr>
        <w:jc w:val="center"/>
        <w:rPr>
          <w:szCs w:val="28"/>
        </w:rPr>
      </w:pPr>
      <w:r w:rsidRPr="006D1E6C">
        <w:rPr>
          <w:szCs w:val="28"/>
        </w:rPr>
        <w:t>3. Состав, последовательность и сроки выполнения административных процедур</w:t>
      </w:r>
    </w:p>
    <w:p w:rsidR="006D1E6C" w:rsidRPr="006D1E6C" w:rsidRDefault="006D1E6C" w:rsidP="006D1E6C">
      <w:pPr>
        <w:autoSpaceDE w:val="0"/>
        <w:autoSpaceDN w:val="0"/>
        <w:adjustRightInd w:val="0"/>
        <w:outlineLvl w:val="1"/>
        <w:rPr>
          <w:szCs w:val="28"/>
        </w:rPr>
      </w:pPr>
      <w:r w:rsidRPr="006D1E6C">
        <w:rPr>
          <w:szCs w:val="28"/>
        </w:rPr>
        <w:t>3.1. Административные процедуры:</w:t>
      </w:r>
    </w:p>
    <w:p w:rsidR="006D1E6C" w:rsidRPr="006D1E6C" w:rsidRDefault="006D1E6C" w:rsidP="006D1E6C">
      <w:pPr>
        <w:tabs>
          <w:tab w:val="left" w:pos="1080"/>
        </w:tabs>
        <w:autoSpaceDE w:val="0"/>
        <w:autoSpaceDN w:val="0"/>
        <w:adjustRightInd w:val="0"/>
        <w:spacing w:line="0" w:lineRule="atLeast"/>
        <w:rPr>
          <w:szCs w:val="28"/>
        </w:rPr>
      </w:pPr>
      <w:r>
        <w:rPr>
          <w:szCs w:val="28"/>
        </w:rPr>
        <w:t xml:space="preserve">- </w:t>
      </w:r>
      <w:r w:rsidRPr="006D1E6C">
        <w:rPr>
          <w:szCs w:val="28"/>
        </w:rPr>
        <w:t>Консультирование заявителей по вопросам предоставления муниципальной услуги</w:t>
      </w:r>
    </w:p>
    <w:p w:rsidR="006D1E6C" w:rsidRPr="006D1E6C" w:rsidRDefault="006D1E6C" w:rsidP="006D1E6C">
      <w:pPr>
        <w:autoSpaceDE w:val="0"/>
        <w:autoSpaceDN w:val="0"/>
        <w:adjustRightInd w:val="0"/>
        <w:spacing w:line="0" w:lineRule="atLeast"/>
        <w:outlineLvl w:val="1"/>
        <w:rPr>
          <w:szCs w:val="28"/>
        </w:rPr>
      </w:pPr>
      <w:r>
        <w:rPr>
          <w:szCs w:val="28"/>
        </w:rPr>
        <w:t xml:space="preserve">- </w:t>
      </w:r>
      <w:r w:rsidRPr="006D1E6C">
        <w:rPr>
          <w:szCs w:val="28"/>
        </w:rPr>
        <w:t>Прием заявления и документов на получение муниципальной услуги</w:t>
      </w:r>
    </w:p>
    <w:p w:rsidR="006D1E6C" w:rsidRPr="006D1E6C" w:rsidRDefault="006D1E6C" w:rsidP="006D1E6C">
      <w:pPr>
        <w:autoSpaceDE w:val="0"/>
        <w:autoSpaceDN w:val="0"/>
        <w:adjustRightInd w:val="0"/>
        <w:spacing w:line="0" w:lineRule="atLeast"/>
        <w:outlineLvl w:val="1"/>
        <w:rPr>
          <w:szCs w:val="28"/>
        </w:rPr>
      </w:pPr>
      <w:r>
        <w:rPr>
          <w:szCs w:val="28"/>
        </w:rPr>
        <w:t xml:space="preserve">- </w:t>
      </w:r>
      <w:r w:rsidRPr="006D1E6C">
        <w:rPr>
          <w:szCs w:val="28"/>
        </w:rPr>
        <w:t>Проверка документов на установление наличия права на получение муниципальной услуги</w:t>
      </w:r>
    </w:p>
    <w:p w:rsidR="006D1E6C" w:rsidRPr="006D1E6C" w:rsidRDefault="006D1E6C" w:rsidP="006D1E6C">
      <w:pPr>
        <w:pStyle w:val="ConsPlusNormal0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1E6C">
        <w:rPr>
          <w:rFonts w:ascii="Times New Roman" w:hAnsi="Times New Roman" w:cs="Times New Roman"/>
          <w:sz w:val="28"/>
          <w:szCs w:val="28"/>
        </w:rPr>
        <w:t>Принятие решения о предоставлении или об отказе в предоставлении муниципальной услуги</w:t>
      </w:r>
    </w:p>
    <w:p w:rsidR="006D1E6C" w:rsidRPr="006D1E6C" w:rsidRDefault="006D1E6C" w:rsidP="006D1E6C">
      <w:pPr>
        <w:autoSpaceDE w:val="0"/>
        <w:autoSpaceDN w:val="0"/>
        <w:adjustRightInd w:val="0"/>
        <w:outlineLvl w:val="1"/>
        <w:rPr>
          <w:szCs w:val="28"/>
        </w:rPr>
      </w:pPr>
      <w:r w:rsidRPr="006D1E6C">
        <w:rPr>
          <w:szCs w:val="28"/>
        </w:rPr>
        <w:t>3.2 Блок-схема последовательности административных процедур приводится в приложении  к административному регламенту.</w:t>
      </w:r>
    </w:p>
    <w:p w:rsidR="006D1E6C" w:rsidRPr="006D1E6C" w:rsidRDefault="006D1E6C" w:rsidP="006D1E6C">
      <w:pPr>
        <w:tabs>
          <w:tab w:val="left" w:pos="709"/>
        </w:tabs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3.3. Консультирование заявителей по вопросам предоставления муниципальной услуги</w:t>
      </w:r>
    </w:p>
    <w:p w:rsidR="006D1E6C" w:rsidRPr="006D1E6C" w:rsidRDefault="006D1E6C" w:rsidP="006D1E6C">
      <w:pPr>
        <w:tabs>
          <w:tab w:val="left" w:pos="709"/>
        </w:tabs>
        <w:autoSpaceDE w:val="0"/>
        <w:autoSpaceDN w:val="0"/>
        <w:adjustRightInd w:val="0"/>
        <w:outlineLvl w:val="1"/>
        <w:rPr>
          <w:szCs w:val="28"/>
        </w:rPr>
      </w:pPr>
      <w:r w:rsidRPr="006D1E6C">
        <w:rPr>
          <w:szCs w:val="28"/>
        </w:rPr>
        <w:t>3.3.1. Основанием для консультирования по вопросам предоставления муниципальной услуги является обращение заявителя в управление.</w:t>
      </w:r>
    </w:p>
    <w:p w:rsidR="006D1E6C" w:rsidRPr="006D1E6C" w:rsidRDefault="006D1E6C" w:rsidP="006D1E6C">
      <w:r w:rsidRPr="006D1E6C">
        <w:t>3.3.2. Консультирование проводится специалистами управления в двух формах: устно (лично или по телефону) и письменно</w:t>
      </w:r>
      <w:r>
        <w:t xml:space="preserve"> </w:t>
      </w:r>
      <w:r w:rsidRPr="006D1E6C">
        <w:t>(почтовым или электронным отправлением).</w:t>
      </w:r>
    </w:p>
    <w:p w:rsidR="006D1E6C" w:rsidRPr="006D1E6C" w:rsidRDefault="006D1E6C" w:rsidP="006D1E6C">
      <w:r w:rsidRPr="006D1E6C">
        <w:t>При ответах на телефонные звонки и обращения заявителей лично специалисты подробно и в вежливой форме информируют обратившихся по интересующим их вопросам.</w:t>
      </w:r>
    </w:p>
    <w:p w:rsidR="006D1E6C" w:rsidRPr="006D1E6C" w:rsidRDefault="006D1E6C" w:rsidP="006D1E6C">
      <w:pPr>
        <w:autoSpaceDE w:val="0"/>
        <w:autoSpaceDN w:val="0"/>
        <w:adjustRightInd w:val="0"/>
        <w:outlineLvl w:val="2"/>
        <w:rPr>
          <w:szCs w:val="28"/>
        </w:rPr>
      </w:pPr>
      <w:r w:rsidRPr="006D1E6C">
        <w:rPr>
          <w:szCs w:val="28"/>
        </w:rPr>
        <w:lastRenderedPageBreak/>
        <w:t>Если изложенные по телефону в устной форме факты и обстоятельства не требуют дополнительного изучения, ответ на обращение с согласия заявителя дается устно, о чем делается запись в журнале регистрации устных обращений.</w:t>
      </w:r>
    </w:p>
    <w:p w:rsidR="006D1E6C" w:rsidRPr="006D1E6C" w:rsidRDefault="006D1E6C" w:rsidP="006D1E6C">
      <w:pPr>
        <w:autoSpaceDE w:val="0"/>
        <w:autoSpaceDN w:val="0"/>
        <w:adjustRightInd w:val="0"/>
        <w:outlineLvl w:val="2"/>
        <w:rPr>
          <w:szCs w:val="28"/>
        </w:rPr>
      </w:pPr>
      <w:r w:rsidRPr="006D1E6C">
        <w:rPr>
          <w:szCs w:val="28"/>
        </w:rPr>
        <w:t>Если подготовка ответа требует дополнительного изучения документов, заявителю предлагается один из двух вариантов действий:</w:t>
      </w:r>
    </w:p>
    <w:p w:rsidR="006D1E6C" w:rsidRPr="006D1E6C" w:rsidRDefault="006D1E6C" w:rsidP="006D1E6C">
      <w:pPr>
        <w:autoSpaceDE w:val="0"/>
        <w:autoSpaceDN w:val="0"/>
        <w:adjustRightInd w:val="0"/>
        <w:outlineLvl w:val="2"/>
        <w:rPr>
          <w:szCs w:val="28"/>
        </w:rPr>
      </w:pPr>
      <w:r w:rsidRPr="006D1E6C">
        <w:rPr>
          <w:szCs w:val="28"/>
        </w:rPr>
        <w:t>изложить обращение в письменной форме с предоставлением документов;</w:t>
      </w:r>
    </w:p>
    <w:p w:rsidR="006D1E6C" w:rsidRPr="006D1E6C" w:rsidRDefault="006D1E6C" w:rsidP="006D1E6C">
      <w:pPr>
        <w:autoSpaceDE w:val="0"/>
        <w:autoSpaceDN w:val="0"/>
        <w:adjustRightInd w:val="0"/>
        <w:outlineLvl w:val="2"/>
        <w:rPr>
          <w:szCs w:val="28"/>
        </w:rPr>
      </w:pPr>
      <w:r w:rsidRPr="006D1E6C">
        <w:rPr>
          <w:szCs w:val="28"/>
        </w:rPr>
        <w:t>назначить другое удобное для заявителя время для консультирования.</w:t>
      </w:r>
    </w:p>
    <w:p w:rsidR="006D1E6C" w:rsidRPr="006D1E6C" w:rsidRDefault="006D1E6C" w:rsidP="006D1E6C">
      <w:pPr>
        <w:autoSpaceDE w:val="0"/>
        <w:autoSpaceDN w:val="0"/>
        <w:adjustRightInd w:val="0"/>
        <w:outlineLvl w:val="2"/>
        <w:rPr>
          <w:szCs w:val="28"/>
        </w:rPr>
      </w:pPr>
      <w:r w:rsidRPr="006D1E6C">
        <w:rPr>
          <w:szCs w:val="28"/>
        </w:rPr>
        <w:t>3.3.3. Прием письменных заявлений производится специалистами в дни согласно графику приема заявителей.</w:t>
      </w:r>
    </w:p>
    <w:p w:rsidR="006D1E6C" w:rsidRPr="006D1E6C" w:rsidRDefault="006D1E6C" w:rsidP="006D1E6C">
      <w:pPr>
        <w:autoSpaceDE w:val="0"/>
        <w:autoSpaceDN w:val="0"/>
        <w:adjustRightInd w:val="0"/>
        <w:outlineLvl w:val="2"/>
        <w:rPr>
          <w:szCs w:val="28"/>
        </w:rPr>
      </w:pPr>
      <w:r w:rsidRPr="006D1E6C">
        <w:rPr>
          <w:szCs w:val="28"/>
        </w:rPr>
        <w:t>При личном приеме заявитель предъявляет документ, удостоверяющий его личность. Если от имени заявителя выступает его законный представитель либо представитель по доверенности, он предъявляет оформленный надлежащим образом документ, подтверждающий его полномочия.</w:t>
      </w:r>
    </w:p>
    <w:p w:rsidR="006D1E6C" w:rsidRPr="006D1E6C" w:rsidRDefault="006D1E6C" w:rsidP="006D1E6C">
      <w:pPr>
        <w:autoSpaceDE w:val="0"/>
        <w:autoSpaceDN w:val="0"/>
        <w:adjustRightInd w:val="0"/>
        <w:outlineLvl w:val="2"/>
        <w:rPr>
          <w:szCs w:val="28"/>
        </w:rPr>
      </w:pPr>
      <w:r w:rsidRPr="006D1E6C">
        <w:rPr>
          <w:szCs w:val="28"/>
        </w:rPr>
        <w:t>Если во время личного приема заявителя решение поставленных вопросов невозможно, предлагается изложить обращение в письменной форме.</w:t>
      </w:r>
    </w:p>
    <w:p w:rsidR="006D1E6C" w:rsidRPr="006D1E6C" w:rsidRDefault="006D1E6C" w:rsidP="006D1E6C">
      <w:pPr>
        <w:autoSpaceDE w:val="0"/>
        <w:autoSpaceDN w:val="0"/>
        <w:adjustRightInd w:val="0"/>
        <w:outlineLvl w:val="2"/>
        <w:rPr>
          <w:szCs w:val="28"/>
        </w:rPr>
      </w:pPr>
      <w:r w:rsidRPr="006D1E6C">
        <w:rPr>
          <w:szCs w:val="28"/>
        </w:rPr>
        <w:t>3.3.4. Результатом приема заявителей является разъяснение порядка предоставления муниципальной услуги или ответ на обращение.</w:t>
      </w:r>
    </w:p>
    <w:p w:rsidR="006D1E6C" w:rsidRPr="006D1E6C" w:rsidRDefault="006D1E6C" w:rsidP="006D1E6C">
      <w:pPr>
        <w:autoSpaceDE w:val="0"/>
        <w:autoSpaceDN w:val="0"/>
        <w:adjustRightInd w:val="0"/>
        <w:outlineLvl w:val="2"/>
        <w:rPr>
          <w:szCs w:val="28"/>
        </w:rPr>
      </w:pPr>
      <w:r w:rsidRPr="006D1E6C">
        <w:rPr>
          <w:szCs w:val="28"/>
        </w:rPr>
        <w:t>Индивидуальное устное консультирование каждого заинтересованного лица специалистом управления не может превышать 15 минут.</w:t>
      </w:r>
    </w:p>
    <w:p w:rsidR="006D1E6C" w:rsidRPr="006D1E6C" w:rsidRDefault="006D1E6C" w:rsidP="006D1E6C">
      <w:pPr>
        <w:autoSpaceDE w:val="0"/>
        <w:autoSpaceDN w:val="0"/>
        <w:adjustRightInd w:val="0"/>
        <w:outlineLvl w:val="1"/>
        <w:rPr>
          <w:szCs w:val="28"/>
        </w:rPr>
      </w:pPr>
      <w:r w:rsidRPr="006D1E6C">
        <w:rPr>
          <w:szCs w:val="28"/>
        </w:rPr>
        <w:t>3.4. Прием заявления и документов на получение муниципальной услуги.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3.4.1. Основанием для начала административной процедуры по приему  заявления и документов на получение муниципальной услуги является подача письменного заявления с документами, необходимыми для получения муниципальной услуги в управление.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3.4.2. Специалист управления (далее – специалист по приему заявления):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фамилии, имена и отчества заявителей, адреса регистрации написаны полностью;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в документах нет подчисток, приписок, зачеркнутых слов и иных неоговоренных исправлений;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пакет представленных документов полностью укомплектован.</w:t>
      </w:r>
    </w:p>
    <w:p w:rsidR="006D1E6C" w:rsidRPr="006D1E6C" w:rsidRDefault="006D1E6C" w:rsidP="006D1E6C">
      <w:pPr>
        <w:tabs>
          <w:tab w:val="left" w:pos="1260"/>
        </w:tabs>
        <w:rPr>
          <w:szCs w:val="28"/>
        </w:rPr>
      </w:pPr>
      <w:r w:rsidRPr="006D1E6C">
        <w:rPr>
          <w:szCs w:val="28"/>
        </w:rPr>
        <w:t>3.4.3. При отсутствии необходимых документов, несоответствия представленных документов установленным требованиям, специалист по приему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6D1E6C" w:rsidRPr="006D1E6C" w:rsidRDefault="006D1E6C" w:rsidP="006D1E6C">
      <w:pPr>
        <w:tabs>
          <w:tab w:val="left" w:pos="1260"/>
        </w:tabs>
        <w:rPr>
          <w:szCs w:val="28"/>
        </w:rPr>
      </w:pPr>
      <w:r w:rsidRPr="006D1E6C">
        <w:rPr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3.4.4. Специалист, ответственный за прием документов, сверяет подлинники и копии документов, предоставленных заявителем.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lastRenderedPageBreak/>
        <w:t>3.4.5. Специалист, ответственный за прием документов, вносит запись в журнал регистрации заявлений о предоставлении муниципальной услуги по образцу, указанному в приложении  и регистрирует заявление в информационной базе данных управления.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3.4.6. Результатом выполнения административной процедуры является прием документов заявителя на получение муниципальной услуги.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Максимальная продолжительность административной процедуры не должна превышать 20 минут.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3.5. Проверка документов на установление наличия права на получение муниципальной услуги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3.5.1. Основанием для проверки документов на установление наличия права на получение муниципальной услуги является передача заявления и документов специалисту управления по рассмотрению заявления (далее – специалист по рассмотрению заявления).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3.5.2. Специалист по рассмотрению заявления проверяет: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полномочия заявителя;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соответствие заявления и документов требованиям, установленным пунктом 2.6 административного регламента.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3.5.3. Специалист по рассмотрению заявления заносит информацию о результатах рассмотрения заявления в информационную базу данных управления в день осуществления административных действий по рассмотрению заявления.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 xml:space="preserve">3.5.4. Результатом выполнения административной процедуры является установление наличия права на получение муниципальной услуги. 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3.5.5.Проверка документов на установление права на получение муниципальной услуги осуществляется в течение 5 дней с момента регистрации заявления.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3.6. Принятие решения о предоставлении или об отказе в предоставлении муниципальной услуги</w:t>
      </w:r>
    </w:p>
    <w:p w:rsidR="006D1E6C" w:rsidRPr="006D1E6C" w:rsidRDefault="006D1E6C" w:rsidP="006D1E6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3.6.1. В случае установления отсутствия права на получение муниципальной услуги, специалист по рассмотрению заявления в течение 15 дней со дня рассмотрения заявления и приложенных документов осуществляет подготовку уведомления об отказе, в котором указывается причина такого отказа, и в течение 2 дней со дня подготовки обеспечивает направление данного уведомления в адрес заявителя.</w:t>
      </w:r>
    </w:p>
    <w:p w:rsidR="006D1E6C" w:rsidRPr="006D1E6C" w:rsidRDefault="006D1E6C" w:rsidP="006D1E6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3.6.2. В случае установления наличия права на получение муниципальной услуги, специалист по рассмотрению заявления осуществляет подготовку договора аренды.</w:t>
      </w:r>
    </w:p>
    <w:p w:rsidR="006D1E6C" w:rsidRPr="006D1E6C" w:rsidRDefault="006D1E6C" w:rsidP="006D1E6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 xml:space="preserve">3.6.3. Проект договора аренды оформляется в соответствии с примерной формой, приведенной в приложении 4 к административному регламенту. 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3.6.4. Срок подготовки проекта договора аренды составляет не более 5 дней со дня рассмотрения заявления.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3.6.5.Специалист по рассмотрению заявлений выдает заявителю проект договора аренды в течение 3 дней со дня его подготовки.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3.6.6. Проект договора аренды  выдается для подписания заявителю лично или его представителю.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3.6.7. Заявитель по истечению 10 дней со дня получения проекта договора аренды обязан представить подписанный проект договора аренды в Управление.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 xml:space="preserve">3.6.8. В течение 3 дней со дня поступления проекта договора аренды, подписанного заявителем, договор аренды подписывается начальником </w:t>
      </w:r>
      <w:r w:rsidRPr="006D1E6C">
        <w:rPr>
          <w:rFonts w:ascii="Times New Roman" w:hAnsi="Times New Roman" w:cs="Times New Roman"/>
          <w:sz w:val="28"/>
          <w:szCs w:val="28"/>
        </w:rPr>
        <w:lastRenderedPageBreak/>
        <w:t>управления.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 xml:space="preserve">3.6.9. Специалист по рассмотрению заявления в течение 3 дней заносит информацию о заключении договора аренды в информационную базу данных управления  и регистрирует договор аренды в журнале регистрации управления. 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При регистрации договору аренды присваивается дата и регистрационный номер.</w:t>
      </w:r>
    </w:p>
    <w:p w:rsidR="006D1E6C" w:rsidRPr="006D1E6C" w:rsidRDefault="006D1E6C" w:rsidP="006D1E6C">
      <w:pPr>
        <w:pStyle w:val="ConsPlusNormal0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3.6.10. Зарегистрированный договор аренды выдается заявителю лично или его представителю в течение 2 дней.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3.6.11. Результатом административной процедуры по принятию решения о предоставлении или об отказе в предоставлении муниципальной услуги является выдача заявителю договора аренды или уведомления об отказе.</w:t>
      </w:r>
    </w:p>
    <w:p w:rsidR="006D1E6C" w:rsidRPr="006D1E6C" w:rsidRDefault="006D1E6C" w:rsidP="006D1E6C">
      <w:pPr>
        <w:jc w:val="center"/>
        <w:rPr>
          <w:szCs w:val="28"/>
        </w:rPr>
      </w:pPr>
      <w:r w:rsidRPr="006D1E6C">
        <w:rPr>
          <w:szCs w:val="28"/>
        </w:rPr>
        <w:t>4. Контроль за предоставлением муниципальной услуги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4.1. Контроль за предоставлением муниципальной услуги осуществляется в форме текущего контроля за соблюдением и исполнением специалистами управления положений административного регламента, полноты и качества предоставления муниципальной услуги.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4.2. Текущий контроль за соблюдением исполнения специалистами управления положений административного регламента осуществляет начальник управления.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4.3.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для устранения соответствующих нарушений.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Для проведения проверки постановлением Главы района  создается комиссия, в состав которой включаются специалисты администрации.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Периодичность проведения проверок носит плановый характер (осуществляется на основании полугодовых или годовых планов работы), тематический характер и внеплановый характер (по конкретному обращению).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Акт подписывается всеми членами комиссии, начальником управления и специалистами, в отношении которых проведена проверка.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4.4. Ответственность должностных лиц управления закрепляется в должностных инструкциях.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4.5. 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В случае проведения внеплановой проверки по конкретному обращению заявителя, в течение 30 дней со дня регистрации письменного обращения обратившемуся заявителю направляется по почте информация о результатах проверки, проведенной по обращению.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Граждане, их объединения и организации вправе осуществлять устные и направлять письменные обращения  в управление и администрацию с просьбой предоставить информацию о ходе выполнения административных процедур.</w:t>
      </w:r>
    </w:p>
    <w:p w:rsidR="006D1E6C" w:rsidRPr="006D1E6C" w:rsidRDefault="006D1E6C" w:rsidP="006D1E6C">
      <w:pPr>
        <w:jc w:val="center"/>
        <w:rPr>
          <w:szCs w:val="28"/>
        </w:rPr>
      </w:pPr>
      <w:r w:rsidRPr="006D1E6C">
        <w:rPr>
          <w:szCs w:val="28"/>
        </w:rPr>
        <w:t>5. Досудебный (внесудебный) порядок обжалования решений и действий (бездействия) управления, а также должностных лиц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5.1. В случае нарушения прав заявителей они вправе обжаловать действия (бездействия) должностного лица, а также принимаемое им решение во внесудебном и (или) судебном порядке.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lastRenderedPageBreak/>
        <w:t>Заявитель вправе обжаловать, действия (бездействие):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должностных лиц управления  - начальнику управления, и (или) в суд;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начальника управления – главе администрации и (или) в суд.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Запись заявителя на личный прием начальника управления, главы администрации осуществляется при личном обращении в приемную соответствующего руководителя.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5.2. Заявитель вправе обратиться с жалобой в письменной и устной форме или направить жалобу по почте.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Жалоба в письменной форме должна содержать следующую информацию: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 xml:space="preserve">фамилию, имя, отчество (последнее - при наличии) заявителя,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форме; 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наименование структурного подразделения администрации Искитимского района Новосибирской области, в которое направляется жалоба, либо фамилию, имя, отчество должностного лица либо должность соответствующего лица;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суть жалобы;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личную подпись и дату.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Дополнительно в обращении могут быть указаны: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наименование органа, должность, фамилия, имя и отчество специалиста (при наличии информации), решение, действие (бездействие) которого обжалуется;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суть обжалуемого действия (бездействия);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обстоятельства, на основании которых обратившийся считает, что нарушены его права, свободы и законные интересы, созданы препятствия к их реализации,  либо незаконно возложена какая-либо обязанность;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иные сведения, которые заявитель считает необходимым сообщить.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5.3. При обращении в письменной форме срок рассмотрения обращения не должен превышать 30 календарных дней с момента регистрации такого обращения.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В случае направления запроса государственным органам, другим органам местного самоуправления и иным должностным лицам для получения необходимых для рассмотрения обращения документов и материалов начальник управления, иное уполномоченное должностное лицо вправе продлить срок рассмотрения обращения не более чем на 30 календарных дней, уведомив о продлении срока его рассмотрения заявителя.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5.4. По результатам рассмотрения жалобы начальником управления или главой администрации принимается решение об удовлетворении требований либо об отказе в удовлетворении жалобы.</w:t>
      </w:r>
    </w:p>
    <w:p w:rsidR="006D1E6C" w:rsidRPr="006D1E6C" w:rsidRDefault="006D1E6C" w:rsidP="006D1E6C">
      <w:pPr>
        <w:rPr>
          <w:szCs w:val="28"/>
        </w:rPr>
      </w:pPr>
      <w:r w:rsidRPr="006D1E6C">
        <w:rPr>
          <w:szCs w:val="28"/>
        </w:rPr>
        <w:t>Письменный ответ, содержащий результаты рассмотрения обращения, направляется обратившемуся заявителю.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5.5. Порядок рассмотрения жалобы: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если в жалобе не указана фамилия (название) заявителя, направившего жалобу, и почтовый или электронный адрес, по которому должен быть направлен ответ, ответ на жалобу не дается.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lastRenderedPageBreak/>
        <w:t>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по подведомственности;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жалоба, в которой содержатся нецензурные, либо оскорбительные выражения, угрозы жизни, здоровью и имуществу должностного лица, а также членов его семьи, оставляется без ответа по существу поставленных в ней вопросов. Заявителю, жалоба которого оставлена без ответа, сообщается о недопустимости злоупотребления правом.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 xml:space="preserve">если текст жалобы не поддается прочтению, ответ на жалобу не дается, о чем сообщается заявителю, ее направившему, если его фамилия (название) и почтовый адрес поддаются прочтению; 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если в жалобе содержится вопрос, на который заявителю многократно давались письменные (в т.ч. по электронной почте)  ответы по существу в связи с ранее направляемыми жалобами, и при этом в жалобе не приводятся новые доводы или обстоятельства,   начальником управления, главой администрации принимается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одно и то же структурное подразделение или одному и тому же должностному лицу.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О данном решении уведомляется заявитель, направивший жалобу.</w:t>
      </w:r>
    </w:p>
    <w:p w:rsidR="006D1E6C" w:rsidRPr="006D1E6C" w:rsidRDefault="006D1E6C" w:rsidP="006D1E6C">
      <w:pPr>
        <w:autoSpaceDE w:val="0"/>
        <w:autoSpaceDN w:val="0"/>
        <w:adjustRightInd w:val="0"/>
        <w:rPr>
          <w:szCs w:val="28"/>
        </w:rPr>
      </w:pPr>
      <w:r w:rsidRPr="006D1E6C">
        <w:rPr>
          <w:szCs w:val="28"/>
        </w:rPr>
        <w:t>5.6. Решения, действия (бездействия) должностных лиц управления могут быть обжалованы в арбитражный суд, в суд общей юрисдикции в течение трех месяцев со дня, когда заявителю стало известно о нарушении его прав и законных интересов.</w:t>
      </w: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Pr="0005254E" w:rsidRDefault="006D1E6C" w:rsidP="006D1E6C">
      <w:pPr>
        <w:pStyle w:val="ConsPlusNormal0"/>
        <w:ind w:left="6237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05254E">
        <w:rPr>
          <w:rFonts w:ascii="Times New Roman" w:hAnsi="Times New Roman" w:cs="Times New Roman"/>
        </w:rPr>
        <w:t xml:space="preserve">РИЛОЖЕНИЕ </w:t>
      </w:r>
    </w:p>
    <w:p w:rsidR="006D1E6C" w:rsidRPr="0005254E" w:rsidRDefault="006D1E6C" w:rsidP="006D1E6C">
      <w:pPr>
        <w:pStyle w:val="ConsPlusNormal0"/>
        <w:widowControl/>
        <w:ind w:left="6237" w:firstLine="0"/>
        <w:jc w:val="both"/>
        <w:rPr>
          <w:rFonts w:ascii="Times New Roman" w:hAnsi="Times New Roman" w:cs="Times New Roman"/>
        </w:rPr>
      </w:pPr>
      <w:r w:rsidRPr="0005254E">
        <w:rPr>
          <w:rFonts w:ascii="Times New Roman" w:hAnsi="Times New Roman" w:cs="Times New Roman"/>
        </w:rPr>
        <w:t>к административному регламенту предоставления муниципальной услуги по предоставлению в аренду имущества муниципальной без проведения торгов (конкурсов, аукционов)</w:t>
      </w: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Pr="006847C3" w:rsidRDefault="006D1E6C" w:rsidP="006D1E6C">
      <w:pPr>
        <w:pStyle w:val="ConsPlusNormal1"/>
        <w:widowControl/>
        <w:tabs>
          <w:tab w:val="left" w:pos="709"/>
        </w:tabs>
        <w:ind w:left="57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6847C3">
        <w:rPr>
          <w:rFonts w:ascii="Times New Roman" w:hAnsi="Times New Roman" w:cs="Times New Roman"/>
          <w:sz w:val="28"/>
          <w:szCs w:val="28"/>
        </w:rPr>
        <w:t>Информация о месте нахождения, графике работы, справочных телефонах управления, администрации Искитимского района Новосибирской области</w:t>
      </w:r>
    </w:p>
    <w:p w:rsidR="006D1E6C" w:rsidRPr="006847C3" w:rsidRDefault="006D1E6C" w:rsidP="006D1E6C">
      <w:pPr>
        <w:pStyle w:val="ConsPlusNormal1"/>
        <w:ind w:left="57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4"/>
        <w:gridCol w:w="2397"/>
        <w:gridCol w:w="2682"/>
        <w:gridCol w:w="1898"/>
        <w:gridCol w:w="2186"/>
      </w:tblGrid>
      <w:tr w:rsidR="006D1E6C" w:rsidRPr="006847C3" w:rsidTr="00DA7337">
        <w:tc>
          <w:tcPr>
            <w:tcW w:w="1076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2567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788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2006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График работы</w:t>
            </w:r>
          </w:p>
        </w:tc>
        <w:tc>
          <w:tcPr>
            <w:tcW w:w="1701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Справочные телефоны</w:t>
            </w:r>
          </w:p>
        </w:tc>
      </w:tr>
      <w:tr w:rsidR="006D1E6C" w:rsidRPr="006847C3" w:rsidTr="00DA7337">
        <w:tc>
          <w:tcPr>
            <w:tcW w:w="1076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7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8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6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5</w:t>
            </w:r>
          </w:p>
        </w:tc>
      </w:tr>
      <w:tr w:rsidR="006D1E6C" w:rsidRPr="006847C3" w:rsidTr="00DA7337">
        <w:tc>
          <w:tcPr>
            <w:tcW w:w="1076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7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Управление  по имуществу и земельным отношениям администрации Искитимского района</w:t>
            </w:r>
          </w:p>
        </w:tc>
        <w:tc>
          <w:tcPr>
            <w:tcW w:w="2788" w:type="dxa"/>
          </w:tcPr>
          <w:p w:rsidR="006D1E6C" w:rsidRPr="006D1E6C" w:rsidRDefault="006D1E6C" w:rsidP="006D1E6C">
            <w:pPr>
              <w:pStyle w:val="ab"/>
              <w:spacing w:before="0" w:beforeAutospacing="0" w:after="0" w:afterAutospacing="0"/>
              <w:jc w:val="both"/>
              <w:rPr>
                <w:rStyle w:val="ae"/>
                <w:b w:val="0"/>
                <w:sz w:val="20"/>
                <w:szCs w:val="20"/>
              </w:rPr>
            </w:pPr>
            <w:bookmarkStart w:id="0" w:name="up"/>
            <w:r w:rsidRPr="006D1E6C">
              <w:rPr>
                <w:rStyle w:val="ae"/>
                <w:b w:val="0"/>
                <w:sz w:val="20"/>
                <w:szCs w:val="20"/>
              </w:rPr>
              <w:t xml:space="preserve">633209,Новосибирская обл., г.Искитим, </w:t>
            </w:r>
          </w:p>
          <w:p w:rsidR="006D1E6C" w:rsidRPr="006D1E6C" w:rsidRDefault="006D1E6C" w:rsidP="006D1E6C">
            <w:pPr>
              <w:pStyle w:val="ab"/>
              <w:spacing w:before="0" w:beforeAutospacing="0" w:after="0" w:afterAutospacing="0"/>
              <w:jc w:val="both"/>
              <w:rPr>
                <w:rStyle w:val="ae"/>
                <w:b w:val="0"/>
                <w:sz w:val="20"/>
                <w:szCs w:val="20"/>
              </w:rPr>
            </w:pPr>
            <w:r w:rsidRPr="006D1E6C">
              <w:rPr>
                <w:rStyle w:val="ae"/>
                <w:b w:val="0"/>
                <w:sz w:val="20"/>
                <w:szCs w:val="20"/>
              </w:rPr>
              <w:t>ул. Пушкина,39</w:t>
            </w:r>
          </w:p>
          <w:p w:rsidR="006D1E6C" w:rsidRPr="006D1E6C" w:rsidRDefault="006D1E6C" w:rsidP="006D1E6C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D1E6C">
              <w:rPr>
                <w:rStyle w:val="ae"/>
                <w:b w:val="0"/>
                <w:sz w:val="20"/>
                <w:szCs w:val="20"/>
              </w:rPr>
              <w:t>каб. 213,215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color w:val="4F81BD"/>
              </w:rPr>
            </w:pPr>
            <w:r w:rsidRPr="006D1E6C">
              <w:rPr>
                <w:rStyle w:val="ae"/>
                <w:rFonts w:ascii="Times New Roman" w:hAnsi="Times New Roman" w:cs="Times New Roman"/>
                <w:b w:val="0"/>
              </w:rPr>
              <w:t xml:space="preserve">адрес электронной почты: </w:t>
            </w:r>
            <w:bookmarkEnd w:id="0"/>
            <w:r w:rsidRPr="006D1E6C">
              <w:rPr>
                <w:rStyle w:val="ae"/>
                <w:rFonts w:ascii="Times New Roman" w:hAnsi="Times New Roman" w:cs="Times New Roman"/>
                <w:b w:val="0"/>
                <w:color w:val="4F81BD"/>
                <w:lang w:val="en-US"/>
              </w:rPr>
              <w:t>imuh</w:t>
            </w:r>
            <w:r w:rsidRPr="006D1E6C">
              <w:rPr>
                <w:rStyle w:val="ae"/>
                <w:rFonts w:ascii="Times New Roman" w:hAnsi="Times New Roman" w:cs="Times New Roman"/>
                <w:b w:val="0"/>
                <w:color w:val="4F81BD"/>
              </w:rPr>
              <w:t>_</w:t>
            </w:r>
            <w:r w:rsidRPr="006D1E6C">
              <w:rPr>
                <w:rStyle w:val="ae"/>
                <w:rFonts w:ascii="Times New Roman" w:hAnsi="Times New Roman" w:cs="Times New Roman"/>
                <w:b w:val="0"/>
                <w:color w:val="4F81BD"/>
                <w:lang w:val="en-US"/>
              </w:rPr>
              <w:t>isk</w:t>
            </w:r>
            <w:r w:rsidRPr="006D1E6C">
              <w:rPr>
                <w:rStyle w:val="ae"/>
                <w:rFonts w:ascii="Times New Roman" w:hAnsi="Times New Roman" w:cs="Times New Roman"/>
                <w:b w:val="0"/>
                <w:color w:val="4F81BD"/>
              </w:rPr>
              <w:t>@</w:t>
            </w:r>
            <w:r w:rsidRPr="006D1E6C">
              <w:rPr>
                <w:rStyle w:val="ae"/>
                <w:rFonts w:ascii="Times New Roman" w:hAnsi="Times New Roman" w:cs="Times New Roman"/>
                <w:b w:val="0"/>
                <w:color w:val="4F81BD"/>
                <w:lang w:val="en-US"/>
              </w:rPr>
              <w:t>ngs</w:t>
            </w:r>
            <w:r w:rsidRPr="006D1E6C">
              <w:rPr>
                <w:rStyle w:val="ae"/>
                <w:rFonts w:ascii="Times New Roman" w:hAnsi="Times New Roman" w:cs="Times New Roman"/>
                <w:b w:val="0"/>
                <w:color w:val="4F81BD"/>
              </w:rPr>
              <w:t>.</w:t>
            </w:r>
            <w:r w:rsidRPr="006D1E6C">
              <w:rPr>
                <w:rStyle w:val="ae"/>
                <w:rFonts w:ascii="Times New Roman" w:hAnsi="Times New Roman" w:cs="Times New Roman"/>
                <w:b w:val="0"/>
                <w:color w:val="4F81BD"/>
                <w:lang w:val="en-US"/>
              </w:rPr>
              <w:t>ru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понедельник-четверг: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с 8.00 до 17.12;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пятница: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с 8.00 до 16.12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перерыв на обед: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с 13.00 до 14.00</w:t>
            </w:r>
          </w:p>
        </w:tc>
        <w:tc>
          <w:tcPr>
            <w:tcW w:w="1701" w:type="dxa"/>
          </w:tcPr>
          <w:p w:rsidR="006D1E6C" w:rsidRPr="006D1E6C" w:rsidRDefault="006D1E6C" w:rsidP="006D1E6C">
            <w:pPr>
              <w:ind w:firstLine="0"/>
              <w:rPr>
                <w:rStyle w:val="ae"/>
                <w:b w:val="0"/>
                <w:sz w:val="20"/>
              </w:rPr>
            </w:pPr>
            <w:r w:rsidRPr="006D1E6C">
              <w:rPr>
                <w:rStyle w:val="ae"/>
                <w:b w:val="0"/>
                <w:sz w:val="20"/>
              </w:rPr>
              <w:t>тел (38343)</w:t>
            </w:r>
          </w:p>
          <w:p w:rsidR="006D1E6C" w:rsidRPr="006D1E6C" w:rsidRDefault="006D1E6C" w:rsidP="006D1E6C">
            <w:pPr>
              <w:ind w:firstLine="0"/>
              <w:rPr>
                <w:sz w:val="20"/>
              </w:rPr>
            </w:pPr>
            <w:r w:rsidRPr="006D1E6C">
              <w:rPr>
                <w:rStyle w:val="ae"/>
                <w:b w:val="0"/>
                <w:sz w:val="20"/>
              </w:rPr>
              <w:t>42774,42775</w:t>
            </w:r>
            <w:r w:rsidRPr="006D1E6C">
              <w:rPr>
                <w:sz w:val="20"/>
              </w:rPr>
              <w:t xml:space="preserve"> </w:t>
            </w:r>
          </w:p>
        </w:tc>
      </w:tr>
      <w:tr w:rsidR="006D1E6C" w:rsidRPr="00CF3185" w:rsidTr="006D1E6C">
        <w:trPr>
          <w:trHeight w:val="1595"/>
        </w:trPr>
        <w:tc>
          <w:tcPr>
            <w:tcW w:w="1076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2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Администрация Искитимского района Новосибирской области</w:t>
            </w:r>
          </w:p>
        </w:tc>
        <w:tc>
          <w:tcPr>
            <w:tcW w:w="2788" w:type="dxa"/>
          </w:tcPr>
          <w:p w:rsidR="006D1E6C" w:rsidRPr="006D1E6C" w:rsidRDefault="006D1E6C" w:rsidP="006D1E6C">
            <w:pPr>
              <w:pStyle w:val="ab"/>
              <w:spacing w:before="0" w:beforeAutospacing="0" w:after="0" w:afterAutospacing="0"/>
              <w:jc w:val="both"/>
              <w:rPr>
                <w:rStyle w:val="ae"/>
                <w:b w:val="0"/>
                <w:sz w:val="20"/>
                <w:szCs w:val="20"/>
              </w:rPr>
            </w:pPr>
            <w:r w:rsidRPr="006D1E6C">
              <w:rPr>
                <w:rStyle w:val="ae"/>
                <w:b w:val="0"/>
                <w:sz w:val="20"/>
                <w:szCs w:val="20"/>
              </w:rPr>
              <w:t xml:space="preserve">633209,Новосибирская обл., г.Искитим, </w:t>
            </w:r>
          </w:p>
          <w:p w:rsidR="006D1E6C" w:rsidRPr="006D1E6C" w:rsidRDefault="006D1E6C" w:rsidP="006D1E6C">
            <w:pPr>
              <w:pStyle w:val="ab"/>
              <w:spacing w:before="0" w:beforeAutospacing="0" w:after="0" w:afterAutospacing="0"/>
              <w:jc w:val="both"/>
              <w:rPr>
                <w:rStyle w:val="ae"/>
                <w:b w:val="0"/>
                <w:sz w:val="20"/>
                <w:szCs w:val="20"/>
              </w:rPr>
            </w:pPr>
            <w:r w:rsidRPr="006D1E6C">
              <w:rPr>
                <w:rStyle w:val="ae"/>
                <w:b w:val="0"/>
                <w:sz w:val="20"/>
                <w:szCs w:val="20"/>
              </w:rPr>
              <w:t>ул. Пушкина,39</w:t>
            </w:r>
          </w:p>
          <w:p w:rsidR="006D1E6C" w:rsidRPr="006D1E6C" w:rsidRDefault="006D1E6C" w:rsidP="006D1E6C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D1E6C">
              <w:rPr>
                <w:rStyle w:val="ae"/>
                <w:b w:val="0"/>
                <w:sz w:val="20"/>
                <w:szCs w:val="20"/>
              </w:rPr>
              <w:t>каб. 213,215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color w:val="33CCCC"/>
              </w:rPr>
            </w:pPr>
            <w:r w:rsidRPr="006D1E6C">
              <w:rPr>
                <w:rStyle w:val="ae"/>
                <w:rFonts w:ascii="Times New Roman" w:hAnsi="Times New Roman" w:cs="Times New Roman"/>
                <w:b w:val="0"/>
              </w:rPr>
              <w:t xml:space="preserve">адрес электронной почты: </w:t>
            </w:r>
            <w:hyperlink r:id="rId9" w:history="1">
              <w:r w:rsidRPr="006D1E6C">
                <w:rPr>
                  <w:rStyle w:val="aa"/>
                  <w:rFonts w:ascii="Times New Roman" w:hAnsi="Times New Roman" w:cs="Times New Roman"/>
                  <w:lang w:val="en-US"/>
                </w:rPr>
                <w:t>www</w:t>
              </w:r>
              <w:r w:rsidRPr="006D1E6C">
                <w:rPr>
                  <w:rStyle w:val="aa"/>
                  <w:rFonts w:ascii="Times New Roman" w:hAnsi="Times New Roman" w:cs="Times New Roman"/>
                </w:rPr>
                <w:t>.</w:t>
              </w:r>
              <w:r w:rsidRPr="006D1E6C">
                <w:rPr>
                  <w:rStyle w:val="aa"/>
                  <w:rFonts w:ascii="Times New Roman" w:hAnsi="Times New Roman" w:cs="Times New Roman"/>
                  <w:lang w:val="en-US"/>
                </w:rPr>
                <w:t>iskitim</w:t>
              </w:r>
              <w:r w:rsidRPr="006D1E6C">
                <w:rPr>
                  <w:rStyle w:val="aa"/>
                  <w:rFonts w:ascii="Times New Roman" w:hAnsi="Times New Roman" w:cs="Times New Roman"/>
                </w:rPr>
                <w:t>-</w:t>
              </w:r>
              <w:r w:rsidRPr="006D1E6C">
                <w:rPr>
                  <w:rStyle w:val="aa"/>
                  <w:rFonts w:ascii="Times New Roman" w:hAnsi="Times New Roman" w:cs="Times New Roman"/>
                  <w:lang w:val="en-US"/>
                </w:rPr>
                <w:t>r</w:t>
              </w:r>
              <w:r w:rsidRPr="006D1E6C">
                <w:rPr>
                  <w:rStyle w:val="aa"/>
                  <w:rFonts w:ascii="Times New Roman" w:hAnsi="Times New Roman" w:cs="Times New Roman"/>
                </w:rPr>
                <w:t>.</w:t>
              </w:r>
              <w:r w:rsidRPr="006D1E6C">
                <w:rPr>
                  <w:rStyle w:val="aa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</w:tcPr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понедельник-четверг: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с 8.00 до 17.12;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пятница: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с 8.00 до 16.12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перерыв на обед: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с 13.00 до 14.00</w:t>
            </w:r>
          </w:p>
        </w:tc>
        <w:tc>
          <w:tcPr>
            <w:tcW w:w="1701" w:type="dxa"/>
          </w:tcPr>
          <w:p w:rsidR="006D1E6C" w:rsidRPr="006D1E6C" w:rsidRDefault="006D1E6C" w:rsidP="006D1E6C">
            <w:pPr>
              <w:ind w:firstLine="0"/>
              <w:rPr>
                <w:rStyle w:val="ae"/>
                <w:b w:val="0"/>
                <w:sz w:val="20"/>
              </w:rPr>
            </w:pPr>
            <w:r w:rsidRPr="006D1E6C">
              <w:rPr>
                <w:rStyle w:val="ae"/>
                <w:b w:val="0"/>
                <w:sz w:val="20"/>
              </w:rPr>
              <w:t>приемная тел/факс(38343).24480,</w:t>
            </w:r>
          </w:p>
          <w:p w:rsidR="006D1E6C" w:rsidRPr="006D1E6C" w:rsidRDefault="006D1E6C" w:rsidP="006D1E6C">
            <w:pPr>
              <w:ind w:firstLine="0"/>
              <w:rPr>
                <w:sz w:val="20"/>
              </w:rPr>
            </w:pPr>
            <w:r w:rsidRPr="006D1E6C">
              <w:rPr>
                <w:rStyle w:val="ae"/>
                <w:b w:val="0"/>
                <w:sz w:val="20"/>
              </w:rPr>
              <w:t>24005</w:t>
            </w:r>
          </w:p>
          <w:p w:rsidR="006D1E6C" w:rsidRPr="006D1E6C" w:rsidRDefault="006D1E6C" w:rsidP="006D1E6C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D1E6C">
              <w:rPr>
                <w:rStyle w:val="ae"/>
                <w:b w:val="0"/>
                <w:sz w:val="20"/>
                <w:szCs w:val="20"/>
              </w:rPr>
              <w:t>ОКР: тел (38343)24430</w:t>
            </w: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D1E6C" w:rsidRPr="006D1E6C" w:rsidRDefault="006D1E6C" w:rsidP="006D1E6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Pr="00296147" w:rsidRDefault="006D1E6C" w:rsidP="006D1E6C">
      <w:pPr>
        <w:pStyle w:val="ConsNonformat"/>
        <w:widowControl/>
        <w:ind w:left="5954"/>
        <w:rPr>
          <w:rFonts w:ascii="Times New Roman" w:hAnsi="Times New Roman" w:cs="Times New Roman"/>
          <w:sz w:val="28"/>
          <w:szCs w:val="28"/>
        </w:rPr>
      </w:pPr>
      <w:r w:rsidRPr="00296147">
        <w:rPr>
          <w:rFonts w:ascii="Times New Roman" w:hAnsi="Times New Roman" w:cs="Times New Roman"/>
          <w:sz w:val="28"/>
          <w:szCs w:val="28"/>
        </w:rPr>
        <w:lastRenderedPageBreak/>
        <w:t>В управление по имуществу,</w:t>
      </w:r>
    </w:p>
    <w:p w:rsidR="006D1E6C" w:rsidRPr="00296147" w:rsidRDefault="006D1E6C" w:rsidP="006D1E6C">
      <w:pPr>
        <w:pStyle w:val="ConsNonformat"/>
        <w:widowControl/>
        <w:ind w:left="5954"/>
        <w:rPr>
          <w:rFonts w:ascii="Times New Roman" w:hAnsi="Times New Roman" w:cs="Times New Roman"/>
          <w:sz w:val="28"/>
          <w:szCs w:val="28"/>
        </w:rPr>
      </w:pPr>
      <w:r w:rsidRPr="00296147">
        <w:rPr>
          <w:rFonts w:ascii="Times New Roman" w:hAnsi="Times New Roman" w:cs="Times New Roman"/>
          <w:sz w:val="28"/>
          <w:szCs w:val="28"/>
        </w:rPr>
        <w:t>и земельным отношениям</w:t>
      </w:r>
    </w:p>
    <w:p w:rsidR="006D1E6C" w:rsidRPr="00296147" w:rsidRDefault="006D1E6C" w:rsidP="006D1E6C">
      <w:pPr>
        <w:pStyle w:val="ConsNonformat"/>
        <w:widowControl/>
        <w:ind w:left="5954"/>
        <w:rPr>
          <w:rFonts w:ascii="Times New Roman" w:hAnsi="Times New Roman" w:cs="Times New Roman"/>
          <w:sz w:val="28"/>
          <w:szCs w:val="28"/>
        </w:rPr>
      </w:pPr>
      <w:r w:rsidRPr="00296147">
        <w:rPr>
          <w:rFonts w:ascii="Times New Roman" w:hAnsi="Times New Roman" w:cs="Times New Roman"/>
          <w:sz w:val="28"/>
          <w:szCs w:val="28"/>
        </w:rPr>
        <w:t>администрации Искитимского</w:t>
      </w:r>
    </w:p>
    <w:p w:rsidR="006D1E6C" w:rsidRPr="00296147" w:rsidRDefault="006D1E6C" w:rsidP="006D1E6C">
      <w:pPr>
        <w:pStyle w:val="ConsNonformat"/>
        <w:widowControl/>
        <w:ind w:left="5954"/>
        <w:rPr>
          <w:rFonts w:ascii="Times New Roman" w:hAnsi="Times New Roman" w:cs="Times New Roman"/>
          <w:bCs/>
          <w:sz w:val="28"/>
          <w:szCs w:val="28"/>
        </w:rPr>
      </w:pPr>
      <w:r w:rsidRPr="00296147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6D1E6C" w:rsidRDefault="006D1E6C" w:rsidP="006D1E6C">
      <w:pPr>
        <w:pStyle w:val="ConsNonformat"/>
        <w:widowControl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6D1E6C" w:rsidRPr="006D1E6C" w:rsidRDefault="006D1E6C" w:rsidP="006D1E6C">
      <w:pPr>
        <w:pStyle w:val="Con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D1E6C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6D1E6C" w:rsidRPr="006D1E6C" w:rsidRDefault="006D1E6C" w:rsidP="006D1E6C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bCs/>
          <w:sz w:val="28"/>
          <w:szCs w:val="28"/>
        </w:rPr>
        <w:t xml:space="preserve">о заключении договора </w:t>
      </w:r>
      <w:r w:rsidRPr="006D1E6C">
        <w:rPr>
          <w:rFonts w:ascii="Times New Roman" w:hAnsi="Times New Roman" w:cs="Times New Roman"/>
          <w:sz w:val="28"/>
          <w:szCs w:val="28"/>
        </w:rPr>
        <w:t>аренды имущества муниципальной казны  и муниципального имущества, находящегося в оперативном управлении муниципальных бюджетных учреждений  Искитимского района Новосибирской области без проведения торгов (конкурсов, аукционов)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D1E6C" w:rsidRDefault="006D1E6C" w:rsidP="006D1E6C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заключить (переоформить) договор  аренды нежилого помещения (здания, сооружения), расположенного п</w:t>
      </w:r>
      <w:r>
        <w:rPr>
          <w:rFonts w:ascii="Times New Roman" w:hAnsi="Times New Roman" w:cs="Times New Roman"/>
          <w:bCs/>
          <w:sz w:val="28"/>
          <w:szCs w:val="28"/>
        </w:rPr>
        <w:t>о адресу: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6D1E6C" w:rsidRPr="006D1E6C" w:rsidRDefault="006D1E6C" w:rsidP="006D1E6C">
      <w:pPr>
        <w:pStyle w:val="Con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6D1E6C">
        <w:rPr>
          <w:rFonts w:ascii="Times New Roman" w:hAnsi="Times New Roman" w:cs="Times New Roman"/>
          <w:sz w:val="20"/>
          <w:szCs w:val="20"/>
        </w:rPr>
        <w:t>(адрес, район помещения)</w:t>
      </w:r>
    </w:p>
    <w:p w:rsidR="006D1E6C" w:rsidRDefault="006D1E6C" w:rsidP="006D1E6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характеристика ____________________________________________________________________________________________________________________________________________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площадь_____________________ кв. м,  в том числе: этаж _________ кв. м; _______________ (№ на плане),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подвал_______________ кв. м______________________ (№ на плане)</w:t>
      </w:r>
    </w:p>
    <w:p w:rsidR="006D1E6C" w:rsidRDefault="006D1E6C" w:rsidP="006D1E6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использования арендуемого помещения_______________________________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Заявитель</w:t>
      </w:r>
      <w:r>
        <w:rPr>
          <w:rFonts w:ascii="Times New Roman" w:hAnsi="Times New Roman" w:cs="Times New Roman"/>
          <w:sz w:val="28"/>
          <w:szCs w:val="28"/>
        </w:rPr>
        <w:t>:_________________________________________________________________________________________________________________________________________________________________________________________________________</w:t>
      </w:r>
    </w:p>
    <w:p w:rsidR="006D1E6C" w:rsidRPr="006D1E6C" w:rsidRDefault="006D1E6C" w:rsidP="006D1E6C">
      <w:pPr>
        <w:pStyle w:val="Con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6D1E6C">
        <w:rPr>
          <w:rFonts w:ascii="Times New Roman" w:hAnsi="Times New Roman" w:cs="Times New Roman"/>
          <w:sz w:val="20"/>
          <w:szCs w:val="20"/>
        </w:rPr>
        <w:t>(полное наименование юридического лица) (сокращенное наименование)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ОКПО ____________________________ ИНН _____________________________ ОКОНХ 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(почтовый) юридического лица с указанием почтового индекса ______________________________________________________________________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 юридического лица с указанием почтового индекса ______________________________________________________________________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Банковские реквизиты: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банка________________________________________________________________________________________________________________________________________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БИК________________________________________________________________________________________________________________________________________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Кор/счет 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Расчетный/счет 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Телефон офиса _________________________________________________________ 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бухгалтерии ___________________________________________________</w:t>
      </w:r>
    </w:p>
    <w:p w:rsidR="006D1E6C" w:rsidRDefault="006D1E6C" w:rsidP="006D1E6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лице: ____________________________________________________________________________________________________________________________________________</w:t>
      </w:r>
    </w:p>
    <w:p w:rsidR="006D1E6C" w:rsidRPr="006D1E6C" w:rsidRDefault="006D1E6C" w:rsidP="006D1E6C">
      <w:pPr>
        <w:pStyle w:val="Con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6D1E6C">
        <w:rPr>
          <w:rFonts w:ascii="Times New Roman" w:hAnsi="Times New Roman" w:cs="Times New Roman"/>
          <w:sz w:val="20"/>
          <w:szCs w:val="20"/>
        </w:rPr>
        <w:t>(Ф.И.О. полностью, должность)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Основание___________________________________________________________________________________________________________________________________</w:t>
      </w:r>
    </w:p>
    <w:p w:rsidR="006D1E6C" w:rsidRP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D1E6C">
        <w:rPr>
          <w:rFonts w:ascii="Times New Roman" w:hAnsi="Times New Roman" w:cs="Times New Roman"/>
          <w:sz w:val="20"/>
          <w:szCs w:val="20"/>
        </w:rPr>
        <w:t>(Устав, положение, свидетельство)</w:t>
      </w: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Заявитель: ______________________________________                                             __________________/_____________/</w:t>
      </w:r>
    </w:p>
    <w:p w:rsidR="006D1E6C" w:rsidRDefault="006D1E6C" w:rsidP="006D1E6C">
      <w:pPr>
        <w:pStyle w:val="Con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6D1E6C">
        <w:rPr>
          <w:rFonts w:ascii="Times New Roman" w:hAnsi="Times New Roman" w:cs="Times New Roman"/>
          <w:sz w:val="20"/>
          <w:szCs w:val="20"/>
        </w:rPr>
        <w:t xml:space="preserve">(Ф.И.О., должность)       </w:t>
      </w:r>
    </w:p>
    <w:p w:rsidR="006D1E6C" w:rsidRDefault="006D1E6C" w:rsidP="006D1E6C">
      <w:pPr>
        <w:pStyle w:val="ConsNonformat"/>
        <w:widowControl/>
        <w:rPr>
          <w:rFonts w:ascii="Times New Roman" w:hAnsi="Times New Roman" w:cs="Times New Roman"/>
          <w:sz w:val="20"/>
          <w:szCs w:val="20"/>
        </w:rPr>
      </w:pPr>
      <w:r w:rsidRPr="006D1E6C">
        <w:rPr>
          <w:rFonts w:ascii="Times New Roman" w:hAnsi="Times New Roman" w:cs="Times New Roman"/>
          <w:sz w:val="20"/>
          <w:szCs w:val="20"/>
        </w:rPr>
        <w:t>(М.П., подпись)</w:t>
      </w:r>
    </w:p>
    <w:p w:rsidR="006D1E6C" w:rsidRDefault="006D1E6C" w:rsidP="006D1E6C">
      <w:pPr>
        <w:pStyle w:val="ConsNonformat"/>
        <w:widowControl/>
        <w:rPr>
          <w:rFonts w:ascii="Times New Roman" w:hAnsi="Times New Roman" w:cs="Times New Roman"/>
          <w:sz w:val="20"/>
          <w:szCs w:val="20"/>
        </w:rPr>
      </w:pPr>
    </w:p>
    <w:p w:rsidR="006D1E6C" w:rsidRDefault="006D1E6C" w:rsidP="006D1E6C">
      <w:pPr>
        <w:pStyle w:val="ConsNonformat"/>
        <w:widowControl/>
        <w:rPr>
          <w:rFonts w:ascii="Times New Roman" w:hAnsi="Times New Roman" w:cs="Times New Roman"/>
          <w:sz w:val="20"/>
          <w:szCs w:val="20"/>
        </w:rPr>
      </w:pPr>
    </w:p>
    <w:p w:rsidR="006D1E6C" w:rsidRPr="006D1E6C" w:rsidRDefault="006D1E6C" w:rsidP="006D1E6C">
      <w:pPr>
        <w:pStyle w:val="ConsNonformat"/>
        <w:widowControl/>
        <w:rPr>
          <w:rFonts w:ascii="Times New Roman" w:hAnsi="Times New Roman" w:cs="Times New Roman"/>
          <w:sz w:val="20"/>
          <w:szCs w:val="20"/>
        </w:rPr>
      </w:pPr>
    </w:p>
    <w:p w:rsidR="006D1E6C" w:rsidRP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D1E6C">
        <w:rPr>
          <w:rFonts w:ascii="Times New Roman" w:hAnsi="Times New Roman" w:cs="Times New Roman"/>
          <w:sz w:val="24"/>
          <w:szCs w:val="24"/>
        </w:rPr>
        <w:t>Приложения:</w:t>
      </w:r>
    </w:p>
    <w:p w:rsidR="006D1E6C" w:rsidRPr="006D1E6C" w:rsidRDefault="006D1E6C" w:rsidP="006D1E6C">
      <w:pPr>
        <w:pStyle w:val="ab"/>
        <w:shd w:val="clear" w:color="auto" w:fill="FFFFFF"/>
        <w:spacing w:before="0" w:beforeAutospacing="0" w:after="0" w:afterAutospacing="0"/>
        <w:jc w:val="both"/>
      </w:pPr>
      <w:r w:rsidRPr="006D1E6C">
        <w:t>1. Копия свидетельства о внесении записи в Единый государственный реестр юридических лиц и индивидуальных предпринимателей, заверенная заявителем;</w:t>
      </w:r>
    </w:p>
    <w:p w:rsidR="006D1E6C" w:rsidRPr="006D1E6C" w:rsidRDefault="006D1E6C" w:rsidP="006D1E6C">
      <w:pPr>
        <w:pStyle w:val="ab"/>
        <w:shd w:val="clear" w:color="auto" w:fill="FFFFFF"/>
        <w:spacing w:before="0" w:beforeAutospacing="0" w:after="0" w:afterAutospacing="0"/>
        <w:jc w:val="both"/>
      </w:pPr>
      <w:r w:rsidRPr="006D1E6C">
        <w:t>2. Копия свидетельства о постановке на учёт в налоговом органе, заверенная заявителем;</w:t>
      </w:r>
    </w:p>
    <w:p w:rsidR="006D1E6C" w:rsidRPr="006D1E6C" w:rsidRDefault="006D1E6C" w:rsidP="006D1E6C">
      <w:pPr>
        <w:ind w:firstLine="0"/>
        <w:rPr>
          <w:sz w:val="24"/>
          <w:szCs w:val="24"/>
        </w:rPr>
      </w:pPr>
      <w:r w:rsidRPr="006D1E6C">
        <w:rPr>
          <w:sz w:val="24"/>
          <w:szCs w:val="24"/>
        </w:rPr>
        <w:t>3. Поэтажный план и экспликация с обозначением сдаваемого в аренду недвижимого имущества, подписанные организацией, осуществляющей обслуживание муниципального имущества и арендатором (каждый лист) (при переоформлении ранее заключенного договора аренды недвижимого имущества);</w:t>
      </w:r>
    </w:p>
    <w:p w:rsidR="006D1E6C" w:rsidRPr="006D1E6C" w:rsidRDefault="006D1E6C" w:rsidP="006D1E6C">
      <w:pPr>
        <w:pStyle w:val="ab"/>
        <w:shd w:val="clear" w:color="auto" w:fill="FFFFFF"/>
        <w:spacing w:before="0" w:beforeAutospacing="0" w:after="0" w:afterAutospacing="0"/>
        <w:jc w:val="both"/>
      </w:pPr>
      <w:r w:rsidRPr="006D1E6C">
        <w:t>4. Копия документа, удостоверяющего личность руководителя юридического лица и индивидуального предпринимателя, заверенная заявителем (копия первого листа и листа с пропиской);</w:t>
      </w:r>
    </w:p>
    <w:p w:rsidR="006D1E6C" w:rsidRPr="006D1E6C" w:rsidRDefault="006D1E6C" w:rsidP="006D1E6C">
      <w:pPr>
        <w:pStyle w:val="ab"/>
        <w:shd w:val="clear" w:color="auto" w:fill="FFFFFF"/>
        <w:spacing w:before="0" w:beforeAutospacing="0" w:after="0" w:afterAutospacing="0"/>
        <w:jc w:val="both"/>
      </w:pPr>
      <w:r w:rsidRPr="006D1E6C">
        <w:t>5. Копия документа, подтверждающая полномочия руководителя (для юридического лица);</w:t>
      </w:r>
    </w:p>
    <w:p w:rsidR="006D1E6C" w:rsidRPr="006D1E6C" w:rsidRDefault="006D1E6C" w:rsidP="006D1E6C">
      <w:pPr>
        <w:ind w:firstLine="0"/>
        <w:rPr>
          <w:sz w:val="24"/>
          <w:szCs w:val="24"/>
        </w:rPr>
      </w:pPr>
      <w:r w:rsidRPr="006D1E6C">
        <w:rPr>
          <w:bCs/>
          <w:iCs/>
          <w:sz w:val="24"/>
          <w:szCs w:val="24"/>
        </w:rPr>
        <w:t>6. Надлежащим образом оформленная доверенность</w:t>
      </w:r>
      <w:r w:rsidRPr="006D1E6C">
        <w:rPr>
          <w:sz w:val="24"/>
          <w:szCs w:val="24"/>
        </w:rPr>
        <w:t xml:space="preserve"> (для представителей заявителей);</w:t>
      </w:r>
    </w:p>
    <w:p w:rsidR="006D1E6C" w:rsidRPr="006D1E6C" w:rsidRDefault="006D1E6C" w:rsidP="006D1E6C">
      <w:pPr>
        <w:ind w:firstLine="0"/>
        <w:rPr>
          <w:sz w:val="24"/>
          <w:szCs w:val="24"/>
        </w:rPr>
      </w:pPr>
      <w:r w:rsidRPr="006D1E6C">
        <w:rPr>
          <w:sz w:val="24"/>
          <w:szCs w:val="24"/>
        </w:rPr>
        <w:t>7. Экспертная оценка последствий договора аренды (3 экземпляра) при заключении договоров аренды на помещения, имеющие назначения детских учреждений;</w:t>
      </w:r>
    </w:p>
    <w:p w:rsidR="006D1E6C" w:rsidRPr="006D1E6C" w:rsidRDefault="006D1E6C" w:rsidP="006D1E6C">
      <w:pPr>
        <w:ind w:firstLine="0"/>
        <w:rPr>
          <w:sz w:val="24"/>
          <w:szCs w:val="24"/>
        </w:rPr>
      </w:pPr>
      <w:r w:rsidRPr="006D1E6C">
        <w:rPr>
          <w:sz w:val="24"/>
          <w:szCs w:val="24"/>
        </w:rPr>
        <w:t>8. Копия предыдущего договора аренды (при его наличии);</w:t>
      </w:r>
    </w:p>
    <w:p w:rsidR="006D1E6C" w:rsidRPr="006D1E6C" w:rsidRDefault="006D1E6C" w:rsidP="006D1E6C">
      <w:pPr>
        <w:ind w:firstLine="0"/>
        <w:rPr>
          <w:sz w:val="24"/>
          <w:szCs w:val="24"/>
        </w:rPr>
      </w:pPr>
      <w:r w:rsidRPr="006D1E6C">
        <w:rPr>
          <w:sz w:val="24"/>
          <w:szCs w:val="24"/>
        </w:rPr>
        <w:t>9. Расчет задолженности по арендной плате (осуществляется специалистом управления при приеме заявления), подтверждающий отсутствие задолженности по арендной плате (в случае, если раньше заключался договор аренды муниципального имущества);</w:t>
      </w:r>
    </w:p>
    <w:p w:rsidR="006D1E6C" w:rsidRPr="006D1E6C" w:rsidRDefault="006D1E6C" w:rsidP="006D1E6C">
      <w:pPr>
        <w:ind w:firstLine="0"/>
        <w:rPr>
          <w:rFonts w:eastAsiaTheme="minorHAnsi"/>
          <w:sz w:val="24"/>
          <w:szCs w:val="24"/>
          <w:lang w:eastAsia="en-US"/>
        </w:rPr>
      </w:pPr>
      <w:r w:rsidRPr="006D1E6C">
        <w:rPr>
          <w:sz w:val="24"/>
          <w:szCs w:val="24"/>
        </w:rPr>
        <w:t xml:space="preserve">10. Копия информационного письма о регистрационном учете в </w:t>
      </w:r>
      <w:r w:rsidRPr="006D1E6C">
        <w:rPr>
          <w:rFonts w:eastAsiaTheme="minorHAnsi"/>
          <w:sz w:val="24"/>
          <w:szCs w:val="24"/>
          <w:lang w:eastAsia="en-US"/>
        </w:rPr>
        <w:t>соответствующем федеральном  органе, осуществляющем  государственный статистический учет.</w:t>
      </w:r>
    </w:p>
    <w:p w:rsidR="006D1E6C" w:rsidRPr="006D1E6C" w:rsidRDefault="006D1E6C" w:rsidP="006D1E6C">
      <w:pPr>
        <w:pStyle w:val="20"/>
        <w:autoSpaceDE/>
        <w:adjustRightInd/>
        <w:ind w:firstLine="0"/>
        <w:rPr>
          <w:sz w:val="24"/>
          <w:szCs w:val="24"/>
        </w:rPr>
      </w:pPr>
      <w:r w:rsidRPr="006D1E6C">
        <w:rPr>
          <w:sz w:val="24"/>
          <w:szCs w:val="24"/>
        </w:rPr>
        <w:t>11. Определенную уполномоченным оценщиком по состоянию на дату подачи заявки рыночную восстановительную стоимость 1 кв. м., сдаваемого в аренду объекта;</w:t>
      </w:r>
    </w:p>
    <w:p w:rsidR="006D1E6C" w:rsidRPr="006D1E6C" w:rsidRDefault="006D1E6C" w:rsidP="006D1E6C">
      <w:pPr>
        <w:pStyle w:val="20"/>
        <w:autoSpaceDE/>
        <w:adjustRightInd/>
        <w:ind w:firstLine="0"/>
        <w:rPr>
          <w:iCs/>
          <w:sz w:val="24"/>
          <w:szCs w:val="24"/>
        </w:rPr>
      </w:pPr>
      <w:r w:rsidRPr="006D1E6C">
        <w:rPr>
          <w:sz w:val="24"/>
          <w:szCs w:val="24"/>
        </w:rPr>
        <w:t>12.Страховой полис и копию платежного поручения об оплате страхового взноса;</w:t>
      </w:r>
    </w:p>
    <w:p w:rsidR="006D1E6C" w:rsidRPr="006D1E6C" w:rsidRDefault="006D1E6C" w:rsidP="006D1E6C">
      <w:pPr>
        <w:ind w:firstLine="0"/>
        <w:rPr>
          <w:sz w:val="24"/>
          <w:szCs w:val="24"/>
        </w:rPr>
      </w:pPr>
      <w:r w:rsidRPr="006D1E6C">
        <w:rPr>
          <w:sz w:val="24"/>
          <w:szCs w:val="24"/>
        </w:rPr>
        <w:t>13. Для арендаторов - субъектов малого и среднего предпринимательства, договор аренды муниципального имущества с которыми были заключены до 01.07.2008 –</w:t>
      </w:r>
      <w:r w:rsidRPr="006D1E6C">
        <w:rPr>
          <w:i/>
          <w:sz w:val="24"/>
          <w:szCs w:val="24"/>
        </w:rPr>
        <w:t xml:space="preserve"> </w:t>
      </w:r>
      <w:r w:rsidRPr="006D1E6C">
        <w:rPr>
          <w:sz w:val="24"/>
          <w:szCs w:val="24"/>
        </w:rPr>
        <w:t>документы, подтверждающие статус субъекта малого и среднего предпринимательства за предшествующий год (справка формы №ПМ);</w:t>
      </w:r>
    </w:p>
    <w:p w:rsidR="006D1E6C" w:rsidRPr="006D1E6C" w:rsidRDefault="006D1E6C" w:rsidP="006D1E6C">
      <w:pPr>
        <w:ind w:firstLine="0"/>
        <w:rPr>
          <w:sz w:val="24"/>
          <w:szCs w:val="24"/>
        </w:rPr>
      </w:pPr>
      <w:r w:rsidRPr="006D1E6C">
        <w:rPr>
          <w:sz w:val="24"/>
          <w:szCs w:val="24"/>
        </w:rPr>
        <w:t>копия устава (с учетом последних изменений), заверенная печатью заявителя (с указанием даты заверения);</w:t>
      </w:r>
    </w:p>
    <w:p w:rsidR="006D1E6C" w:rsidRPr="006D1E6C" w:rsidRDefault="006D1E6C" w:rsidP="006D1E6C">
      <w:pPr>
        <w:ind w:firstLine="0"/>
        <w:rPr>
          <w:sz w:val="24"/>
          <w:szCs w:val="24"/>
        </w:rPr>
      </w:pPr>
      <w:r w:rsidRPr="006D1E6C">
        <w:rPr>
          <w:sz w:val="24"/>
          <w:szCs w:val="24"/>
        </w:rPr>
        <w:t>список участников общества (для ООО);</w:t>
      </w:r>
    </w:p>
    <w:p w:rsidR="006D1E6C" w:rsidRPr="006D1E6C" w:rsidRDefault="006D1E6C" w:rsidP="006D1E6C">
      <w:pPr>
        <w:ind w:firstLine="0"/>
        <w:rPr>
          <w:sz w:val="24"/>
          <w:szCs w:val="24"/>
        </w:rPr>
      </w:pPr>
      <w:r w:rsidRPr="006D1E6C">
        <w:rPr>
          <w:sz w:val="24"/>
          <w:szCs w:val="24"/>
        </w:rPr>
        <w:t>выписку из реестра акционеров (для ЗАО, ОАО);</w:t>
      </w: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P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left="7088" w:firstLine="0"/>
        <w:jc w:val="left"/>
        <w:rPr>
          <w:bCs/>
          <w:sz w:val="20"/>
        </w:rPr>
      </w:pPr>
    </w:p>
    <w:p w:rsidR="006D1E6C" w:rsidRPr="006D1E6C" w:rsidRDefault="006D1E6C" w:rsidP="006D1E6C">
      <w:pPr>
        <w:pStyle w:val="af3"/>
        <w:tabs>
          <w:tab w:val="left" w:pos="993"/>
        </w:tabs>
        <w:spacing w:line="240" w:lineRule="auto"/>
        <w:ind w:left="7088"/>
        <w:rPr>
          <w:rFonts w:ascii="Times New Roman" w:eastAsia="MS Mincho" w:hAnsi="Times New Roman" w:cs="Times New Roman"/>
        </w:rPr>
      </w:pPr>
      <w:r w:rsidRPr="006D1E6C">
        <w:rPr>
          <w:rFonts w:ascii="Times New Roman" w:eastAsia="MS Mincho" w:hAnsi="Times New Roman" w:cs="Times New Roman"/>
        </w:rPr>
        <w:lastRenderedPageBreak/>
        <w:t>Приложение №  3</w:t>
      </w:r>
    </w:p>
    <w:p w:rsidR="006D1E6C" w:rsidRPr="006D1E6C" w:rsidRDefault="006D1E6C" w:rsidP="006D1E6C">
      <w:pPr>
        <w:pStyle w:val="ac"/>
        <w:tabs>
          <w:tab w:val="left" w:pos="993"/>
        </w:tabs>
        <w:spacing w:line="240" w:lineRule="auto"/>
        <w:ind w:left="7088" w:firstLine="0"/>
        <w:jc w:val="left"/>
        <w:rPr>
          <w:rFonts w:eastAsia="MS Mincho"/>
          <w:sz w:val="20"/>
          <w:szCs w:val="20"/>
        </w:rPr>
      </w:pPr>
      <w:r w:rsidRPr="006D1E6C">
        <w:rPr>
          <w:rFonts w:eastAsia="MS Mincho"/>
          <w:sz w:val="20"/>
          <w:szCs w:val="20"/>
        </w:rPr>
        <w:t>к решению Совета депутатов</w:t>
      </w:r>
    </w:p>
    <w:p w:rsidR="006D1E6C" w:rsidRPr="006D1E6C" w:rsidRDefault="006D1E6C" w:rsidP="006D1E6C">
      <w:pPr>
        <w:pStyle w:val="ac"/>
        <w:tabs>
          <w:tab w:val="left" w:pos="993"/>
        </w:tabs>
        <w:spacing w:line="240" w:lineRule="auto"/>
        <w:ind w:left="7088" w:firstLine="0"/>
        <w:jc w:val="left"/>
        <w:rPr>
          <w:rFonts w:eastAsia="MS Mincho"/>
          <w:sz w:val="20"/>
          <w:szCs w:val="20"/>
        </w:rPr>
      </w:pPr>
      <w:r w:rsidRPr="006D1E6C">
        <w:rPr>
          <w:rFonts w:eastAsia="MS Mincho"/>
          <w:sz w:val="20"/>
          <w:szCs w:val="20"/>
        </w:rPr>
        <w:t>Искитимского района НСО</w:t>
      </w:r>
    </w:p>
    <w:p w:rsidR="006D1E6C" w:rsidRPr="006D1E6C" w:rsidRDefault="006D1E6C" w:rsidP="006D1E6C">
      <w:pPr>
        <w:pStyle w:val="ac"/>
        <w:tabs>
          <w:tab w:val="left" w:pos="993"/>
        </w:tabs>
        <w:spacing w:line="240" w:lineRule="auto"/>
        <w:ind w:left="7088" w:firstLine="0"/>
        <w:jc w:val="left"/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 xml:space="preserve">от ________20  </w:t>
      </w:r>
      <w:r w:rsidRPr="006D1E6C">
        <w:rPr>
          <w:rFonts w:eastAsia="MS Mincho"/>
          <w:sz w:val="20"/>
          <w:szCs w:val="20"/>
        </w:rPr>
        <w:t>г.</w:t>
      </w:r>
      <w:r>
        <w:rPr>
          <w:rFonts w:eastAsia="MS Mincho"/>
          <w:sz w:val="20"/>
          <w:szCs w:val="20"/>
        </w:rPr>
        <w:t xml:space="preserve"> </w:t>
      </w:r>
      <w:r w:rsidRPr="006D1E6C">
        <w:rPr>
          <w:rFonts w:eastAsia="MS Mincho"/>
          <w:sz w:val="20"/>
          <w:szCs w:val="20"/>
        </w:rPr>
        <w:t>№____</w:t>
      </w:r>
    </w:p>
    <w:p w:rsidR="006D1E6C" w:rsidRPr="006D1E6C" w:rsidRDefault="006D1E6C" w:rsidP="006D1E6C">
      <w:pPr>
        <w:pStyle w:val="a4"/>
        <w:ind w:firstLine="0"/>
        <w:rPr>
          <w:rFonts w:ascii="Times New Roman" w:eastAsia="MS Mincho" w:hAnsi="Times New Roman"/>
          <w:b w:val="0"/>
          <w:sz w:val="24"/>
          <w:szCs w:val="24"/>
        </w:rPr>
      </w:pPr>
      <w:r w:rsidRPr="006D1E6C">
        <w:rPr>
          <w:rFonts w:ascii="Times New Roman" w:eastAsia="MS Mincho" w:hAnsi="Times New Roman"/>
          <w:b w:val="0"/>
          <w:sz w:val="24"/>
          <w:szCs w:val="24"/>
        </w:rPr>
        <w:t>ДОГОВОР</w:t>
      </w:r>
    </w:p>
    <w:p w:rsidR="006D1E6C" w:rsidRPr="006D1E6C" w:rsidRDefault="006D1E6C" w:rsidP="006D1E6C">
      <w:pPr>
        <w:pStyle w:val="af1"/>
        <w:rPr>
          <w:rFonts w:ascii="Times New Roman" w:eastAsia="MS Mincho" w:hAnsi="Times New Roman" w:cs="Times New Roman"/>
        </w:rPr>
      </w:pPr>
      <w:r w:rsidRPr="006D1E6C">
        <w:rPr>
          <w:rFonts w:ascii="Times New Roman" w:eastAsia="MS Mincho" w:hAnsi="Times New Roman" w:cs="Times New Roman"/>
        </w:rPr>
        <w:t>АРЕНДЫ НЕЖИЛЫХ ПОМЕЩЕНИЙ</w:t>
      </w:r>
    </w:p>
    <w:p w:rsidR="006D1E6C" w:rsidRPr="006D1E6C" w:rsidRDefault="006D1E6C" w:rsidP="006D1E6C">
      <w:pPr>
        <w:ind w:firstLine="0"/>
        <w:rPr>
          <w:rFonts w:eastAsia="MS Mincho"/>
        </w:rPr>
      </w:pPr>
      <w:r w:rsidRPr="006D1E6C">
        <w:rPr>
          <w:rFonts w:eastAsia="MS Mincho"/>
        </w:rPr>
        <w:t xml:space="preserve">   </w:t>
      </w:r>
    </w:p>
    <w:p w:rsidR="006D1E6C" w:rsidRPr="006D1E6C" w:rsidRDefault="006D1E6C" w:rsidP="006D1E6C">
      <w:pPr>
        <w:pStyle w:val="af5"/>
        <w:ind w:left="7088"/>
        <w:rPr>
          <w:rFonts w:eastAsia="MS Mincho"/>
          <w:sz w:val="20"/>
          <w:szCs w:val="20"/>
        </w:rPr>
      </w:pPr>
      <w:r w:rsidRPr="006D1E6C">
        <w:rPr>
          <w:rFonts w:eastAsia="MS Mincho"/>
          <w:sz w:val="20"/>
          <w:szCs w:val="20"/>
        </w:rPr>
        <w:t>Зарегистрирован Управлением по</w:t>
      </w:r>
      <w:r>
        <w:rPr>
          <w:rFonts w:eastAsia="MS Mincho"/>
          <w:sz w:val="20"/>
          <w:szCs w:val="20"/>
        </w:rPr>
        <w:t xml:space="preserve"> </w:t>
      </w:r>
      <w:r w:rsidRPr="006D1E6C">
        <w:rPr>
          <w:rFonts w:eastAsia="MS Mincho"/>
          <w:sz w:val="20"/>
          <w:szCs w:val="20"/>
        </w:rPr>
        <w:t>имуществу и и земельным отношениям</w:t>
      </w:r>
      <w:r>
        <w:rPr>
          <w:rFonts w:eastAsia="MS Mincho"/>
          <w:sz w:val="20"/>
          <w:szCs w:val="20"/>
        </w:rPr>
        <w:t xml:space="preserve"> </w:t>
      </w:r>
      <w:r w:rsidRPr="006D1E6C">
        <w:rPr>
          <w:rFonts w:eastAsia="MS Mincho"/>
          <w:sz w:val="20"/>
          <w:szCs w:val="20"/>
        </w:rPr>
        <w:t>администрации Искитимского района</w:t>
      </w:r>
    </w:p>
    <w:p w:rsidR="006D1E6C" w:rsidRDefault="006D1E6C" w:rsidP="006D1E6C">
      <w:pPr>
        <w:pStyle w:val="af"/>
        <w:ind w:left="7088" w:firstLine="0"/>
        <w:jc w:val="left"/>
        <w:rPr>
          <w:rFonts w:eastAsia="MS Mincho"/>
          <w:sz w:val="20"/>
        </w:rPr>
      </w:pPr>
      <w:r w:rsidRPr="006D1E6C">
        <w:rPr>
          <w:rFonts w:eastAsia="MS Mincho"/>
          <w:sz w:val="20"/>
        </w:rPr>
        <w:t>№____ от «____» ________ 20</w:t>
      </w:r>
    </w:p>
    <w:p w:rsidR="006D1E6C" w:rsidRPr="006D1E6C" w:rsidRDefault="006D1E6C" w:rsidP="006D1E6C">
      <w:pPr>
        <w:pStyle w:val="af"/>
        <w:ind w:left="7088" w:firstLine="0"/>
        <w:jc w:val="left"/>
        <w:rPr>
          <w:rFonts w:eastAsia="MS Mincho"/>
          <w:sz w:val="20"/>
        </w:rPr>
      </w:pP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________________________________________________________,именуем</w:t>
      </w:r>
      <w:r>
        <w:rPr>
          <w:rFonts w:eastAsia="MS Mincho"/>
        </w:rPr>
        <w:t>ое в дальнейшем «Арендодатель»,в</w:t>
      </w:r>
      <w:r w:rsidRPr="006D1E6C">
        <w:rPr>
          <w:rFonts w:eastAsia="MS Mincho"/>
        </w:rPr>
        <w:t xml:space="preserve"> лице руководителя _______________________, де</w:t>
      </w:r>
      <w:r>
        <w:rPr>
          <w:rFonts w:eastAsia="MS Mincho"/>
        </w:rPr>
        <w:t>йствующего на основании Устава,</w:t>
      </w:r>
      <w:r w:rsidRPr="006D1E6C">
        <w:rPr>
          <w:rFonts w:eastAsia="MS Mincho"/>
        </w:rPr>
        <w:t xml:space="preserve"> с одной стороны, и  ___________</w:t>
      </w:r>
      <w:r>
        <w:rPr>
          <w:rFonts w:eastAsia="MS Mincho"/>
        </w:rPr>
        <w:t xml:space="preserve">_________________, именуемый в дальнейшем «Арендатор», в </w:t>
      </w:r>
      <w:r w:rsidRPr="006D1E6C">
        <w:rPr>
          <w:rFonts w:eastAsia="MS Mincho"/>
        </w:rPr>
        <w:t>лице    руководителя _____________________________, действующего  на  основании  Устава (Положения), с другой стороны,  при участии и  по  согласованию  с  администрацией  Искитимского района - собственника имущества, именуемой   в   дальнейшем «Администрация», в лице главы Искитимского района Новосибирской области Лагода Олега Владимировича, действующего на основании Устава, заключили настоящий Договор о нижеследующем:</w:t>
      </w:r>
    </w:p>
    <w:p w:rsidR="006D1E6C" w:rsidRPr="006D1E6C" w:rsidRDefault="006D1E6C" w:rsidP="006D1E6C">
      <w:pPr>
        <w:jc w:val="center"/>
        <w:rPr>
          <w:rFonts w:eastAsia="MS Mincho"/>
        </w:rPr>
      </w:pPr>
      <w:r w:rsidRPr="006D1E6C">
        <w:rPr>
          <w:rFonts w:eastAsia="MS Mincho"/>
        </w:rPr>
        <w:t>1.</w:t>
      </w:r>
      <w:r w:rsidRPr="006D1E6C">
        <w:rPr>
          <w:rFonts w:eastAsia="MS Mincho"/>
        </w:rPr>
        <w:tab/>
        <w:t>Общие условия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1.1.</w:t>
      </w:r>
      <w:r w:rsidRPr="006D1E6C">
        <w:rPr>
          <w:rFonts w:eastAsia="MS Mincho"/>
        </w:rPr>
        <w:tab/>
      </w:r>
      <w:r>
        <w:rPr>
          <w:rFonts w:eastAsia="MS Mincho"/>
        </w:rPr>
        <w:t>Арендодатель передает, а Арендатор принимает</w:t>
      </w:r>
      <w:r w:rsidRPr="006D1E6C">
        <w:rPr>
          <w:rFonts w:eastAsia="MS Mincho"/>
        </w:rPr>
        <w:t xml:space="preserve"> во временное пользование  и  владение  за  плату  нежилые  помещения, расположенные по адресу: _________________________________________ для использования для</w:t>
      </w:r>
      <w:r>
        <w:rPr>
          <w:rFonts w:eastAsia="MS Mincho"/>
        </w:rPr>
        <w:t xml:space="preserve"> </w:t>
      </w:r>
      <w:r w:rsidRPr="006D1E6C">
        <w:rPr>
          <w:rFonts w:eastAsia="MS Mincho"/>
        </w:rPr>
        <w:t>___________________________________________</w:t>
      </w:r>
      <w:r>
        <w:rPr>
          <w:rFonts w:eastAsia="MS Mincho"/>
        </w:rPr>
        <w:t>_______________________</w:t>
      </w:r>
      <w:r w:rsidRPr="006D1E6C">
        <w:rPr>
          <w:rFonts w:eastAsia="MS Mincho"/>
        </w:rPr>
        <w:t>.</w:t>
      </w:r>
    </w:p>
    <w:p w:rsidR="006D1E6C" w:rsidRPr="006D1E6C" w:rsidRDefault="006D1E6C" w:rsidP="006D1E6C">
      <w:pPr>
        <w:pStyle w:val="23"/>
        <w:ind w:left="0"/>
        <w:jc w:val="center"/>
        <w:rPr>
          <w:rFonts w:eastAsia="MS Mincho"/>
          <w:sz w:val="20"/>
          <w:szCs w:val="20"/>
        </w:rPr>
      </w:pPr>
      <w:r w:rsidRPr="006D1E6C">
        <w:rPr>
          <w:rFonts w:eastAsia="MS Mincho"/>
          <w:sz w:val="20"/>
          <w:szCs w:val="20"/>
        </w:rPr>
        <w:t>(указать конкретные цели)</w:t>
      </w:r>
    </w:p>
    <w:p w:rsidR="006D1E6C" w:rsidRPr="006D1E6C" w:rsidRDefault="006D1E6C" w:rsidP="006D1E6C">
      <w:pPr>
        <w:pStyle w:val="ac"/>
        <w:ind w:firstLine="709"/>
        <w:rPr>
          <w:rFonts w:eastAsia="MS Mincho"/>
        </w:rPr>
      </w:pPr>
      <w:r w:rsidRPr="006D1E6C">
        <w:rPr>
          <w:rFonts w:eastAsia="MS Mincho"/>
        </w:rPr>
        <w:t>Общая площадь сдаваемых в аренду помещений _________ кв. м.</w:t>
      </w:r>
    </w:p>
    <w:p w:rsidR="006D1E6C" w:rsidRPr="006D1E6C" w:rsidRDefault="006D1E6C" w:rsidP="006D1E6C">
      <w:pPr>
        <w:pStyle w:val="ac"/>
        <w:ind w:firstLine="709"/>
        <w:rPr>
          <w:rFonts w:eastAsia="MS Mincho"/>
        </w:rPr>
      </w:pPr>
      <w:r>
        <w:rPr>
          <w:rFonts w:eastAsia="MS Mincho"/>
        </w:rPr>
        <w:t xml:space="preserve">Одновременно с передачей прав по владению и </w:t>
      </w:r>
      <w:r w:rsidRPr="006D1E6C">
        <w:rPr>
          <w:rFonts w:eastAsia="MS Mincho"/>
        </w:rPr>
        <w:t>польз</w:t>
      </w:r>
      <w:r>
        <w:rPr>
          <w:rFonts w:eastAsia="MS Mincho"/>
        </w:rPr>
        <w:t xml:space="preserve">ованию помещениями  Арендатору </w:t>
      </w:r>
      <w:r w:rsidRPr="006D1E6C">
        <w:rPr>
          <w:rFonts w:eastAsia="MS Mincho"/>
        </w:rPr>
        <w:t>пер</w:t>
      </w:r>
      <w:r>
        <w:rPr>
          <w:rFonts w:eastAsia="MS Mincho"/>
        </w:rPr>
        <w:t xml:space="preserve">едаются права пользования той </w:t>
      </w:r>
      <w:r w:rsidRPr="006D1E6C">
        <w:rPr>
          <w:rFonts w:eastAsia="MS Mincho"/>
        </w:rPr>
        <w:t>частью</w:t>
      </w:r>
      <w:r>
        <w:rPr>
          <w:rFonts w:eastAsia="MS Mincho"/>
        </w:rPr>
        <w:t xml:space="preserve"> земельного участка,   которая</w:t>
      </w:r>
      <w:r w:rsidRPr="006D1E6C">
        <w:rPr>
          <w:rFonts w:eastAsia="MS Mincho"/>
        </w:rPr>
        <w:t xml:space="preserve"> заня</w:t>
      </w:r>
      <w:r>
        <w:rPr>
          <w:rFonts w:eastAsia="MS Mincho"/>
        </w:rPr>
        <w:t>та этими помещениями</w:t>
      </w:r>
      <w:r w:rsidRPr="006D1E6C">
        <w:rPr>
          <w:rFonts w:eastAsia="MS Mincho"/>
        </w:rPr>
        <w:t xml:space="preserve"> или пропорциональна и</w:t>
      </w:r>
      <w:r>
        <w:rPr>
          <w:rFonts w:eastAsia="MS Mincho"/>
        </w:rPr>
        <w:t>х размерам и необходима для их</w:t>
      </w:r>
      <w:r w:rsidRPr="006D1E6C">
        <w:rPr>
          <w:rFonts w:eastAsia="MS Mincho"/>
        </w:rPr>
        <w:t xml:space="preserve"> испол</w:t>
      </w:r>
      <w:r>
        <w:rPr>
          <w:rFonts w:eastAsia="MS Mincho"/>
        </w:rPr>
        <w:t xml:space="preserve">ьзования  и свободного доступа к ним. </w:t>
      </w:r>
      <w:r w:rsidRPr="006D1E6C">
        <w:rPr>
          <w:rFonts w:eastAsia="MS Mincho"/>
        </w:rPr>
        <w:t xml:space="preserve">Порядок предоставления и использования земельного участка,  а также его размеры  могут  быть  установлены сторонами дополнительно </w:t>
      </w:r>
      <w:r>
        <w:rPr>
          <w:rFonts w:eastAsia="MS Mincho"/>
        </w:rPr>
        <w:t xml:space="preserve">в настоящем </w:t>
      </w:r>
      <w:r w:rsidRPr="006D1E6C">
        <w:rPr>
          <w:rFonts w:eastAsia="MS Mincho"/>
        </w:rPr>
        <w:t>Договоре  либо  отдельным соглашением.</w:t>
      </w:r>
    </w:p>
    <w:p w:rsidR="006D1E6C" w:rsidRPr="006D1E6C" w:rsidRDefault="006D1E6C" w:rsidP="006D1E6C">
      <w:pPr>
        <w:pStyle w:val="ac"/>
        <w:tabs>
          <w:tab w:val="clear" w:pos="1080"/>
          <w:tab w:val="left" w:pos="709"/>
        </w:tabs>
        <w:ind w:firstLine="709"/>
        <w:rPr>
          <w:rFonts w:eastAsia="MS Mincho"/>
        </w:rPr>
      </w:pPr>
      <w:r>
        <w:rPr>
          <w:rFonts w:eastAsia="MS Mincho"/>
        </w:rPr>
        <w:t>1.2. Состав передаваемых в аренду помещений и их</w:t>
      </w:r>
      <w:r w:rsidRPr="006D1E6C">
        <w:rPr>
          <w:rFonts w:eastAsia="MS Mincho"/>
        </w:rPr>
        <w:t xml:space="preserve"> мес</w:t>
      </w:r>
      <w:r>
        <w:rPr>
          <w:rFonts w:eastAsia="MS Mincho"/>
        </w:rPr>
        <w:t>торасположение определяется в</w:t>
      </w:r>
      <w:r w:rsidRPr="006D1E6C">
        <w:rPr>
          <w:rFonts w:eastAsia="MS Mincho"/>
        </w:rPr>
        <w:t xml:space="preserve"> копии поэт</w:t>
      </w:r>
      <w:r>
        <w:rPr>
          <w:rFonts w:eastAsia="MS Mincho"/>
        </w:rPr>
        <w:t xml:space="preserve">ажного плана, прилагаемой к </w:t>
      </w:r>
      <w:r w:rsidRPr="006D1E6C">
        <w:rPr>
          <w:rFonts w:eastAsia="MS Mincho"/>
        </w:rPr>
        <w:t>настоящему Договору и являющейся его неотъемлемой частью. Передача помещений  оформляется  актом  приема – передачи, который составляется и подписывается Арендодат</w:t>
      </w:r>
      <w:r>
        <w:rPr>
          <w:rFonts w:eastAsia="MS Mincho"/>
        </w:rPr>
        <w:t>елем и Арендатором. Акт приема - передачи приобщается к</w:t>
      </w:r>
      <w:r w:rsidRPr="006D1E6C">
        <w:rPr>
          <w:rFonts w:eastAsia="MS Mincho"/>
        </w:rPr>
        <w:t xml:space="preserve"> настоящему Договору и является его неотъ</w:t>
      </w:r>
      <w:r>
        <w:rPr>
          <w:rFonts w:eastAsia="MS Mincho"/>
        </w:rPr>
        <w:t>емлемой частью. При отсутствии акта</w:t>
      </w:r>
      <w:r w:rsidRPr="006D1E6C">
        <w:rPr>
          <w:rFonts w:eastAsia="MS Mincho"/>
        </w:rPr>
        <w:t xml:space="preserve"> приема - передачи настоящий Договор считается  незаключенным.</w:t>
      </w:r>
    </w:p>
    <w:p w:rsidR="006D1E6C" w:rsidRPr="006D1E6C" w:rsidRDefault="006D1E6C" w:rsidP="006D1E6C">
      <w:pPr>
        <w:pStyle w:val="ac"/>
        <w:tabs>
          <w:tab w:val="clear" w:pos="1080"/>
          <w:tab w:val="left" w:pos="720"/>
        </w:tabs>
        <w:ind w:firstLine="709"/>
        <w:rPr>
          <w:rFonts w:eastAsia="MS Mincho"/>
        </w:rPr>
      </w:pPr>
      <w:r w:rsidRPr="006D1E6C">
        <w:rPr>
          <w:rFonts w:eastAsia="MS Mincho"/>
        </w:rPr>
        <w:t>1.3. Усл</w:t>
      </w:r>
      <w:r>
        <w:rPr>
          <w:rFonts w:eastAsia="MS Mincho"/>
        </w:rPr>
        <w:t xml:space="preserve">овия настоящего Договора </w:t>
      </w:r>
      <w:r w:rsidRPr="006D1E6C">
        <w:rPr>
          <w:rFonts w:eastAsia="MS Mincho"/>
        </w:rPr>
        <w:t>распространяют</w:t>
      </w:r>
      <w:r>
        <w:rPr>
          <w:rFonts w:eastAsia="MS Mincho"/>
        </w:rPr>
        <w:t xml:space="preserve">ся на отношения, возникшие между сторонами, с даты подписания акта приема - передачи </w:t>
      </w:r>
      <w:r w:rsidRPr="006D1E6C">
        <w:rPr>
          <w:rFonts w:eastAsia="MS Mincho"/>
        </w:rPr>
        <w:t>объекта,  если  иное  не  установлено  особыми условиями Договора.</w:t>
      </w:r>
    </w:p>
    <w:p w:rsidR="006D1E6C" w:rsidRPr="006D1E6C" w:rsidRDefault="006D1E6C" w:rsidP="006D1E6C">
      <w:pPr>
        <w:pStyle w:val="ac"/>
        <w:ind w:firstLine="0"/>
        <w:jc w:val="center"/>
        <w:rPr>
          <w:rFonts w:eastAsia="MS Mincho"/>
          <w:bCs/>
        </w:rPr>
      </w:pPr>
      <w:r w:rsidRPr="006D1E6C">
        <w:rPr>
          <w:rFonts w:eastAsia="MS Mincho"/>
          <w:bCs/>
        </w:rPr>
        <w:t>2.Обязанности сторон</w:t>
      </w:r>
    </w:p>
    <w:p w:rsidR="006D1E6C" w:rsidRPr="006D1E6C" w:rsidRDefault="006D1E6C" w:rsidP="006D1E6C">
      <w:pPr>
        <w:tabs>
          <w:tab w:val="left" w:pos="720"/>
        </w:tabs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2.1.Арендодатель обязуется:</w:t>
      </w:r>
    </w:p>
    <w:p w:rsidR="006D1E6C" w:rsidRPr="006D1E6C" w:rsidRDefault="006D1E6C" w:rsidP="006D1E6C">
      <w:r>
        <w:rPr>
          <w:rFonts w:eastAsia="MS Mincho"/>
        </w:rPr>
        <w:lastRenderedPageBreak/>
        <w:t xml:space="preserve">2.1.1. </w:t>
      </w:r>
      <w:r w:rsidRPr="006D1E6C">
        <w:rPr>
          <w:spacing w:val="1"/>
        </w:rPr>
        <w:t xml:space="preserve">В пятидневный срок с момента подписания настоящего Договора </w:t>
      </w:r>
      <w:r w:rsidRPr="006D1E6C">
        <w:t>оформить с Арендатором договор на оказание услуг по содержанию арендуемых помещений.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2.1.2.Не позднее пяти дней после заключения настоящего Договора  передать  Арендатору  помещения, указанные в п.  1.1 по акту приема - передачи.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2.1.3. Участвовать в создании необходимых условий для эффективного использования арендуемых помещений и поддержании их в надлежащем состоянии в порядке, согласованном с Арендатором.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2.1.4. В случ</w:t>
      </w:r>
      <w:r>
        <w:rPr>
          <w:rFonts w:eastAsia="MS Mincho"/>
        </w:rPr>
        <w:t xml:space="preserve">ае аварий,  произошедших не по </w:t>
      </w:r>
      <w:r w:rsidRPr="006D1E6C">
        <w:rPr>
          <w:rFonts w:eastAsia="MS Mincho"/>
        </w:rPr>
        <w:t>вине  Арендатора, оказывать ему необходимое содействие в устранении их последствий.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2.1.5. Не  менее,</w:t>
      </w:r>
      <w:r>
        <w:rPr>
          <w:rFonts w:eastAsia="MS Mincho"/>
        </w:rPr>
        <w:t xml:space="preserve"> чем за два месяца</w:t>
      </w:r>
      <w:r w:rsidRPr="006D1E6C">
        <w:rPr>
          <w:rFonts w:eastAsia="MS Mincho"/>
        </w:rPr>
        <w:t xml:space="preserve"> письменно </w:t>
      </w:r>
      <w:r>
        <w:rPr>
          <w:rFonts w:eastAsia="MS Mincho"/>
        </w:rPr>
        <w:t>уведомлять Арендатора о необходимости освобождения объекта в связи</w:t>
      </w:r>
      <w:r w:rsidRPr="006D1E6C">
        <w:rPr>
          <w:rFonts w:eastAsia="MS Mincho"/>
        </w:rPr>
        <w:t xml:space="preserve"> с принятыми в установленном порядке решениями о по</w:t>
      </w:r>
      <w:r>
        <w:rPr>
          <w:rFonts w:eastAsia="MS Mincho"/>
        </w:rPr>
        <w:t>становке здания на капитальный ремонт в соответствии с утвержденным</w:t>
      </w:r>
      <w:r w:rsidRPr="006D1E6C">
        <w:rPr>
          <w:rFonts w:eastAsia="MS Mincho"/>
        </w:rPr>
        <w:t xml:space="preserve"> планом </w:t>
      </w:r>
      <w:r>
        <w:rPr>
          <w:rFonts w:eastAsia="MS Mincho"/>
        </w:rPr>
        <w:t>капитального ремонта или о его ликвидации</w:t>
      </w:r>
      <w:r w:rsidRPr="006D1E6C">
        <w:rPr>
          <w:rFonts w:eastAsia="MS Mincho"/>
        </w:rPr>
        <w:t xml:space="preserve"> по  градостроительным причинам (основаниям).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2.1.6.Обеспечивать</w:t>
      </w:r>
      <w:r>
        <w:rPr>
          <w:rFonts w:eastAsia="MS Mincho"/>
        </w:rPr>
        <w:t xml:space="preserve"> нормальное функционирование и </w:t>
      </w:r>
      <w:r w:rsidRPr="006D1E6C">
        <w:rPr>
          <w:rFonts w:eastAsia="MS Mincho"/>
        </w:rPr>
        <w:t>техническое состоя</w:t>
      </w:r>
      <w:r>
        <w:rPr>
          <w:rFonts w:eastAsia="MS Mincho"/>
        </w:rPr>
        <w:t xml:space="preserve">ние инженерно - технических коммуникаций, </w:t>
      </w:r>
      <w:r w:rsidRPr="006D1E6C">
        <w:rPr>
          <w:rFonts w:eastAsia="MS Mincho"/>
        </w:rPr>
        <w:t>охранной, противопожарной сигнализации.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2.1.7</w:t>
      </w:r>
      <w:r>
        <w:rPr>
          <w:rFonts w:eastAsia="MS Mincho"/>
        </w:rPr>
        <w:t xml:space="preserve">.Осуществлять </w:t>
      </w:r>
      <w:r w:rsidRPr="006D1E6C">
        <w:rPr>
          <w:rFonts w:eastAsia="MS Mincho"/>
        </w:rPr>
        <w:t>капитальны</w:t>
      </w:r>
      <w:r>
        <w:rPr>
          <w:rFonts w:eastAsia="MS Mincho"/>
        </w:rPr>
        <w:t xml:space="preserve">й ремонт сданных в аренду </w:t>
      </w:r>
      <w:r w:rsidRPr="006D1E6C">
        <w:rPr>
          <w:rFonts w:eastAsia="MS Mincho"/>
        </w:rPr>
        <w:t>помещений, если иное не пр</w:t>
      </w:r>
      <w:r>
        <w:rPr>
          <w:rFonts w:eastAsia="MS Mincho"/>
        </w:rPr>
        <w:t xml:space="preserve">едусмотрено настоящим договором </w:t>
      </w:r>
      <w:r w:rsidRPr="006D1E6C">
        <w:rPr>
          <w:rFonts w:eastAsia="MS Mincho"/>
        </w:rPr>
        <w:t>контролиро</w:t>
      </w:r>
      <w:r>
        <w:rPr>
          <w:rFonts w:eastAsia="MS Mincho"/>
        </w:rPr>
        <w:t>вать надлежащее   выполнение Арендатором требований</w:t>
      </w:r>
      <w:r w:rsidRPr="006D1E6C">
        <w:rPr>
          <w:rFonts w:eastAsia="MS Mincho"/>
        </w:rPr>
        <w:t xml:space="preserve"> по  соде</w:t>
      </w:r>
      <w:r>
        <w:rPr>
          <w:rFonts w:eastAsia="MS Mincho"/>
        </w:rPr>
        <w:t xml:space="preserve">ржанию  арендуемого помещения, </w:t>
      </w:r>
      <w:r w:rsidRPr="006D1E6C">
        <w:rPr>
          <w:rFonts w:eastAsia="MS Mincho"/>
        </w:rPr>
        <w:t>а также других обязательств, предусмотренных настоящим Договором.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2.1.8. Арендодатель имеет право не более, чем 1 раз в год изменить размер арендной платы в случае изменения ставки  арендной платы.При  изменении  размера арендной платы,  Арендодатель доводит до  сведения  Арендатора   (под роспись)  изменение ставок арендной платы и осуществляет контроль за  исполнением  настоящего условия.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2.1.9. В случае досрочного освобождения Арендатором занимаемых площадей Арен</w:t>
      </w:r>
      <w:r>
        <w:rPr>
          <w:rFonts w:eastAsia="MS Mincho"/>
        </w:rPr>
        <w:t xml:space="preserve">додатель  обязан  уведомить об этом </w:t>
      </w:r>
      <w:r w:rsidRPr="006D1E6C">
        <w:rPr>
          <w:rFonts w:eastAsia="MS Mincho"/>
        </w:rPr>
        <w:t>Администрацию  в 10-дневный срок с момента освобождения Арендатором помещения путем направления письма с уведомлением о вручении.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2.1.10. Принять арендованные помещения от Арендатора в течение тре</w:t>
      </w:r>
      <w:r>
        <w:rPr>
          <w:rFonts w:eastAsia="MS Mincho"/>
        </w:rPr>
        <w:t>х  дней  по  окончании срока аренды либо при</w:t>
      </w:r>
      <w:r w:rsidRPr="006D1E6C">
        <w:rPr>
          <w:rFonts w:eastAsia="MS Mincho"/>
        </w:rPr>
        <w:t xml:space="preserve"> досрочном высвобождении помещения.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2.2.</w:t>
      </w:r>
      <w:r w:rsidRPr="006D1E6C">
        <w:rPr>
          <w:rFonts w:eastAsia="MS Mincho"/>
        </w:rPr>
        <w:tab/>
        <w:t>Арендатор обязуется: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</w:t>
      </w:r>
      <w:r>
        <w:rPr>
          <w:rFonts w:eastAsia="MS Mincho"/>
        </w:rPr>
        <w:t>.2.1. Использовать помещение исключительно по</w:t>
      </w:r>
      <w:r w:rsidRPr="006D1E6C">
        <w:rPr>
          <w:rFonts w:eastAsia="MS Mincho"/>
        </w:rPr>
        <w:t xml:space="preserve"> прямому назначению, указанному в п. 1.1 настоящего Договора.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2.2.2.</w:t>
      </w:r>
      <w:r>
        <w:rPr>
          <w:rFonts w:eastAsia="MS Mincho"/>
        </w:rPr>
        <w:t>В течение пяти дней с момента</w:t>
      </w:r>
      <w:r w:rsidRPr="006D1E6C">
        <w:rPr>
          <w:rFonts w:eastAsia="MS Mincho"/>
        </w:rPr>
        <w:t xml:space="preserve"> подпи</w:t>
      </w:r>
      <w:r>
        <w:rPr>
          <w:rFonts w:eastAsia="MS Mincho"/>
        </w:rPr>
        <w:t>сания</w:t>
      </w:r>
      <w:r w:rsidRPr="006D1E6C">
        <w:rPr>
          <w:rFonts w:eastAsia="MS Mincho"/>
        </w:rPr>
        <w:t xml:space="preserve"> нас</w:t>
      </w:r>
      <w:r>
        <w:rPr>
          <w:rFonts w:eastAsia="MS Mincho"/>
        </w:rPr>
        <w:t>тоящего Договора  заключить с</w:t>
      </w:r>
      <w:r w:rsidRPr="006D1E6C">
        <w:rPr>
          <w:rFonts w:eastAsia="MS Mincho"/>
        </w:rPr>
        <w:t xml:space="preserve"> обслуживающей организацией договор на эксплуатационные, коммунальные и необходимые а</w:t>
      </w:r>
      <w:r>
        <w:rPr>
          <w:rFonts w:eastAsia="MS Mincho"/>
        </w:rPr>
        <w:t xml:space="preserve">дминистративно - хозяйственные </w:t>
      </w:r>
      <w:r w:rsidRPr="006D1E6C">
        <w:rPr>
          <w:rFonts w:eastAsia="MS Mincho"/>
        </w:rPr>
        <w:t>услуги (Договор на оказание услуг).</w:t>
      </w:r>
    </w:p>
    <w:p w:rsidR="006D1E6C" w:rsidRPr="006D1E6C" w:rsidRDefault="006D1E6C" w:rsidP="006D1E6C">
      <w:pPr>
        <w:rPr>
          <w:rFonts w:eastAsia="MS Mincho"/>
        </w:rPr>
      </w:pPr>
      <w:r>
        <w:rPr>
          <w:rFonts w:eastAsia="MS Mincho"/>
        </w:rPr>
        <w:t xml:space="preserve">2.2.3. Не позднее пяти дней после заключения </w:t>
      </w:r>
      <w:r w:rsidRPr="006D1E6C">
        <w:rPr>
          <w:rFonts w:eastAsia="MS Mincho"/>
        </w:rPr>
        <w:t xml:space="preserve">настоящего Договора принять </w:t>
      </w:r>
      <w:r>
        <w:rPr>
          <w:rFonts w:eastAsia="MS Mincho"/>
        </w:rPr>
        <w:t xml:space="preserve"> у Балансодержателя помещение, указанное в п.</w:t>
      </w:r>
      <w:r w:rsidRPr="006D1E6C">
        <w:rPr>
          <w:rFonts w:eastAsia="MS Mincho"/>
        </w:rPr>
        <w:t xml:space="preserve"> 1.1 (приложение 1), по акту приема - передачи.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 xml:space="preserve">2.2.4. Следить за </w:t>
      </w:r>
      <w:r>
        <w:rPr>
          <w:rFonts w:eastAsia="MS Mincho"/>
        </w:rPr>
        <w:t>нормальным функционированием и</w:t>
      </w:r>
      <w:r w:rsidRPr="006D1E6C">
        <w:rPr>
          <w:rFonts w:eastAsia="MS Mincho"/>
        </w:rPr>
        <w:t xml:space="preserve"> техни</w:t>
      </w:r>
      <w:r>
        <w:rPr>
          <w:rFonts w:eastAsia="MS Mincho"/>
        </w:rPr>
        <w:t xml:space="preserve">ческим состоянием инженерно - технических коммуникаций, </w:t>
      </w:r>
      <w:r w:rsidRPr="006D1E6C">
        <w:rPr>
          <w:rFonts w:eastAsia="MS Mincho"/>
        </w:rPr>
        <w:t>охранной, противопожарной сигнализации.  Обеспечивать  их сохранность.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2.2.5. Соблюдать  прав</w:t>
      </w:r>
      <w:r>
        <w:rPr>
          <w:rFonts w:eastAsia="MS Mincho"/>
        </w:rPr>
        <w:t>ила  пожарной  безопасности и</w:t>
      </w:r>
      <w:r w:rsidRPr="006D1E6C">
        <w:rPr>
          <w:rFonts w:eastAsia="MS Mincho"/>
        </w:rPr>
        <w:t xml:space="preserve"> техники безопасности, требования  Территориального управления Федеральной службы по надзору в </w:t>
      </w:r>
      <w:r w:rsidRPr="006D1E6C">
        <w:rPr>
          <w:rFonts w:eastAsia="MS Mincho"/>
        </w:rPr>
        <w:lastRenderedPageBreak/>
        <w:t>сфере защиты прав потребителей и благополучия человека по НС</w:t>
      </w:r>
      <w:r>
        <w:rPr>
          <w:rFonts w:eastAsia="MS Mincho"/>
        </w:rPr>
        <w:t xml:space="preserve">О, а также отраслевых правил и норм, действующих в отношении видов </w:t>
      </w:r>
      <w:r w:rsidRPr="006D1E6C">
        <w:rPr>
          <w:rFonts w:eastAsia="MS Mincho"/>
        </w:rPr>
        <w:t>деятельности Арендатора и арендуемого им объекта.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2.2.6. Не допускать захламления бытовым и строительным мусором внутренних дворов  здания,  арендуемого  пом</w:t>
      </w:r>
      <w:r>
        <w:rPr>
          <w:rFonts w:eastAsia="MS Mincho"/>
        </w:rPr>
        <w:t>ещения и мест</w:t>
      </w:r>
      <w:r w:rsidRPr="006D1E6C">
        <w:rPr>
          <w:rFonts w:eastAsia="MS Mincho"/>
        </w:rPr>
        <w:t xml:space="preserve"> общег</w:t>
      </w:r>
      <w:r>
        <w:rPr>
          <w:rFonts w:eastAsia="MS Mincho"/>
        </w:rPr>
        <w:t>о пользования.    Немедленно извещать</w:t>
      </w:r>
      <w:r w:rsidRPr="006D1E6C">
        <w:rPr>
          <w:rFonts w:eastAsia="MS Mincho"/>
        </w:rPr>
        <w:t xml:space="preserve"> Арендодателя </w:t>
      </w:r>
      <w:r>
        <w:rPr>
          <w:rFonts w:eastAsia="MS Mincho"/>
        </w:rPr>
        <w:t xml:space="preserve">о </w:t>
      </w:r>
      <w:r w:rsidRPr="006D1E6C">
        <w:rPr>
          <w:rFonts w:eastAsia="MS Mincho"/>
        </w:rPr>
        <w:t>всяком повреждени</w:t>
      </w:r>
      <w:r>
        <w:rPr>
          <w:rFonts w:eastAsia="MS Mincho"/>
        </w:rPr>
        <w:t>и, аварии или  ином событии, нанесшем (или</w:t>
      </w:r>
      <w:r w:rsidRPr="006D1E6C">
        <w:rPr>
          <w:rFonts w:eastAsia="MS Mincho"/>
        </w:rPr>
        <w:t xml:space="preserve"> грозяще</w:t>
      </w:r>
      <w:r>
        <w:rPr>
          <w:rFonts w:eastAsia="MS Mincho"/>
        </w:rPr>
        <w:t xml:space="preserve">м нанести) объекту ущерб, и </w:t>
      </w:r>
      <w:r w:rsidRPr="006D1E6C">
        <w:rPr>
          <w:rFonts w:eastAsia="MS Mincho"/>
        </w:rPr>
        <w:t>своевременно принимать все возм</w:t>
      </w:r>
      <w:r>
        <w:rPr>
          <w:rFonts w:eastAsia="MS Mincho"/>
        </w:rPr>
        <w:t>ожные меры  по  предотвращению</w:t>
      </w:r>
      <w:r w:rsidRPr="006D1E6C">
        <w:rPr>
          <w:rFonts w:eastAsia="MS Mincho"/>
        </w:rPr>
        <w:t xml:space="preserve"> угро</w:t>
      </w:r>
      <w:r>
        <w:rPr>
          <w:rFonts w:eastAsia="MS Mincho"/>
        </w:rPr>
        <w:t>зы дальнейшего разрушения</w:t>
      </w:r>
      <w:r w:rsidRPr="006D1E6C">
        <w:rPr>
          <w:rFonts w:eastAsia="MS Mincho"/>
        </w:rPr>
        <w:t xml:space="preserve"> или повреждения объекта.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 xml:space="preserve">2.2.7. Не производить прокладок, скрытых и открытых проводок </w:t>
      </w:r>
      <w:r>
        <w:rPr>
          <w:rFonts w:eastAsia="MS Mincho"/>
        </w:rPr>
        <w:t>и коммуникаций, перепланировок и переоборудования</w:t>
      </w:r>
      <w:r w:rsidRPr="006D1E6C">
        <w:rPr>
          <w:rFonts w:eastAsia="MS Mincho"/>
        </w:rPr>
        <w:t xml:space="preserve"> аре</w:t>
      </w:r>
      <w:r>
        <w:rPr>
          <w:rFonts w:eastAsia="MS Mincho"/>
        </w:rPr>
        <w:t xml:space="preserve">ндуемого помещения, вызываемых потребностями Арендатора, без </w:t>
      </w:r>
      <w:r w:rsidRPr="006D1E6C">
        <w:rPr>
          <w:rFonts w:eastAsia="MS Mincho"/>
        </w:rPr>
        <w:t>письменного разрешения Арендодателя.</w:t>
      </w:r>
    </w:p>
    <w:p w:rsidR="006D1E6C" w:rsidRPr="006D1E6C" w:rsidRDefault="006D1E6C" w:rsidP="006D1E6C">
      <w:pPr>
        <w:rPr>
          <w:rFonts w:eastAsia="MS Mincho"/>
        </w:rPr>
      </w:pPr>
      <w:r>
        <w:rPr>
          <w:rFonts w:eastAsia="MS Mincho"/>
        </w:rPr>
        <w:t>В случае обнаружения Арендодателем самовольных</w:t>
      </w:r>
      <w:r w:rsidRPr="006D1E6C">
        <w:rPr>
          <w:rFonts w:eastAsia="MS Mincho"/>
        </w:rPr>
        <w:t xml:space="preserve"> перестро</w:t>
      </w:r>
      <w:r>
        <w:rPr>
          <w:rFonts w:eastAsia="MS Mincho"/>
        </w:rPr>
        <w:t>ек, нарушения целостности стен,</w:t>
      </w:r>
      <w:r w:rsidRPr="006D1E6C">
        <w:rPr>
          <w:rFonts w:eastAsia="MS Mincho"/>
        </w:rPr>
        <w:t xml:space="preserve"> перегородок или перекрытий, переделок или</w:t>
      </w:r>
      <w:r>
        <w:rPr>
          <w:rFonts w:eastAsia="MS Mincho"/>
        </w:rPr>
        <w:t xml:space="preserve">  прокладок  сетей,  искажающих</w:t>
      </w:r>
      <w:r w:rsidRPr="006D1E6C">
        <w:rPr>
          <w:rFonts w:eastAsia="MS Mincho"/>
        </w:rPr>
        <w:t xml:space="preserve"> первоначальный  вид арендуемое помещение,  таковые  должны  быт</w:t>
      </w:r>
      <w:r>
        <w:rPr>
          <w:rFonts w:eastAsia="MS Mincho"/>
        </w:rPr>
        <w:t>ь ликвидированы  Арендатором,</w:t>
      </w:r>
      <w:r w:rsidRPr="006D1E6C">
        <w:rPr>
          <w:rFonts w:eastAsia="MS Mincho"/>
        </w:rPr>
        <w:t xml:space="preserve"> а помещение приведено в прежний вид за его счет в срок, определяемый односторонним предписанием Арендодателя.</w:t>
      </w:r>
    </w:p>
    <w:p w:rsidR="006D1E6C" w:rsidRPr="006D1E6C" w:rsidRDefault="006D1E6C" w:rsidP="006D1E6C">
      <w:pPr>
        <w:rPr>
          <w:rFonts w:eastAsia="MS Mincho"/>
        </w:rPr>
      </w:pPr>
      <w:r>
        <w:rPr>
          <w:rFonts w:eastAsia="MS Mincho"/>
        </w:rPr>
        <w:t xml:space="preserve">2.2.8. Своевременно производить за </w:t>
      </w:r>
      <w:r w:rsidRPr="006D1E6C">
        <w:rPr>
          <w:rFonts w:eastAsia="MS Mincho"/>
        </w:rPr>
        <w:t>свой счет текущи</w:t>
      </w:r>
      <w:r>
        <w:rPr>
          <w:rFonts w:eastAsia="MS Mincho"/>
        </w:rPr>
        <w:t>й ремонт арендуемого помещения с предварительным</w:t>
      </w:r>
      <w:r w:rsidRPr="006D1E6C">
        <w:rPr>
          <w:rFonts w:eastAsia="MS Mincho"/>
        </w:rPr>
        <w:t xml:space="preserve"> письмен</w:t>
      </w:r>
      <w:r>
        <w:rPr>
          <w:rFonts w:eastAsia="MS Mincho"/>
        </w:rPr>
        <w:t xml:space="preserve">ным уведомлением Арендодателя, а также принимать долевое участие </w:t>
      </w:r>
      <w:r w:rsidRPr="006D1E6C">
        <w:rPr>
          <w:rFonts w:eastAsia="MS Mincho"/>
        </w:rPr>
        <w:t xml:space="preserve">в текущем и капитальном ремонте здания (если в аренде находятся часть  здания, Арендатор </w:t>
      </w:r>
      <w:r>
        <w:rPr>
          <w:rFonts w:eastAsia="MS Mincho"/>
        </w:rPr>
        <w:t xml:space="preserve"> принимает  долевое участие в</w:t>
      </w:r>
      <w:r w:rsidRPr="006D1E6C">
        <w:rPr>
          <w:rFonts w:eastAsia="MS Mincho"/>
        </w:rPr>
        <w:t xml:space="preserve"> ремонте фасада здания), инженерно - технических коммуник</w:t>
      </w:r>
      <w:r>
        <w:rPr>
          <w:rFonts w:eastAsia="MS Mincho"/>
        </w:rPr>
        <w:t>аций, а также в</w:t>
      </w:r>
      <w:r w:rsidRPr="006D1E6C">
        <w:rPr>
          <w:rFonts w:eastAsia="MS Mincho"/>
        </w:rPr>
        <w:t xml:space="preserve"> мероприят</w:t>
      </w:r>
      <w:r>
        <w:rPr>
          <w:rFonts w:eastAsia="MS Mincho"/>
        </w:rPr>
        <w:t>иях по благоустройству</w:t>
      </w:r>
      <w:r w:rsidRPr="006D1E6C">
        <w:rPr>
          <w:rFonts w:eastAsia="MS Mincho"/>
        </w:rPr>
        <w:t xml:space="preserve"> окру</w:t>
      </w:r>
      <w:r>
        <w:rPr>
          <w:rFonts w:eastAsia="MS Mincho"/>
        </w:rPr>
        <w:t>жающей здание территории,</w:t>
      </w:r>
      <w:r w:rsidRPr="006D1E6C">
        <w:rPr>
          <w:rFonts w:eastAsia="MS Mincho"/>
        </w:rPr>
        <w:t xml:space="preserve"> проводимы</w:t>
      </w:r>
      <w:r>
        <w:rPr>
          <w:rFonts w:eastAsia="MS Mincho"/>
        </w:rPr>
        <w:t>х Арендодателем согласно</w:t>
      </w:r>
      <w:r w:rsidRPr="006D1E6C">
        <w:rPr>
          <w:rFonts w:eastAsia="MS Mincho"/>
        </w:rPr>
        <w:t xml:space="preserve"> отдельны</w:t>
      </w:r>
      <w:r>
        <w:rPr>
          <w:rFonts w:eastAsia="MS Mincho"/>
        </w:rPr>
        <w:t>м  соглашениям, заключаемым с Арендодателем. Иной порядок и</w:t>
      </w:r>
      <w:r w:rsidRPr="006D1E6C">
        <w:rPr>
          <w:rFonts w:eastAsia="MS Mincho"/>
        </w:rPr>
        <w:t xml:space="preserve"> условия  проведения капитального ремонта</w:t>
      </w:r>
      <w:r>
        <w:rPr>
          <w:rFonts w:eastAsia="MS Mincho"/>
        </w:rPr>
        <w:t xml:space="preserve"> могут быть установлены в </w:t>
      </w:r>
      <w:r w:rsidRPr="006D1E6C">
        <w:rPr>
          <w:rFonts w:eastAsia="MS Mincho"/>
        </w:rPr>
        <w:t>дополнительном  соглашении  к Договору.</w:t>
      </w:r>
    </w:p>
    <w:p w:rsidR="006D1E6C" w:rsidRPr="006D1E6C" w:rsidRDefault="006D1E6C" w:rsidP="006D1E6C">
      <w:pPr>
        <w:rPr>
          <w:rFonts w:eastAsia="MS Mincho"/>
        </w:rPr>
      </w:pPr>
      <w:r>
        <w:rPr>
          <w:rFonts w:eastAsia="MS Mincho"/>
        </w:rPr>
        <w:t>2.2.9. Не заключать договоры и не вступать в</w:t>
      </w:r>
      <w:r w:rsidRPr="006D1E6C">
        <w:rPr>
          <w:rFonts w:eastAsia="MS Mincho"/>
        </w:rPr>
        <w:t xml:space="preserve"> сделки</w:t>
      </w:r>
      <w:r>
        <w:rPr>
          <w:rFonts w:eastAsia="MS Mincho"/>
        </w:rPr>
        <w:t xml:space="preserve">, следствием  которых  может </w:t>
      </w:r>
      <w:r w:rsidRPr="006D1E6C">
        <w:rPr>
          <w:rFonts w:eastAsia="MS Mincho"/>
        </w:rPr>
        <w:t>явл</w:t>
      </w:r>
      <w:r>
        <w:rPr>
          <w:rFonts w:eastAsia="MS Mincho"/>
        </w:rPr>
        <w:t xml:space="preserve">яться какое-либо обременение предоставленных </w:t>
      </w:r>
      <w:r w:rsidRPr="006D1E6C">
        <w:rPr>
          <w:rFonts w:eastAsia="MS Mincho"/>
        </w:rPr>
        <w:t>Арендатору по договору имуществ</w:t>
      </w:r>
      <w:r>
        <w:rPr>
          <w:rFonts w:eastAsia="MS Mincho"/>
        </w:rPr>
        <w:t xml:space="preserve">енных прав, в частности, переход их к иному </w:t>
      </w:r>
      <w:r w:rsidRPr="006D1E6C">
        <w:rPr>
          <w:rFonts w:eastAsia="MS Mincho"/>
        </w:rPr>
        <w:t xml:space="preserve">лицу </w:t>
      </w:r>
      <w:r>
        <w:rPr>
          <w:rFonts w:eastAsia="MS Mincho"/>
        </w:rPr>
        <w:t xml:space="preserve"> (договоры залога, субаренды, внесение права на аренду </w:t>
      </w:r>
      <w:r w:rsidRPr="006D1E6C">
        <w:rPr>
          <w:rFonts w:eastAsia="MS Mincho"/>
        </w:rPr>
        <w:t>объе</w:t>
      </w:r>
      <w:r>
        <w:rPr>
          <w:rFonts w:eastAsia="MS Mincho"/>
        </w:rPr>
        <w:t xml:space="preserve">кта или его части в уставный </w:t>
      </w:r>
      <w:r w:rsidRPr="006D1E6C">
        <w:rPr>
          <w:rFonts w:eastAsia="MS Mincho"/>
        </w:rPr>
        <w:t>(складочны</w:t>
      </w:r>
      <w:r>
        <w:rPr>
          <w:rFonts w:eastAsia="MS Mincho"/>
        </w:rPr>
        <w:t xml:space="preserve">й) капитал юридических лиц и </w:t>
      </w:r>
      <w:r w:rsidRPr="006D1E6C">
        <w:rPr>
          <w:rFonts w:eastAsia="MS Mincho"/>
        </w:rPr>
        <w:t>др.), без письменного согласия Администрации.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2.2.10. До ше</w:t>
      </w:r>
      <w:r>
        <w:rPr>
          <w:rFonts w:eastAsia="MS Mincho"/>
        </w:rPr>
        <w:t>стого числа отчетного месяца Арендатор</w:t>
      </w:r>
      <w:r w:rsidRPr="006D1E6C">
        <w:rPr>
          <w:rFonts w:eastAsia="MS Mincho"/>
        </w:rPr>
        <w:t xml:space="preserve"> обязан</w:t>
      </w:r>
      <w:r>
        <w:rPr>
          <w:rFonts w:eastAsia="MS Mincho"/>
        </w:rPr>
        <w:t xml:space="preserve"> представить Арендодателю </w:t>
      </w:r>
      <w:r w:rsidRPr="006D1E6C">
        <w:rPr>
          <w:rFonts w:eastAsia="MS Mincho"/>
        </w:rPr>
        <w:t>к</w:t>
      </w:r>
      <w:r>
        <w:rPr>
          <w:rFonts w:eastAsia="MS Mincho"/>
        </w:rPr>
        <w:t xml:space="preserve">опию платежного поручения </w:t>
      </w:r>
      <w:r w:rsidRPr="006D1E6C">
        <w:rPr>
          <w:rFonts w:eastAsia="MS Mincho"/>
        </w:rPr>
        <w:t>о перечислении арендной  пл</w:t>
      </w:r>
      <w:r>
        <w:rPr>
          <w:rFonts w:eastAsia="MS Mincho"/>
        </w:rPr>
        <w:t xml:space="preserve">аты, указанной в п. 3.2.б </w:t>
      </w:r>
      <w:r w:rsidRPr="006D1E6C">
        <w:rPr>
          <w:rFonts w:eastAsia="MS Mincho"/>
        </w:rPr>
        <w:t>настоящего Договора.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2.11. Предоставлять представителя</w:t>
      </w:r>
      <w:r>
        <w:rPr>
          <w:rFonts w:eastAsia="MS Mincho"/>
        </w:rPr>
        <w:t xml:space="preserve">м Администрации и </w:t>
      </w:r>
      <w:r w:rsidRPr="006D1E6C">
        <w:rPr>
          <w:rFonts w:eastAsia="MS Mincho"/>
        </w:rPr>
        <w:t>обслуживающей организации возможность беспрепятственно</w:t>
      </w:r>
      <w:r>
        <w:rPr>
          <w:rFonts w:eastAsia="MS Mincho"/>
        </w:rPr>
        <w:t xml:space="preserve">го доступа  в  арендуемое </w:t>
      </w:r>
      <w:r w:rsidRPr="006D1E6C">
        <w:rPr>
          <w:rFonts w:eastAsia="MS Mincho"/>
        </w:rPr>
        <w:t>пом</w:t>
      </w:r>
      <w:r>
        <w:rPr>
          <w:rFonts w:eastAsia="MS Mincho"/>
        </w:rPr>
        <w:t>ещение в случаях проведения проверок</w:t>
      </w:r>
      <w:r w:rsidRPr="006D1E6C">
        <w:rPr>
          <w:rFonts w:eastAsia="MS Mincho"/>
        </w:rPr>
        <w:t xml:space="preserve"> использования  объекта ар</w:t>
      </w:r>
      <w:r>
        <w:rPr>
          <w:rFonts w:eastAsia="MS Mincho"/>
        </w:rPr>
        <w:t>енды в соответствии с условиями настоящего Договора, а</w:t>
      </w:r>
      <w:r w:rsidRPr="006D1E6C">
        <w:rPr>
          <w:rFonts w:eastAsia="MS Mincho"/>
        </w:rPr>
        <w:t xml:space="preserve"> также</w:t>
      </w:r>
      <w:r>
        <w:rPr>
          <w:rFonts w:eastAsia="MS Mincho"/>
        </w:rPr>
        <w:t xml:space="preserve"> предоставлять документацию, запрашиваемую </w:t>
      </w:r>
      <w:r w:rsidRPr="006D1E6C">
        <w:rPr>
          <w:rFonts w:eastAsia="MS Mincho"/>
        </w:rPr>
        <w:t>представителями  Администрации в ходе проверки.</w:t>
      </w:r>
    </w:p>
    <w:p w:rsidR="006D1E6C" w:rsidRPr="006D1E6C" w:rsidRDefault="006D1E6C" w:rsidP="006D1E6C">
      <w:pPr>
        <w:rPr>
          <w:rFonts w:eastAsia="MS Mincho"/>
        </w:rPr>
      </w:pPr>
      <w:r>
        <w:rPr>
          <w:rFonts w:eastAsia="MS Mincho"/>
        </w:rPr>
        <w:t xml:space="preserve">2.2.12. Письменно сообщать </w:t>
      </w:r>
      <w:r w:rsidRPr="006D1E6C">
        <w:rPr>
          <w:rFonts w:eastAsia="MS Mincho"/>
        </w:rPr>
        <w:t>Администрации, Арендодателю</w:t>
      </w:r>
      <w:r>
        <w:rPr>
          <w:rFonts w:eastAsia="MS Mincho"/>
        </w:rPr>
        <w:t xml:space="preserve"> и  обслуживающей организации,</w:t>
      </w:r>
      <w:r w:rsidRPr="006D1E6C">
        <w:rPr>
          <w:rFonts w:eastAsia="MS Mincho"/>
        </w:rPr>
        <w:t xml:space="preserve"> не позднее, чем за три месяца о предстоящем освобождении помещения как в связи с окончанием срока действия Договора,  так и </w:t>
      </w:r>
      <w:r>
        <w:rPr>
          <w:rFonts w:eastAsia="MS Mincho"/>
        </w:rPr>
        <w:t xml:space="preserve">при досрочном их освобождении. Сдать Арендодателю </w:t>
      </w:r>
      <w:r w:rsidRPr="006D1E6C">
        <w:rPr>
          <w:rFonts w:eastAsia="MS Mincho"/>
        </w:rPr>
        <w:t>помещение по акту приема - передачи.</w:t>
      </w:r>
    </w:p>
    <w:p w:rsidR="006D1E6C" w:rsidRPr="006D1E6C" w:rsidRDefault="006D1E6C" w:rsidP="006D1E6C">
      <w:pPr>
        <w:rPr>
          <w:rFonts w:eastAsia="MS Mincho"/>
        </w:rPr>
      </w:pPr>
      <w:r>
        <w:rPr>
          <w:rFonts w:eastAsia="MS Mincho"/>
        </w:rPr>
        <w:t>2.2.13. По окончании срока действия Договора или при его расторжении освободить занимаемое</w:t>
      </w:r>
      <w:r w:rsidRPr="006D1E6C">
        <w:rPr>
          <w:rFonts w:eastAsia="MS Mincho"/>
        </w:rPr>
        <w:t xml:space="preserve"> помещение не позднее трех дней после окончания действия настоящего Договора.</w:t>
      </w:r>
    </w:p>
    <w:p w:rsidR="006D1E6C" w:rsidRPr="006D1E6C" w:rsidRDefault="006D1E6C" w:rsidP="006D1E6C">
      <w:pPr>
        <w:rPr>
          <w:rFonts w:eastAsia="MS Mincho"/>
        </w:rPr>
      </w:pPr>
      <w:r>
        <w:rPr>
          <w:rFonts w:eastAsia="MS Mincho"/>
        </w:rPr>
        <w:lastRenderedPageBreak/>
        <w:t>2.2.14. Передать</w:t>
      </w:r>
      <w:r w:rsidRPr="006D1E6C">
        <w:rPr>
          <w:rFonts w:eastAsia="MS Mincho"/>
        </w:rPr>
        <w:t xml:space="preserve"> Арендодателю арендованное помещение в том же со</w:t>
      </w:r>
      <w:r>
        <w:rPr>
          <w:rFonts w:eastAsia="MS Mincho"/>
        </w:rPr>
        <w:t>стоянии, в котором оно было передано Арендатору,</w:t>
      </w:r>
      <w:r w:rsidRPr="006D1E6C">
        <w:rPr>
          <w:rFonts w:eastAsia="MS Mincho"/>
        </w:rPr>
        <w:t xml:space="preserve"> с учетом нормально</w:t>
      </w:r>
      <w:r>
        <w:rPr>
          <w:rFonts w:eastAsia="MS Mincho"/>
        </w:rPr>
        <w:t>го   износа. Также Арендатором</w:t>
      </w:r>
      <w:r w:rsidRPr="006D1E6C">
        <w:rPr>
          <w:rFonts w:eastAsia="MS Mincho"/>
        </w:rPr>
        <w:t xml:space="preserve"> долж</w:t>
      </w:r>
      <w:r>
        <w:rPr>
          <w:rFonts w:eastAsia="MS Mincho"/>
        </w:rPr>
        <w:t>ны быть</w:t>
      </w:r>
      <w:r w:rsidRPr="006D1E6C">
        <w:rPr>
          <w:rFonts w:eastAsia="MS Mincho"/>
        </w:rPr>
        <w:t xml:space="preserve"> переданы Арендодателю все произведенные в арендуемом помещение перестройки, переделки и все улучшения без возмещения затрат.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2.2.1</w:t>
      </w:r>
      <w:r>
        <w:rPr>
          <w:rFonts w:eastAsia="MS Mincho"/>
        </w:rPr>
        <w:t>5. Освободить помещение в связи с аварийным</w:t>
      </w:r>
      <w:r w:rsidRPr="006D1E6C">
        <w:rPr>
          <w:rFonts w:eastAsia="MS Mincho"/>
        </w:rPr>
        <w:t xml:space="preserve"> </w:t>
      </w:r>
      <w:r>
        <w:rPr>
          <w:rFonts w:eastAsia="MS Mincho"/>
        </w:rPr>
        <w:t xml:space="preserve">состоянием конструкций здания (или его части), </w:t>
      </w:r>
      <w:r w:rsidRPr="006D1E6C">
        <w:rPr>
          <w:rFonts w:eastAsia="MS Mincho"/>
        </w:rPr>
        <w:t>постановк</w:t>
      </w:r>
      <w:r>
        <w:rPr>
          <w:rFonts w:eastAsia="MS Mincho"/>
        </w:rPr>
        <w:t xml:space="preserve">ой </w:t>
      </w:r>
      <w:r w:rsidRPr="006D1E6C">
        <w:rPr>
          <w:rFonts w:eastAsia="MS Mincho"/>
        </w:rPr>
        <w:t>здания  на капитальный ремонт или его сносом  по  градостроительным  причинам (основаниям) в сроки, установленные уполномоченными органами.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2.2.16. Застраховать взятое в аренду имущество. В случае, если Договор за</w:t>
      </w:r>
      <w:r>
        <w:rPr>
          <w:rFonts w:eastAsia="MS Mincho"/>
        </w:rPr>
        <w:t xml:space="preserve">ключается на срок более одного </w:t>
      </w:r>
      <w:r w:rsidRPr="006D1E6C">
        <w:rPr>
          <w:rFonts w:eastAsia="MS Mincho"/>
        </w:rPr>
        <w:t>г</w:t>
      </w:r>
      <w:r>
        <w:rPr>
          <w:rFonts w:eastAsia="MS Mincho"/>
        </w:rPr>
        <w:t>ода, Арендатор</w:t>
      </w:r>
      <w:r w:rsidRPr="006D1E6C">
        <w:rPr>
          <w:rFonts w:eastAsia="MS Mincho"/>
        </w:rPr>
        <w:t xml:space="preserve"> обязан стр</w:t>
      </w:r>
      <w:r>
        <w:rPr>
          <w:rFonts w:eastAsia="MS Mincho"/>
        </w:rPr>
        <w:t>аховать арендованное имущество ежегодно. Условия</w:t>
      </w:r>
      <w:r w:rsidRPr="006D1E6C">
        <w:rPr>
          <w:rFonts w:eastAsia="MS Mincho"/>
        </w:rPr>
        <w:t xml:space="preserve"> страхования должны быть согласованы с Администрацией.</w:t>
      </w:r>
    </w:p>
    <w:p w:rsidR="006D1E6C" w:rsidRPr="006D1E6C" w:rsidRDefault="006D1E6C" w:rsidP="006D1E6C">
      <w:pPr>
        <w:rPr>
          <w:rFonts w:eastAsia="MS Mincho"/>
        </w:rPr>
      </w:pPr>
      <w:r w:rsidRPr="006D1E6C">
        <w:rPr>
          <w:rFonts w:eastAsia="MS Mincho"/>
        </w:rPr>
        <w:t>2.2.17. Своевременно вносить арендную плату в полном объеме  и в сроки, установленные Договором.  Несвоевременная оплата арендны</w:t>
      </w:r>
      <w:r>
        <w:rPr>
          <w:rFonts w:eastAsia="MS Mincho"/>
        </w:rPr>
        <w:t xml:space="preserve">х платежей, а  также  внесение </w:t>
      </w:r>
      <w:r w:rsidRPr="006D1E6C">
        <w:rPr>
          <w:rFonts w:eastAsia="MS Mincho"/>
        </w:rPr>
        <w:t>пл</w:t>
      </w:r>
      <w:r>
        <w:rPr>
          <w:rFonts w:eastAsia="MS Mincho"/>
        </w:rPr>
        <w:t>атежей не в полном объеме,</w:t>
      </w:r>
      <w:r w:rsidRPr="006D1E6C">
        <w:rPr>
          <w:rFonts w:eastAsia="MS Mincho"/>
        </w:rPr>
        <w:t xml:space="preserve"> считается неисполнением обязанности по внесению арендной платы и является основанием для расторжения Договора и наложения штрафных санкций.</w:t>
      </w:r>
    </w:p>
    <w:p w:rsidR="006D1E6C" w:rsidRPr="006D1E6C" w:rsidRDefault="006D1E6C" w:rsidP="006D1E6C">
      <w:pPr>
        <w:pStyle w:val="1"/>
        <w:tabs>
          <w:tab w:val="left" w:pos="720"/>
        </w:tabs>
        <w:ind w:firstLine="0"/>
        <w:rPr>
          <w:rFonts w:eastAsia="MS Mincho"/>
          <w:b w:val="0"/>
          <w:bCs/>
          <w:sz w:val="28"/>
        </w:rPr>
      </w:pPr>
      <w:r w:rsidRPr="006D1E6C">
        <w:rPr>
          <w:rFonts w:eastAsia="MS Mincho"/>
          <w:b w:val="0"/>
          <w:sz w:val="28"/>
        </w:rPr>
        <w:t>3.Платежи и расчеты по договору аренды</w:t>
      </w:r>
    </w:p>
    <w:p w:rsidR="006D1E6C" w:rsidRPr="006D1E6C" w:rsidRDefault="006D1E6C" w:rsidP="006D1E6C">
      <w:pPr>
        <w:tabs>
          <w:tab w:val="left" w:pos="709"/>
        </w:tabs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3.1. Размер оплаты.</w:t>
      </w:r>
    </w:p>
    <w:p w:rsidR="006D1E6C" w:rsidRPr="006D1E6C" w:rsidRDefault="006D1E6C" w:rsidP="006D1E6C">
      <w:pPr>
        <w:pStyle w:val="ac"/>
        <w:ind w:firstLine="709"/>
        <w:rPr>
          <w:rFonts w:eastAsia="MS Mincho"/>
        </w:rPr>
      </w:pPr>
      <w:r>
        <w:rPr>
          <w:rFonts w:eastAsia="MS Mincho"/>
        </w:rPr>
        <w:t xml:space="preserve">За указанное в разделе 1 нежилое помещение </w:t>
      </w:r>
      <w:r w:rsidRPr="006D1E6C">
        <w:rPr>
          <w:rFonts w:eastAsia="MS Mincho"/>
        </w:rPr>
        <w:t xml:space="preserve">Арендатор оплачивает арендную плату по ставке ____________руб. за </w:t>
      </w:r>
      <w:smartTag w:uri="urn:schemas-microsoft-com:office:smarttags" w:element="metricconverter">
        <w:smartTagPr>
          <w:attr w:name="ProductID" w:val="1 кв. м"/>
        </w:smartTagPr>
        <w:r w:rsidRPr="006D1E6C">
          <w:rPr>
            <w:rFonts w:eastAsia="MS Mincho"/>
          </w:rPr>
          <w:t>1 кв. м</w:t>
        </w:r>
      </w:smartTag>
      <w:r w:rsidRPr="006D1E6C">
        <w:rPr>
          <w:rFonts w:eastAsia="MS Mincho"/>
        </w:rPr>
        <w:t xml:space="preserve"> в год, что за общую площадь арендуемого помещения ______________ кв.  м, без учета НДС, составляет ___________ (_______</w:t>
      </w:r>
      <w:r>
        <w:rPr>
          <w:rFonts w:eastAsia="MS Mincho"/>
        </w:rPr>
        <w:t>_________________________</w:t>
      </w:r>
      <w:r w:rsidRPr="006D1E6C">
        <w:rPr>
          <w:rFonts w:eastAsia="MS Mincho"/>
        </w:rPr>
        <w:t xml:space="preserve">_________________ </w:t>
      </w:r>
      <w:r>
        <w:rPr>
          <w:rFonts w:eastAsia="MS Mincho"/>
        </w:rPr>
        <w:t>_____________</w:t>
      </w:r>
      <w:r w:rsidRPr="006D1E6C">
        <w:rPr>
          <w:rFonts w:eastAsia="MS Mincho"/>
        </w:rPr>
        <w:t>_) руб. в год.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</w:rPr>
      </w:pPr>
      <w:r w:rsidRPr="006D1E6C">
        <w:rPr>
          <w:rFonts w:eastAsia="MS Mincho"/>
        </w:rPr>
        <w:t>3.1.1. Арендатор  вносит  отдельным  единовременным   платежом сумму страхового взноса в размере _____________ (_________________ ___________</w:t>
      </w:r>
      <w:r>
        <w:rPr>
          <w:rFonts w:eastAsia="MS Mincho"/>
        </w:rPr>
        <w:t>_______________________) руб.</w:t>
      </w:r>
      <w:r w:rsidRPr="006D1E6C">
        <w:rPr>
          <w:rFonts w:eastAsia="MS Mincho"/>
        </w:rPr>
        <w:t xml:space="preserve"> на   р/счет   общества страховщиков.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</w:rPr>
      </w:pPr>
      <w:r w:rsidRPr="006D1E6C">
        <w:rPr>
          <w:rFonts w:eastAsia="MS Mincho"/>
        </w:rPr>
        <w:t>3.2. Сроки и порядок оплаты:</w:t>
      </w:r>
    </w:p>
    <w:p w:rsidR="006D1E6C" w:rsidRPr="006D1E6C" w:rsidRDefault="006D1E6C" w:rsidP="006D1E6C">
      <w:pPr>
        <w:pStyle w:val="af5"/>
        <w:ind w:firstLine="709"/>
        <w:jc w:val="both"/>
        <w:rPr>
          <w:rFonts w:eastAsia="MS Mincho"/>
        </w:rPr>
      </w:pPr>
      <w:r w:rsidRPr="006D1E6C">
        <w:rPr>
          <w:rFonts w:eastAsia="MS Mincho"/>
        </w:rPr>
        <w:t>а) Арендатор  вносит  арендные платежи ежемесячно до  третьего числа отчетного  месяца  и  в  течение  3  (трех) дней после срока оплаты указанного в настоящем пункте Договора обязан представить в Администрацию  копию  платежного  поруче</w:t>
      </w:r>
      <w:r>
        <w:rPr>
          <w:rFonts w:eastAsia="MS Mincho"/>
        </w:rPr>
        <w:t xml:space="preserve">ния о перечислении  арендной  </w:t>
      </w:r>
      <w:r w:rsidRPr="006D1E6C">
        <w:rPr>
          <w:rFonts w:eastAsia="MS Mincho"/>
        </w:rPr>
        <w:t>платы.</w:t>
      </w:r>
    </w:p>
    <w:p w:rsidR="006D1E6C" w:rsidRPr="006D1E6C" w:rsidRDefault="006D1E6C" w:rsidP="006D1E6C">
      <w:pPr>
        <w:pStyle w:val="af5"/>
        <w:ind w:firstLine="709"/>
        <w:jc w:val="both"/>
        <w:rPr>
          <w:rFonts w:eastAsia="MS Mincho"/>
        </w:rPr>
      </w:pPr>
      <w:r>
        <w:rPr>
          <w:rFonts w:eastAsia="MS Mincho"/>
        </w:rPr>
        <w:t xml:space="preserve">В </w:t>
      </w:r>
      <w:r w:rsidRPr="006D1E6C">
        <w:rPr>
          <w:rFonts w:eastAsia="MS Mincho"/>
        </w:rPr>
        <w:t>случае,  если  До</w:t>
      </w:r>
      <w:r>
        <w:rPr>
          <w:rFonts w:eastAsia="MS Mincho"/>
        </w:rPr>
        <w:t>говор заключен  не в первый</w:t>
      </w:r>
      <w:r w:rsidRPr="006D1E6C">
        <w:rPr>
          <w:rFonts w:eastAsia="MS Mincho"/>
        </w:rPr>
        <w:t xml:space="preserve"> ден</w:t>
      </w:r>
      <w:r>
        <w:rPr>
          <w:rFonts w:eastAsia="MS Mincho"/>
        </w:rPr>
        <w:t xml:space="preserve">ь календарного месяца, первый  платеж должен </w:t>
      </w:r>
      <w:r w:rsidRPr="006D1E6C">
        <w:rPr>
          <w:rFonts w:eastAsia="MS Mincho"/>
        </w:rPr>
        <w:t>быть внесен Арендатором в течение пяти дней с момента заключения Договора;</w:t>
      </w:r>
    </w:p>
    <w:p w:rsidR="006D1E6C" w:rsidRPr="006D1E6C" w:rsidRDefault="006D1E6C" w:rsidP="006D1E6C">
      <w:pPr>
        <w:pStyle w:val="ac"/>
        <w:ind w:firstLine="709"/>
        <w:rPr>
          <w:rFonts w:eastAsia="MS Mincho"/>
        </w:rPr>
      </w:pPr>
      <w:r>
        <w:rPr>
          <w:rFonts w:eastAsia="MS Mincho"/>
        </w:rPr>
        <w:t>б) ежемесячная арендная плата без учета НДС в</w:t>
      </w:r>
      <w:r w:rsidRPr="006D1E6C">
        <w:rPr>
          <w:rFonts w:eastAsia="MS Mincho"/>
        </w:rPr>
        <w:t xml:space="preserve"> размере ______</w:t>
      </w:r>
      <w:r>
        <w:rPr>
          <w:rFonts w:eastAsia="MS Mincho"/>
        </w:rPr>
        <w:t>________ руб. (_______________________________</w:t>
      </w:r>
      <w:r w:rsidRPr="006D1E6C">
        <w:rPr>
          <w:rFonts w:eastAsia="MS Mincho"/>
        </w:rPr>
        <w:t>__________</w:t>
      </w:r>
      <w:r>
        <w:rPr>
          <w:rFonts w:eastAsia="MS Mincho"/>
        </w:rPr>
        <w:t xml:space="preserve"> </w:t>
      </w:r>
      <w:r w:rsidRPr="006D1E6C">
        <w:rPr>
          <w:rFonts w:eastAsia="MS Mincho"/>
        </w:rPr>
        <w:t>руб.) перечисляется  на счёт:</w:t>
      </w:r>
      <w:r>
        <w:rPr>
          <w:rFonts w:eastAsia="MS Mincho"/>
        </w:rPr>
        <w:t>__________</w:t>
      </w:r>
      <w:r w:rsidRPr="006D1E6C">
        <w:rPr>
          <w:rFonts w:eastAsia="MS Mincho"/>
          <w:szCs w:val="28"/>
        </w:rPr>
        <w:t>______________________________________</w:t>
      </w:r>
      <w:r>
        <w:rPr>
          <w:rFonts w:eastAsia="MS Mincho"/>
          <w:szCs w:val="28"/>
        </w:rPr>
        <w:t>_______________</w:t>
      </w:r>
      <w:r w:rsidRPr="006D1E6C">
        <w:rPr>
          <w:rFonts w:eastAsia="MS Mincho"/>
          <w:szCs w:val="28"/>
        </w:rPr>
        <w:t>__</w:t>
      </w:r>
    </w:p>
    <w:p w:rsidR="006D1E6C" w:rsidRPr="006D1E6C" w:rsidRDefault="006D1E6C" w:rsidP="006D1E6C">
      <w:pPr>
        <w:pStyle w:val="ac"/>
        <w:ind w:firstLine="709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 xml:space="preserve">(в платежном поручении указать:   код __________ «арендная  плата  за  пользование   муниципальным   недвижимым имуществом» Договор  № _____  </w:t>
      </w:r>
      <w:r>
        <w:rPr>
          <w:rFonts w:eastAsia="MS Mincho"/>
          <w:szCs w:val="28"/>
        </w:rPr>
        <w:t xml:space="preserve">            </w:t>
      </w:r>
      <w:r w:rsidRPr="006D1E6C">
        <w:rPr>
          <w:rFonts w:eastAsia="MS Mincho"/>
          <w:szCs w:val="28"/>
        </w:rPr>
        <w:t>от __________ за период __________).</w:t>
      </w:r>
    </w:p>
    <w:p w:rsidR="006D1E6C" w:rsidRPr="006D1E6C" w:rsidRDefault="006D1E6C" w:rsidP="006D1E6C">
      <w:pPr>
        <w:pStyle w:val="ac"/>
        <w:ind w:firstLine="709"/>
        <w:rPr>
          <w:rFonts w:eastAsia="MS Mincho"/>
          <w:szCs w:val="28"/>
        </w:rPr>
      </w:pPr>
      <w:r>
        <w:rPr>
          <w:rFonts w:eastAsia="MS Mincho"/>
          <w:szCs w:val="28"/>
        </w:rPr>
        <w:t>НДС  начисляется по ставкам, действующим на момент</w:t>
      </w:r>
      <w:r w:rsidRPr="006D1E6C">
        <w:rPr>
          <w:rFonts w:eastAsia="MS Mincho"/>
          <w:szCs w:val="28"/>
        </w:rPr>
        <w:t xml:space="preserve"> перечисления арендной платы, и самостоятельно перечисляется</w:t>
      </w:r>
      <w:r>
        <w:rPr>
          <w:rFonts w:eastAsia="MS Mincho"/>
          <w:szCs w:val="28"/>
        </w:rPr>
        <w:t xml:space="preserve"> Арендатором</w:t>
      </w:r>
      <w:r w:rsidRPr="006D1E6C">
        <w:rPr>
          <w:rFonts w:eastAsia="MS Mincho"/>
          <w:szCs w:val="28"/>
        </w:rPr>
        <w:t xml:space="preserve"> отдельным платежным поручение</w:t>
      </w:r>
      <w:r>
        <w:rPr>
          <w:rFonts w:eastAsia="MS Mincho"/>
          <w:szCs w:val="28"/>
        </w:rPr>
        <w:t>м на счет 40101 «Налоги, распределяемые</w:t>
      </w:r>
      <w:r w:rsidRPr="006D1E6C">
        <w:rPr>
          <w:rFonts w:eastAsia="MS Mincho"/>
          <w:szCs w:val="28"/>
        </w:rPr>
        <w:t xml:space="preserve"> орган</w:t>
      </w:r>
      <w:r>
        <w:rPr>
          <w:rFonts w:eastAsia="MS Mincho"/>
          <w:szCs w:val="28"/>
        </w:rPr>
        <w:t xml:space="preserve">ами федерального казначейства» </w:t>
      </w:r>
      <w:r w:rsidRPr="006D1E6C">
        <w:rPr>
          <w:rFonts w:eastAsia="MS Mincho"/>
          <w:szCs w:val="28"/>
        </w:rPr>
        <w:t>отделения федерального казнач</w:t>
      </w:r>
      <w:r>
        <w:rPr>
          <w:rFonts w:eastAsia="MS Mincho"/>
          <w:szCs w:val="28"/>
        </w:rPr>
        <w:t>ейства по месту   регистрации Арендатора в налоговом органе в</w:t>
      </w:r>
      <w:r w:rsidRPr="006D1E6C">
        <w:rPr>
          <w:rFonts w:eastAsia="MS Mincho"/>
          <w:szCs w:val="28"/>
        </w:rPr>
        <w:t xml:space="preserve"> качестве налогоплательщика.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  <w:szCs w:val="28"/>
        </w:rPr>
      </w:pPr>
      <w:r>
        <w:rPr>
          <w:rFonts w:eastAsia="MS Mincho"/>
          <w:szCs w:val="28"/>
        </w:rPr>
        <w:t>г) расходы  Арендодателя</w:t>
      </w:r>
      <w:r w:rsidRPr="006D1E6C">
        <w:rPr>
          <w:rFonts w:eastAsia="MS Mincho"/>
          <w:szCs w:val="28"/>
        </w:rPr>
        <w:t xml:space="preserve"> п</w:t>
      </w:r>
      <w:r>
        <w:rPr>
          <w:rFonts w:eastAsia="MS Mincho"/>
          <w:szCs w:val="28"/>
        </w:rPr>
        <w:t>о содержанию сданного в</w:t>
      </w:r>
      <w:r w:rsidRPr="006D1E6C">
        <w:rPr>
          <w:rFonts w:eastAsia="MS Mincho"/>
          <w:szCs w:val="28"/>
        </w:rPr>
        <w:t xml:space="preserve"> аренду муниципального </w:t>
      </w:r>
      <w:r>
        <w:rPr>
          <w:rFonts w:eastAsia="MS Mincho"/>
          <w:szCs w:val="28"/>
        </w:rPr>
        <w:t xml:space="preserve">имущества (эксплуатационные, коммунальные и </w:t>
      </w:r>
      <w:r w:rsidRPr="006D1E6C">
        <w:rPr>
          <w:rFonts w:eastAsia="MS Mincho"/>
          <w:szCs w:val="28"/>
        </w:rPr>
        <w:t xml:space="preserve">необходимые </w:t>
      </w:r>
      <w:r>
        <w:rPr>
          <w:rFonts w:eastAsia="MS Mincho"/>
          <w:szCs w:val="28"/>
        </w:rPr>
        <w:lastRenderedPageBreak/>
        <w:t>административно - хозяйственные услуги и</w:t>
      </w:r>
      <w:r w:rsidRPr="006D1E6C">
        <w:rPr>
          <w:rFonts w:eastAsia="MS Mincho"/>
          <w:szCs w:val="28"/>
        </w:rPr>
        <w:t xml:space="preserve"> т.п.) не включаются в установленную настоя</w:t>
      </w:r>
      <w:r>
        <w:rPr>
          <w:rFonts w:eastAsia="MS Mincho"/>
          <w:szCs w:val="28"/>
        </w:rPr>
        <w:t xml:space="preserve">щим Договором арендную  плату. Оплата </w:t>
      </w:r>
      <w:r w:rsidRPr="006D1E6C">
        <w:rPr>
          <w:rFonts w:eastAsia="MS Mincho"/>
          <w:szCs w:val="28"/>
        </w:rPr>
        <w:t>данных расходов пр</w:t>
      </w:r>
      <w:r>
        <w:rPr>
          <w:rFonts w:eastAsia="MS Mincho"/>
          <w:szCs w:val="28"/>
        </w:rPr>
        <w:t xml:space="preserve">оизводится   Арендатором по отдельному </w:t>
      </w:r>
      <w:r w:rsidRPr="006D1E6C">
        <w:rPr>
          <w:rFonts w:eastAsia="MS Mincho"/>
          <w:szCs w:val="28"/>
        </w:rPr>
        <w:t>Договору на оказание услуг с обслуживающей организацией.</w:t>
      </w:r>
    </w:p>
    <w:p w:rsidR="006D1E6C" w:rsidRPr="006D1E6C" w:rsidRDefault="006D1E6C" w:rsidP="006D1E6C">
      <w:pPr>
        <w:pStyle w:val="ac"/>
        <w:tabs>
          <w:tab w:val="clear" w:pos="1080"/>
          <w:tab w:val="left" w:pos="709"/>
        </w:tabs>
        <w:ind w:firstLine="709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3.3. Администрацией в одностороннем порядке может быть изменен поряд</w:t>
      </w:r>
      <w:r>
        <w:rPr>
          <w:rFonts w:eastAsia="MS Mincho"/>
          <w:szCs w:val="28"/>
        </w:rPr>
        <w:t>ок перечисления арендной платы. В этих</w:t>
      </w:r>
      <w:r w:rsidRPr="006D1E6C">
        <w:rPr>
          <w:rFonts w:eastAsia="MS Mincho"/>
          <w:szCs w:val="28"/>
        </w:rPr>
        <w:t xml:space="preserve"> случ</w:t>
      </w:r>
      <w:r>
        <w:rPr>
          <w:rFonts w:eastAsia="MS Mincho"/>
          <w:szCs w:val="28"/>
        </w:rPr>
        <w:t>аях Администрация направляет письменное</w:t>
      </w:r>
      <w:r w:rsidRPr="006D1E6C">
        <w:rPr>
          <w:rFonts w:eastAsia="MS Mincho"/>
          <w:szCs w:val="28"/>
        </w:rPr>
        <w:t xml:space="preserve"> уведомление Арендатору и оповещает обслуживающую организацию.  Арендатор обязан принять уведомление к исполнению в указанный в нем срок без  подписания  дополнительного соглашения.</w:t>
      </w:r>
    </w:p>
    <w:p w:rsidR="006D1E6C" w:rsidRPr="006D1E6C" w:rsidRDefault="006D1E6C" w:rsidP="006D1E6C">
      <w:pPr>
        <w:shd w:val="clear" w:color="auto" w:fill="FFFFFF"/>
        <w:jc w:val="center"/>
        <w:rPr>
          <w:bCs/>
          <w:color w:val="000000"/>
          <w:spacing w:val="1"/>
          <w:szCs w:val="28"/>
        </w:rPr>
      </w:pPr>
      <w:r>
        <w:rPr>
          <w:bCs/>
          <w:color w:val="000000"/>
          <w:spacing w:val="1"/>
          <w:szCs w:val="28"/>
        </w:rPr>
        <w:t>4</w:t>
      </w:r>
      <w:r w:rsidRPr="006D1E6C">
        <w:rPr>
          <w:bCs/>
          <w:color w:val="000000"/>
          <w:spacing w:val="1"/>
          <w:szCs w:val="28"/>
        </w:rPr>
        <w:t>. Порядок возврата арендуемых помещений Арендодателю</w:t>
      </w:r>
    </w:p>
    <w:p w:rsidR="006D1E6C" w:rsidRPr="006D1E6C" w:rsidRDefault="006D1E6C" w:rsidP="006D1E6C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rPr>
          <w:color w:val="000000"/>
          <w:spacing w:val="-7"/>
          <w:szCs w:val="28"/>
        </w:rPr>
      </w:pPr>
      <w:r>
        <w:rPr>
          <w:color w:val="000000"/>
          <w:szCs w:val="28"/>
        </w:rPr>
        <w:t xml:space="preserve">4.1. </w:t>
      </w:r>
      <w:r w:rsidRPr="006D1E6C">
        <w:rPr>
          <w:color w:val="000000"/>
          <w:szCs w:val="28"/>
        </w:rPr>
        <w:t>Возврат арендуемых помещений Арендодателю осуществляется двухсторонней комисси</w:t>
      </w:r>
      <w:r w:rsidRPr="006D1E6C">
        <w:rPr>
          <w:color w:val="000000"/>
          <w:szCs w:val="28"/>
        </w:rPr>
        <w:softHyphen/>
        <w:t>ей, состоящей из представителей Сторон, которая создается не позднее трех дней до окончания срока действия настоящего Договора.</w:t>
      </w:r>
    </w:p>
    <w:p w:rsidR="006D1E6C" w:rsidRPr="006D1E6C" w:rsidRDefault="006D1E6C" w:rsidP="006D1E6C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rPr>
          <w:color w:val="000000"/>
          <w:spacing w:val="-6"/>
          <w:szCs w:val="28"/>
        </w:rPr>
      </w:pPr>
      <w:r>
        <w:rPr>
          <w:color w:val="000000"/>
          <w:spacing w:val="5"/>
          <w:szCs w:val="28"/>
        </w:rPr>
        <w:t xml:space="preserve">4.2. </w:t>
      </w:r>
      <w:r w:rsidRPr="006D1E6C">
        <w:rPr>
          <w:color w:val="000000"/>
          <w:spacing w:val="5"/>
          <w:szCs w:val="28"/>
        </w:rPr>
        <w:t>Арендатор обязан представить</w:t>
      </w:r>
      <w:r>
        <w:rPr>
          <w:color w:val="000000"/>
          <w:spacing w:val="5"/>
          <w:szCs w:val="28"/>
        </w:rPr>
        <w:t xml:space="preserve"> членам</w:t>
      </w:r>
      <w:r w:rsidRPr="006D1E6C">
        <w:rPr>
          <w:color w:val="000000"/>
          <w:spacing w:val="5"/>
          <w:szCs w:val="28"/>
        </w:rPr>
        <w:t xml:space="preserve"> комиссии арендуемые помещения готовыми к передаче </w:t>
      </w:r>
      <w:r w:rsidRPr="006D1E6C">
        <w:rPr>
          <w:color w:val="000000"/>
          <w:szCs w:val="28"/>
        </w:rPr>
        <w:t>Арендодателю, не позднее трех дней до окончания срока действия Договора.</w:t>
      </w:r>
    </w:p>
    <w:p w:rsidR="006D1E6C" w:rsidRPr="006D1E6C" w:rsidRDefault="006D1E6C" w:rsidP="006D1E6C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rPr>
          <w:color w:val="000000"/>
          <w:spacing w:val="-6"/>
          <w:szCs w:val="28"/>
        </w:rPr>
      </w:pPr>
      <w:r>
        <w:rPr>
          <w:color w:val="000000"/>
          <w:spacing w:val="4"/>
          <w:szCs w:val="28"/>
        </w:rPr>
        <w:t xml:space="preserve">4.3. </w:t>
      </w:r>
      <w:r w:rsidRPr="006D1E6C">
        <w:rPr>
          <w:color w:val="000000"/>
          <w:spacing w:val="4"/>
          <w:szCs w:val="28"/>
        </w:rPr>
        <w:t>Арендуемые помещения должны быть переданы Арендатором и приняты Арендодателем</w:t>
      </w:r>
      <w:r w:rsidRPr="006D1E6C">
        <w:rPr>
          <w:color w:val="000000"/>
          <w:szCs w:val="28"/>
        </w:rPr>
        <w:t xml:space="preserve"> не позднее </w:t>
      </w:r>
      <w:r w:rsidRPr="006D1E6C">
        <w:rPr>
          <w:bCs/>
          <w:color w:val="000000"/>
          <w:szCs w:val="28"/>
        </w:rPr>
        <w:t xml:space="preserve">12 </w:t>
      </w:r>
      <w:r w:rsidRPr="006D1E6C">
        <w:rPr>
          <w:color w:val="000000"/>
          <w:szCs w:val="28"/>
        </w:rPr>
        <w:t>часов следующего дня после окончания Договора аренды.</w:t>
      </w:r>
    </w:p>
    <w:p w:rsidR="006D1E6C" w:rsidRPr="006D1E6C" w:rsidRDefault="006D1E6C" w:rsidP="006D1E6C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rPr>
          <w:color w:val="000000"/>
          <w:spacing w:val="-6"/>
          <w:szCs w:val="28"/>
        </w:rPr>
      </w:pPr>
      <w:r>
        <w:rPr>
          <w:color w:val="000000"/>
          <w:spacing w:val="2"/>
          <w:szCs w:val="28"/>
        </w:rPr>
        <w:t xml:space="preserve">4.4. </w:t>
      </w:r>
      <w:r w:rsidRPr="006D1E6C">
        <w:rPr>
          <w:color w:val="000000"/>
          <w:spacing w:val="2"/>
          <w:szCs w:val="28"/>
        </w:rPr>
        <w:t>При передаче арендуемых помещений составляется акт приема-передачи, который подписы</w:t>
      </w:r>
      <w:r w:rsidRPr="006D1E6C">
        <w:rPr>
          <w:color w:val="000000"/>
          <w:szCs w:val="28"/>
        </w:rPr>
        <w:t>вается всеми членами комиссии.</w:t>
      </w:r>
    </w:p>
    <w:p w:rsidR="006D1E6C" w:rsidRPr="006D1E6C" w:rsidRDefault="006D1E6C" w:rsidP="006D1E6C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rPr>
          <w:color w:val="000000"/>
          <w:spacing w:val="-6"/>
          <w:szCs w:val="28"/>
        </w:rPr>
      </w:pPr>
      <w:r>
        <w:rPr>
          <w:color w:val="000000"/>
          <w:spacing w:val="2"/>
          <w:szCs w:val="28"/>
        </w:rPr>
        <w:t xml:space="preserve">4.5. </w:t>
      </w:r>
      <w:r w:rsidRPr="006D1E6C">
        <w:rPr>
          <w:color w:val="000000"/>
          <w:spacing w:val="2"/>
          <w:szCs w:val="28"/>
        </w:rPr>
        <w:t xml:space="preserve">Арендуемые помещения считаются фактически переданными Арендодателю с момента </w:t>
      </w:r>
      <w:r w:rsidRPr="006D1E6C">
        <w:rPr>
          <w:color w:val="000000"/>
          <w:szCs w:val="28"/>
        </w:rPr>
        <w:t>подписания акта приема-передачи.</w:t>
      </w:r>
    </w:p>
    <w:p w:rsidR="006D1E6C" w:rsidRPr="006D1E6C" w:rsidRDefault="006D1E6C" w:rsidP="006D1E6C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ind w:firstLine="0"/>
        <w:rPr>
          <w:color w:val="000000"/>
          <w:spacing w:val="-7"/>
          <w:szCs w:val="28"/>
        </w:rPr>
      </w:pPr>
      <w:r>
        <w:rPr>
          <w:color w:val="000000"/>
          <w:spacing w:val="1"/>
          <w:szCs w:val="28"/>
        </w:rPr>
        <w:tab/>
        <w:t xml:space="preserve">4.6 </w:t>
      </w:r>
      <w:r w:rsidRPr="006D1E6C">
        <w:rPr>
          <w:color w:val="000000"/>
          <w:spacing w:val="1"/>
          <w:szCs w:val="28"/>
        </w:rPr>
        <w:t xml:space="preserve">Арендованные помещения должны быть переданы  Арендодателю с учетом нормального </w:t>
      </w:r>
      <w:r w:rsidRPr="006D1E6C">
        <w:rPr>
          <w:color w:val="000000"/>
          <w:spacing w:val="2"/>
          <w:szCs w:val="28"/>
        </w:rPr>
        <w:t>износа. Также Арендодателю  должны быть переданы   по акту и все произведенные в арендуе</w:t>
      </w:r>
      <w:r w:rsidRPr="006D1E6C">
        <w:rPr>
          <w:color w:val="000000"/>
          <w:spacing w:val="2"/>
          <w:szCs w:val="28"/>
        </w:rPr>
        <w:softHyphen/>
      </w:r>
      <w:r w:rsidRPr="006D1E6C">
        <w:rPr>
          <w:color w:val="000000"/>
          <w:spacing w:val="1"/>
          <w:szCs w:val="28"/>
        </w:rPr>
        <w:t>мых помещениях перестройки и переделки,  а также улучшения, составляющие принадлежность по</w:t>
      </w:r>
      <w:r w:rsidRPr="006D1E6C">
        <w:rPr>
          <w:color w:val="000000"/>
          <w:spacing w:val="1"/>
          <w:szCs w:val="28"/>
        </w:rPr>
        <w:softHyphen/>
      </w:r>
      <w:r w:rsidRPr="006D1E6C">
        <w:rPr>
          <w:color w:val="000000"/>
          <w:szCs w:val="28"/>
        </w:rPr>
        <w:t>мещений и неотделимые без вреда для их конструкции и интерьера.</w:t>
      </w:r>
    </w:p>
    <w:p w:rsidR="006D1E6C" w:rsidRPr="006D1E6C" w:rsidRDefault="006D1E6C" w:rsidP="006D1E6C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rPr>
          <w:color w:val="000000"/>
          <w:spacing w:val="-6"/>
          <w:szCs w:val="28"/>
        </w:rPr>
      </w:pPr>
      <w:r>
        <w:rPr>
          <w:color w:val="000000"/>
          <w:spacing w:val="3"/>
          <w:szCs w:val="28"/>
        </w:rPr>
        <w:t xml:space="preserve">4.7. </w:t>
      </w:r>
      <w:r w:rsidRPr="006D1E6C">
        <w:rPr>
          <w:color w:val="000000"/>
          <w:spacing w:val="3"/>
          <w:szCs w:val="28"/>
        </w:rPr>
        <w:t xml:space="preserve">Произведенные Арендатором отделимые улучшения арендуемых помещений являются </w:t>
      </w:r>
      <w:r w:rsidRPr="006D1E6C">
        <w:rPr>
          <w:color w:val="000000"/>
          <w:szCs w:val="28"/>
        </w:rPr>
        <w:t>собственностью Арендатора.</w:t>
      </w:r>
    </w:p>
    <w:p w:rsidR="006D1E6C" w:rsidRPr="006D1E6C" w:rsidRDefault="006D1E6C" w:rsidP="006D1E6C">
      <w:pPr>
        <w:pStyle w:val="1"/>
        <w:ind w:firstLine="0"/>
        <w:rPr>
          <w:rFonts w:eastAsia="MS Mincho"/>
          <w:b w:val="0"/>
          <w:bCs/>
          <w:sz w:val="28"/>
          <w:szCs w:val="28"/>
        </w:rPr>
      </w:pPr>
      <w:r>
        <w:rPr>
          <w:rFonts w:eastAsia="MS Mincho"/>
          <w:b w:val="0"/>
          <w:sz w:val="28"/>
          <w:szCs w:val="28"/>
        </w:rPr>
        <w:t xml:space="preserve">5. </w:t>
      </w:r>
      <w:r w:rsidRPr="006D1E6C">
        <w:rPr>
          <w:rFonts w:eastAsia="MS Mincho"/>
          <w:b w:val="0"/>
          <w:sz w:val="28"/>
          <w:szCs w:val="28"/>
        </w:rPr>
        <w:t>Ответственность сторон.</w:t>
      </w:r>
    </w:p>
    <w:p w:rsidR="006D1E6C" w:rsidRPr="006D1E6C" w:rsidRDefault="006D1E6C" w:rsidP="006D1E6C">
      <w:pPr>
        <w:tabs>
          <w:tab w:val="left" w:pos="709"/>
        </w:tabs>
        <w:rPr>
          <w:rFonts w:eastAsia="MS Mincho"/>
          <w:szCs w:val="28"/>
        </w:rPr>
      </w:pPr>
      <w:r>
        <w:rPr>
          <w:rFonts w:eastAsia="MS Mincho"/>
          <w:szCs w:val="28"/>
        </w:rPr>
        <w:t>5</w:t>
      </w:r>
      <w:r w:rsidRPr="006D1E6C">
        <w:rPr>
          <w:rFonts w:eastAsia="MS Mincho"/>
          <w:szCs w:val="28"/>
        </w:rPr>
        <w:t>.1. За нар</w:t>
      </w:r>
      <w:r>
        <w:rPr>
          <w:rFonts w:eastAsia="MS Mincho"/>
          <w:szCs w:val="28"/>
        </w:rPr>
        <w:t xml:space="preserve">ушение сроков, указанных в </w:t>
      </w:r>
      <w:r w:rsidRPr="006D1E6C">
        <w:rPr>
          <w:rFonts w:eastAsia="MS Mincho"/>
          <w:szCs w:val="28"/>
        </w:rPr>
        <w:t xml:space="preserve">п.  2.1.2 Договора, Арендодатель  </w:t>
      </w:r>
      <w:r>
        <w:rPr>
          <w:rFonts w:eastAsia="MS Mincho"/>
          <w:szCs w:val="28"/>
        </w:rPr>
        <w:t>уплачивает  Арендатору</w:t>
      </w:r>
      <w:r w:rsidRPr="006D1E6C">
        <w:rPr>
          <w:rFonts w:eastAsia="MS Mincho"/>
          <w:szCs w:val="28"/>
        </w:rPr>
        <w:t xml:space="preserve"> пени в размере 0,5 % от суммы годовой арендной </w:t>
      </w:r>
      <w:r>
        <w:rPr>
          <w:rFonts w:eastAsia="MS Mincho"/>
          <w:szCs w:val="28"/>
        </w:rPr>
        <w:t>платы за каждый день просрочки.</w:t>
      </w:r>
      <w:r w:rsidRPr="006D1E6C">
        <w:rPr>
          <w:rFonts w:eastAsia="MS Mincho"/>
          <w:szCs w:val="28"/>
        </w:rPr>
        <w:t xml:space="preserve"> Арендатор вправе уменьшить  сумму  ежемесячной арендной платы Арендодателю на сумму пени.</w:t>
      </w:r>
    </w:p>
    <w:p w:rsidR="006D1E6C" w:rsidRPr="006D1E6C" w:rsidRDefault="006D1E6C" w:rsidP="006D1E6C">
      <w:pPr>
        <w:pStyle w:val="af5"/>
        <w:tabs>
          <w:tab w:val="left" w:pos="720"/>
        </w:tabs>
        <w:ind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5</w:t>
      </w:r>
      <w:r w:rsidRPr="006D1E6C">
        <w:rPr>
          <w:rFonts w:eastAsia="MS Mincho"/>
          <w:szCs w:val="28"/>
        </w:rPr>
        <w:t>.2. Ответственность Арендатора:</w:t>
      </w:r>
    </w:p>
    <w:p w:rsidR="006D1E6C" w:rsidRPr="006D1E6C" w:rsidRDefault="006D1E6C" w:rsidP="006D1E6C">
      <w:pPr>
        <w:pStyle w:val="af5"/>
        <w:ind w:firstLine="709"/>
        <w:jc w:val="both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а) в случае неупл</w:t>
      </w:r>
      <w:r>
        <w:rPr>
          <w:rFonts w:eastAsia="MS Mincho"/>
          <w:szCs w:val="28"/>
        </w:rPr>
        <w:t xml:space="preserve">аты </w:t>
      </w:r>
      <w:r w:rsidRPr="006D1E6C">
        <w:rPr>
          <w:rFonts w:eastAsia="MS Mincho"/>
          <w:szCs w:val="28"/>
        </w:rPr>
        <w:t>арендных платежей в сроки, ус</w:t>
      </w:r>
      <w:r>
        <w:rPr>
          <w:rFonts w:eastAsia="MS Mincho"/>
          <w:szCs w:val="28"/>
        </w:rPr>
        <w:t xml:space="preserve">тановленные в п. 3.2.а Договора Администрацией </w:t>
      </w:r>
      <w:r w:rsidRPr="006D1E6C">
        <w:rPr>
          <w:rFonts w:eastAsia="MS Mincho"/>
          <w:szCs w:val="28"/>
        </w:rPr>
        <w:t>начисляется пеня за каждый день просрочки в размере 0,5% от суммы ежемесячной арендной платы, которая перечисляется на счет, указанный в п. 4.2.в;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б) в случае нарушения п. 2.2.9 Договора  Арендатор  уп</w:t>
      </w:r>
      <w:r>
        <w:rPr>
          <w:rFonts w:eastAsia="MS Mincho"/>
          <w:szCs w:val="28"/>
        </w:rPr>
        <w:t xml:space="preserve">лачивает штраф в  размере  20% от суммы годовой </w:t>
      </w:r>
      <w:r w:rsidRPr="006D1E6C">
        <w:rPr>
          <w:rFonts w:eastAsia="MS Mincho"/>
          <w:szCs w:val="28"/>
        </w:rPr>
        <w:t>арендной платы на счет, указанный в п. 4.2.в;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в) сумма начисленных пени и штрафа, указанных в п. 4.2.а</w:t>
      </w:r>
      <w:r>
        <w:rPr>
          <w:rFonts w:eastAsia="MS Mincho"/>
          <w:szCs w:val="28"/>
        </w:rPr>
        <w:t>, б  перечисляется  Арендатором в доход бюджета района</w:t>
      </w:r>
      <w:r w:rsidRPr="006D1E6C">
        <w:rPr>
          <w:rFonts w:eastAsia="MS Mincho"/>
          <w:szCs w:val="28"/>
        </w:rPr>
        <w:t xml:space="preserve"> отдельным платежным поручением  на  счет,  на который перечисляется основной платеж по арендной плате.</w:t>
      </w:r>
    </w:p>
    <w:p w:rsidR="006D1E6C" w:rsidRPr="006D1E6C" w:rsidRDefault="006D1E6C" w:rsidP="006D1E6C">
      <w:pPr>
        <w:pStyle w:val="22"/>
        <w:tabs>
          <w:tab w:val="left" w:pos="720"/>
        </w:tabs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5.3. Если </w:t>
      </w:r>
      <w:r w:rsidRPr="006D1E6C">
        <w:rPr>
          <w:rFonts w:eastAsia="MS Mincho"/>
          <w:szCs w:val="28"/>
        </w:rPr>
        <w:t xml:space="preserve">состояние возвращаемого помещения по окончании срока действия Договора хуже состояния </w:t>
      </w:r>
      <w:r>
        <w:rPr>
          <w:rFonts w:eastAsia="MS Mincho"/>
          <w:szCs w:val="28"/>
        </w:rPr>
        <w:t>с учетом нормального</w:t>
      </w:r>
      <w:r w:rsidRPr="006D1E6C">
        <w:rPr>
          <w:rFonts w:eastAsia="MS Mincho"/>
          <w:szCs w:val="28"/>
        </w:rPr>
        <w:t xml:space="preserve"> износа, Арендатор возм</w:t>
      </w:r>
      <w:r>
        <w:rPr>
          <w:rFonts w:eastAsia="MS Mincho"/>
          <w:szCs w:val="28"/>
        </w:rPr>
        <w:t xml:space="preserve">ещает  в районный бюджет на счет, указанный в п. </w:t>
      </w:r>
      <w:r w:rsidRPr="006D1E6C">
        <w:rPr>
          <w:rFonts w:eastAsia="MS Mincho"/>
          <w:szCs w:val="28"/>
        </w:rPr>
        <w:t xml:space="preserve">4.2.в настоящего </w:t>
      </w:r>
      <w:r>
        <w:rPr>
          <w:rFonts w:eastAsia="MS Mincho"/>
          <w:szCs w:val="28"/>
        </w:rPr>
        <w:lastRenderedPageBreak/>
        <w:t>Договора, и Балансодержателю</w:t>
      </w:r>
      <w:r w:rsidRPr="006D1E6C">
        <w:rPr>
          <w:rFonts w:eastAsia="MS Mincho"/>
          <w:szCs w:val="28"/>
        </w:rPr>
        <w:t xml:space="preserve"> причиненный </w:t>
      </w:r>
      <w:r>
        <w:rPr>
          <w:rFonts w:eastAsia="MS Mincho"/>
          <w:szCs w:val="28"/>
        </w:rPr>
        <w:t xml:space="preserve">ущерб </w:t>
      </w:r>
      <w:r w:rsidRPr="006D1E6C">
        <w:rPr>
          <w:rFonts w:eastAsia="MS Mincho"/>
          <w:szCs w:val="28"/>
        </w:rPr>
        <w:t>в соответствии с действующим законода</w:t>
      </w:r>
      <w:r>
        <w:rPr>
          <w:rFonts w:eastAsia="MS Mincho"/>
          <w:szCs w:val="28"/>
        </w:rPr>
        <w:t>тельством Российской Федерации.</w:t>
      </w:r>
      <w:r w:rsidRPr="006D1E6C">
        <w:rPr>
          <w:rFonts w:eastAsia="MS Mincho"/>
          <w:szCs w:val="28"/>
        </w:rPr>
        <w:t xml:space="preserve"> У</w:t>
      </w:r>
      <w:r>
        <w:rPr>
          <w:rFonts w:eastAsia="MS Mincho"/>
          <w:szCs w:val="28"/>
        </w:rPr>
        <w:t xml:space="preserve">щерб  определяется   комиссией с участием </w:t>
      </w:r>
      <w:r w:rsidRPr="006D1E6C">
        <w:rPr>
          <w:rFonts w:eastAsia="MS Mincho"/>
          <w:szCs w:val="28"/>
        </w:rPr>
        <w:t>Арендодателя   и привлечением уполномоченных служб.</w:t>
      </w:r>
    </w:p>
    <w:p w:rsidR="006D1E6C" w:rsidRPr="006D1E6C" w:rsidRDefault="006D1E6C" w:rsidP="006D1E6C">
      <w:pPr>
        <w:pStyle w:val="23"/>
        <w:tabs>
          <w:tab w:val="left" w:pos="720"/>
        </w:tabs>
        <w:spacing w:after="0"/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5.4. В случае,</w:t>
      </w:r>
      <w:r w:rsidRPr="006D1E6C">
        <w:rPr>
          <w:rFonts w:eastAsia="MS Mincho"/>
          <w:szCs w:val="28"/>
        </w:rPr>
        <w:t xml:space="preserve"> если  Арендатор   не  принял  в  установленный настоящим Договором срок или не возвратил арендуемое помещение или возвратил их несвоевременно,  он обязан внести арендную  плату  за все время  просрочки  на  сче</w:t>
      </w:r>
      <w:r>
        <w:rPr>
          <w:rFonts w:eastAsia="MS Mincho"/>
          <w:szCs w:val="28"/>
        </w:rPr>
        <w:t xml:space="preserve">т и в порядке, указанные  в п. </w:t>
      </w:r>
      <w:r w:rsidRPr="006D1E6C">
        <w:rPr>
          <w:rFonts w:eastAsia="MS Mincho"/>
          <w:szCs w:val="28"/>
        </w:rPr>
        <w:t>4.2.в настоящего Договора.</w:t>
      </w:r>
    </w:p>
    <w:p w:rsidR="006D1E6C" w:rsidRPr="006D1E6C" w:rsidRDefault="006D1E6C" w:rsidP="006D1E6C">
      <w:pPr>
        <w:pStyle w:val="23"/>
        <w:spacing w:after="0"/>
        <w:ind w:left="0" w:firstLine="709"/>
        <w:jc w:val="both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Арендодатель также вправе требовать от  Арендатора  возмещения иных убытков, причиненных указанными в настоящем пункте действиями Арендатора.</w:t>
      </w:r>
    </w:p>
    <w:p w:rsidR="006D1E6C" w:rsidRPr="006D1E6C" w:rsidRDefault="006D1E6C" w:rsidP="006D1E6C">
      <w:pPr>
        <w:pStyle w:val="23"/>
        <w:spacing w:after="0"/>
        <w:ind w:left="0" w:firstLine="709"/>
        <w:jc w:val="both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В указанных  в настоящем пункте случаях Арендатор также обязан оплатить пени в размере 0,5%  за каждый день просрочки  от  суммы, причитающейся к оплате аренды.</w:t>
      </w:r>
    </w:p>
    <w:p w:rsidR="006D1E6C" w:rsidRPr="006D1E6C" w:rsidRDefault="006D1E6C" w:rsidP="006D1E6C">
      <w:pPr>
        <w:pStyle w:val="23"/>
        <w:tabs>
          <w:tab w:val="left" w:pos="540"/>
          <w:tab w:val="left" w:pos="1260"/>
        </w:tabs>
        <w:spacing w:after="0"/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5</w:t>
      </w:r>
      <w:r w:rsidRPr="006D1E6C">
        <w:rPr>
          <w:rFonts w:eastAsia="MS Mincho"/>
          <w:szCs w:val="28"/>
        </w:rPr>
        <w:t>.5. Уплата пени и штрафа,  установленных настоящим Договором, не освобождает стороны от выполнения лежащих на  них  обязатель</w:t>
      </w:r>
      <w:r>
        <w:rPr>
          <w:rFonts w:eastAsia="MS Mincho"/>
          <w:szCs w:val="28"/>
        </w:rPr>
        <w:t xml:space="preserve">ств или устранения  нарушений, а </w:t>
      </w:r>
      <w:r w:rsidRPr="006D1E6C">
        <w:rPr>
          <w:rFonts w:eastAsia="MS Mincho"/>
          <w:szCs w:val="28"/>
        </w:rPr>
        <w:t>также  возмещения  причиненных  ими убытков.</w:t>
      </w:r>
    </w:p>
    <w:p w:rsidR="006D1E6C" w:rsidRPr="006D1E6C" w:rsidRDefault="006D1E6C" w:rsidP="006D1E6C">
      <w:pPr>
        <w:pStyle w:val="1"/>
        <w:rPr>
          <w:rFonts w:eastAsia="MS Mincho"/>
          <w:b w:val="0"/>
          <w:bCs/>
          <w:sz w:val="28"/>
          <w:szCs w:val="28"/>
        </w:rPr>
      </w:pPr>
      <w:r>
        <w:rPr>
          <w:rFonts w:eastAsia="MS Mincho"/>
          <w:b w:val="0"/>
          <w:sz w:val="28"/>
          <w:szCs w:val="28"/>
        </w:rPr>
        <w:t>6</w:t>
      </w:r>
      <w:r w:rsidRPr="006D1E6C">
        <w:rPr>
          <w:rFonts w:eastAsia="MS Mincho"/>
          <w:b w:val="0"/>
          <w:sz w:val="28"/>
          <w:szCs w:val="28"/>
        </w:rPr>
        <w:t>.Порядок изменения, расторжения, прекращения и продления договора.</w:t>
      </w:r>
    </w:p>
    <w:p w:rsidR="006D1E6C" w:rsidRPr="006D1E6C" w:rsidRDefault="006D1E6C" w:rsidP="006D1E6C">
      <w:pPr>
        <w:tabs>
          <w:tab w:val="left" w:pos="720"/>
        </w:tabs>
        <w:rPr>
          <w:rFonts w:eastAsia="MS Mincho"/>
          <w:szCs w:val="28"/>
        </w:rPr>
      </w:pPr>
      <w:r>
        <w:rPr>
          <w:rFonts w:eastAsia="MS Mincho"/>
          <w:szCs w:val="28"/>
        </w:rPr>
        <w:t>6.1. Все</w:t>
      </w:r>
      <w:r w:rsidRPr="006D1E6C">
        <w:rPr>
          <w:rFonts w:eastAsia="MS Mincho"/>
          <w:szCs w:val="28"/>
        </w:rPr>
        <w:t xml:space="preserve"> вносимые какой-либо из сторон предложения о внесении дополнений или изменений в  условия  настоящего  Договора,  в  том числе о его расторжении, </w:t>
      </w:r>
      <w:r>
        <w:rPr>
          <w:rFonts w:eastAsia="MS Mincho"/>
          <w:szCs w:val="28"/>
        </w:rPr>
        <w:t>рассматриваются сторонами</w:t>
      </w:r>
      <w:r w:rsidRPr="006D1E6C">
        <w:rPr>
          <w:rFonts w:eastAsia="MS Mincho"/>
          <w:szCs w:val="28"/>
        </w:rPr>
        <w:t xml:space="preserve"> в месячный срок и оформляются дополнительны</w:t>
      </w:r>
      <w:r>
        <w:rPr>
          <w:rFonts w:eastAsia="MS Mincho"/>
          <w:szCs w:val="28"/>
        </w:rPr>
        <w:t xml:space="preserve">ми соглашениями (кроме условий по п. </w:t>
      </w:r>
      <w:r w:rsidRPr="006D1E6C">
        <w:rPr>
          <w:rFonts w:eastAsia="MS Mincho"/>
          <w:szCs w:val="28"/>
        </w:rPr>
        <w:t>3.3 настоящего Договора).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  <w:szCs w:val="28"/>
        </w:rPr>
      </w:pPr>
      <w:r>
        <w:rPr>
          <w:rFonts w:eastAsia="MS Mincho"/>
          <w:szCs w:val="28"/>
        </w:rPr>
        <w:t xml:space="preserve">6.2. По одностороннему требованию </w:t>
      </w:r>
      <w:r w:rsidRPr="006D1E6C">
        <w:rPr>
          <w:rFonts w:eastAsia="MS Mincho"/>
          <w:szCs w:val="28"/>
        </w:rPr>
        <w:t>Администрации, либо Арендодателя  или Арендатора настоящий Договор может быть изменен, дополнен или  расторгнут по соглашению сторон, либо</w:t>
      </w:r>
      <w:r>
        <w:rPr>
          <w:rFonts w:eastAsia="MS Mincho"/>
          <w:szCs w:val="28"/>
        </w:rPr>
        <w:t xml:space="preserve"> в суде в соответствии с </w:t>
      </w:r>
      <w:r w:rsidRPr="006D1E6C">
        <w:rPr>
          <w:rFonts w:eastAsia="MS Mincho"/>
          <w:szCs w:val="28"/>
        </w:rPr>
        <w:t>действующим</w:t>
      </w:r>
      <w:r>
        <w:rPr>
          <w:rFonts w:eastAsia="MS Mincho"/>
          <w:szCs w:val="28"/>
        </w:rPr>
        <w:t xml:space="preserve"> законодательством  Российской Федерации, в том числе </w:t>
      </w:r>
      <w:r w:rsidRPr="006D1E6C">
        <w:rPr>
          <w:rFonts w:eastAsia="MS Mincho"/>
          <w:szCs w:val="28"/>
        </w:rPr>
        <w:t>в случае л</w:t>
      </w:r>
      <w:r>
        <w:rPr>
          <w:rFonts w:eastAsia="MS Mincho"/>
          <w:szCs w:val="28"/>
        </w:rPr>
        <w:t>иквидации  или   реорганизации сторон, аварийного состояния арендуемого</w:t>
      </w:r>
      <w:r w:rsidRPr="006D1E6C">
        <w:rPr>
          <w:rFonts w:eastAsia="MS Mincho"/>
          <w:szCs w:val="28"/>
        </w:rPr>
        <w:t xml:space="preserve"> объекта,  постановки  его  на  капитальный ремонт или сноса.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  <w:szCs w:val="28"/>
        </w:rPr>
      </w:pPr>
      <w:r>
        <w:rPr>
          <w:rFonts w:eastAsia="MS Mincho"/>
          <w:szCs w:val="28"/>
        </w:rPr>
        <w:t>6.3. По требованию</w:t>
      </w:r>
      <w:r w:rsidRPr="006D1E6C">
        <w:rPr>
          <w:rFonts w:eastAsia="MS Mincho"/>
          <w:szCs w:val="28"/>
        </w:rPr>
        <w:t xml:space="preserve"> </w:t>
      </w:r>
      <w:r>
        <w:rPr>
          <w:rFonts w:eastAsia="MS Mincho"/>
          <w:szCs w:val="28"/>
        </w:rPr>
        <w:t>Арендодателя или Администрации</w:t>
      </w:r>
      <w:r w:rsidRPr="006D1E6C">
        <w:rPr>
          <w:rFonts w:eastAsia="MS Mincho"/>
          <w:szCs w:val="28"/>
        </w:rPr>
        <w:t xml:space="preserve"> Договор аренды может быть досрочно расторгнут в случаях:</w:t>
      </w:r>
    </w:p>
    <w:p w:rsidR="006D1E6C" w:rsidRPr="006D1E6C" w:rsidRDefault="006D1E6C" w:rsidP="006D1E6C">
      <w:pPr>
        <w:pStyle w:val="ac"/>
        <w:ind w:firstLine="709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а) неуплаты или просрочки  Арендатором  оплаты аренды в сроки, установленные п. 3.2.а, в течение двух месяцев;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б) использования   помещения  (в  целом  или  частично)  не  в соответствии с целями, определенными в п. 1.1 Договора;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>в) нарушения п. 2.2.9, 3.3 настоящего Договора;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  <w:szCs w:val="28"/>
        </w:rPr>
      </w:pPr>
      <w:r>
        <w:rPr>
          <w:rFonts w:eastAsia="MS Mincho"/>
          <w:szCs w:val="28"/>
        </w:rPr>
        <w:t>г) умышленного или неосторожного ухудшения</w:t>
      </w:r>
      <w:r w:rsidRPr="006D1E6C">
        <w:rPr>
          <w:rFonts w:eastAsia="MS Mincho"/>
          <w:szCs w:val="28"/>
        </w:rPr>
        <w:t xml:space="preserve"> Арендато</w:t>
      </w:r>
      <w:r>
        <w:rPr>
          <w:rFonts w:eastAsia="MS Mincho"/>
          <w:szCs w:val="28"/>
        </w:rPr>
        <w:t>ром состояния помещения,</w:t>
      </w:r>
      <w:r w:rsidRPr="006D1E6C">
        <w:rPr>
          <w:rFonts w:eastAsia="MS Mincho"/>
          <w:szCs w:val="28"/>
        </w:rPr>
        <w:t xml:space="preserve"> инженерно</w:t>
      </w:r>
      <w:r>
        <w:rPr>
          <w:rFonts w:eastAsia="MS Mincho"/>
          <w:szCs w:val="28"/>
        </w:rPr>
        <w:t xml:space="preserve">го оборудования </w:t>
      </w:r>
      <w:r w:rsidRPr="006D1E6C">
        <w:rPr>
          <w:rFonts w:eastAsia="MS Mincho"/>
          <w:szCs w:val="28"/>
        </w:rPr>
        <w:t>и  прилегающих территорий либо невыполнения  обяза</w:t>
      </w:r>
      <w:r>
        <w:rPr>
          <w:rFonts w:eastAsia="MS Mincho"/>
          <w:szCs w:val="28"/>
        </w:rPr>
        <w:t>нностей,  предусмотренных  п.п. 2.2.4, 2.2.5,</w:t>
      </w:r>
      <w:r w:rsidRPr="006D1E6C">
        <w:rPr>
          <w:rFonts w:eastAsia="MS Mincho"/>
          <w:szCs w:val="28"/>
        </w:rPr>
        <w:t xml:space="preserve"> 2.2.6,  2.2.7,  2.2.11,  2.2.14,  2.2.15,  2.2.16, 2.2.17, 2.2.18 Договора;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  <w:szCs w:val="28"/>
        </w:rPr>
      </w:pPr>
      <w:r>
        <w:rPr>
          <w:rFonts w:eastAsia="MS Mincho"/>
          <w:szCs w:val="28"/>
        </w:rPr>
        <w:t>д) в случае</w:t>
      </w:r>
      <w:r w:rsidRPr="006D1E6C">
        <w:rPr>
          <w:rFonts w:eastAsia="MS Mincho"/>
          <w:szCs w:val="28"/>
        </w:rPr>
        <w:t xml:space="preserve"> необходимости размещения органов государств</w:t>
      </w:r>
      <w:r>
        <w:rPr>
          <w:rFonts w:eastAsia="MS Mincho"/>
          <w:szCs w:val="28"/>
        </w:rPr>
        <w:t xml:space="preserve">енной, муниципальной власти и управления на объекте аренды, по </w:t>
      </w:r>
      <w:r w:rsidRPr="006D1E6C">
        <w:rPr>
          <w:rFonts w:eastAsia="MS Mincho"/>
          <w:szCs w:val="28"/>
        </w:rPr>
        <w:t>распоряжению Администрации.</w:t>
      </w:r>
    </w:p>
    <w:p w:rsidR="006D1E6C" w:rsidRPr="006D1E6C" w:rsidRDefault="006D1E6C" w:rsidP="006D1E6C">
      <w:pPr>
        <w:pStyle w:val="ac"/>
        <w:tabs>
          <w:tab w:val="left" w:pos="720"/>
        </w:tabs>
        <w:ind w:firstLine="709"/>
        <w:rPr>
          <w:rFonts w:eastAsia="MS Mincho"/>
          <w:szCs w:val="28"/>
        </w:rPr>
      </w:pPr>
      <w:r w:rsidRPr="006D1E6C">
        <w:rPr>
          <w:rFonts w:eastAsia="MS Mincho"/>
          <w:szCs w:val="28"/>
        </w:rPr>
        <w:t xml:space="preserve">Расторжение </w:t>
      </w:r>
      <w:r>
        <w:rPr>
          <w:rFonts w:eastAsia="MS Mincho"/>
          <w:szCs w:val="28"/>
        </w:rPr>
        <w:t xml:space="preserve">Договора не освобождает Арендатора </w:t>
      </w:r>
      <w:r w:rsidRPr="006D1E6C">
        <w:rPr>
          <w:rFonts w:eastAsia="MS Mincho"/>
          <w:szCs w:val="28"/>
        </w:rPr>
        <w:t>от необходимости  погашения задолженности по арендной плате и выплаты неустойки.</w:t>
      </w:r>
    </w:p>
    <w:p w:rsidR="006D1E6C" w:rsidRPr="006D1E6C" w:rsidRDefault="006D1E6C" w:rsidP="006D1E6C">
      <w:pPr>
        <w:pStyle w:val="22"/>
        <w:tabs>
          <w:tab w:val="left" w:pos="720"/>
        </w:tabs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6</w:t>
      </w:r>
      <w:r w:rsidRPr="006D1E6C">
        <w:rPr>
          <w:rFonts w:eastAsia="MS Mincho"/>
          <w:szCs w:val="28"/>
        </w:rPr>
        <w:t>.4</w:t>
      </w:r>
      <w:r>
        <w:rPr>
          <w:rFonts w:eastAsia="MS Mincho"/>
          <w:szCs w:val="28"/>
        </w:rPr>
        <w:t>. В случае неисполнения</w:t>
      </w:r>
      <w:r w:rsidRPr="006D1E6C">
        <w:rPr>
          <w:rFonts w:eastAsia="MS Mincho"/>
          <w:szCs w:val="28"/>
        </w:rPr>
        <w:t xml:space="preserve"> или недобросовестного исполнения условий </w:t>
      </w:r>
      <w:r>
        <w:rPr>
          <w:rFonts w:eastAsia="MS Mincho"/>
          <w:szCs w:val="28"/>
        </w:rPr>
        <w:t xml:space="preserve"> Договора на оказание услуг Арендодатель имеет право потребовать </w:t>
      </w:r>
      <w:r w:rsidRPr="006D1E6C">
        <w:rPr>
          <w:rFonts w:eastAsia="MS Mincho"/>
          <w:szCs w:val="28"/>
        </w:rPr>
        <w:t>расторже</w:t>
      </w:r>
      <w:r>
        <w:rPr>
          <w:rFonts w:eastAsia="MS Mincho"/>
          <w:szCs w:val="28"/>
        </w:rPr>
        <w:t>ния   настоящего Договора в у</w:t>
      </w:r>
      <w:r w:rsidRPr="006D1E6C">
        <w:rPr>
          <w:rFonts w:eastAsia="MS Mincho"/>
          <w:szCs w:val="28"/>
        </w:rPr>
        <w:t>становленном порядке.</w:t>
      </w:r>
    </w:p>
    <w:p w:rsidR="006D1E6C" w:rsidRPr="006D1E6C" w:rsidRDefault="006D1E6C" w:rsidP="006D1E6C">
      <w:pPr>
        <w:pStyle w:val="22"/>
        <w:tabs>
          <w:tab w:val="left" w:pos="720"/>
        </w:tabs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6</w:t>
      </w:r>
      <w:r w:rsidRPr="006D1E6C">
        <w:rPr>
          <w:rFonts w:eastAsia="MS Mincho"/>
          <w:szCs w:val="28"/>
        </w:rPr>
        <w:t>.5. По истечении срока действия настоящего Договора Арендатор не  имеет  п</w:t>
      </w:r>
      <w:r>
        <w:rPr>
          <w:rFonts w:eastAsia="MS Mincho"/>
          <w:szCs w:val="28"/>
        </w:rPr>
        <w:t>реимущественного права перед другими лицами</w:t>
      </w:r>
      <w:r w:rsidRPr="006D1E6C">
        <w:rPr>
          <w:rFonts w:eastAsia="MS Mincho"/>
          <w:szCs w:val="28"/>
        </w:rPr>
        <w:t xml:space="preserve"> на заключение договора аренды на новый срок, за исключением случаев, предусмотренных законодательством.</w:t>
      </w:r>
    </w:p>
    <w:p w:rsidR="006D1E6C" w:rsidRPr="006D1E6C" w:rsidRDefault="006D1E6C" w:rsidP="006D1E6C">
      <w:pPr>
        <w:pStyle w:val="22"/>
        <w:tabs>
          <w:tab w:val="left" w:pos="720"/>
        </w:tabs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lastRenderedPageBreak/>
        <w:t>6.6. Арендатор, желающий заключить договор аренды на</w:t>
      </w:r>
      <w:r w:rsidRPr="006D1E6C">
        <w:rPr>
          <w:rFonts w:eastAsia="MS Mincho"/>
          <w:szCs w:val="28"/>
        </w:rPr>
        <w:t xml:space="preserve"> новый сро</w:t>
      </w:r>
      <w:r>
        <w:rPr>
          <w:rFonts w:eastAsia="MS Mincho"/>
          <w:szCs w:val="28"/>
        </w:rPr>
        <w:t>к, обязан письменно уведомить об этом Администрацию</w:t>
      </w:r>
      <w:r w:rsidRPr="006D1E6C">
        <w:rPr>
          <w:rFonts w:eastAsia="MS Mincho"/>
          <w:szCs w:val="28"/>
        </w:rPr>
        <w:t xml:space="preserve"> и Арендодателя не позднее чем за 30 ра</w:t>
      </w:r>
      <w:r>
        <w:rPr>
          <w:rFonts w:eastAsia="MS Mincho"/>
          <w:szCs w:val="28"/>
        </w:rPr>
        <w:t>бочих дней до истечения срока действия настоящего  Договора. При согласии  а</w:t>
      </w:r>
      <w:r w:rsidRPr="006D1E6C">
        <w:rPr>
          <w:rFonts w:eastAsia="MS Mincho"/>
          <w:szCs w:val="28"/>
        </w:rPr>
        <w:t>дминистрации  и Арендодателя договор оформляется на новый срок в установленном порядке.</w:t>
      </w:r>
    </w:p>
    <w:p w:rsidR="006D1E6C" w:rsidRPr="006D1E6C" w:rsidRDefault="006D1E6C" w:rsidP="006D1E6C">
      <w:pPr>
        <w:ind w:firstLine="0"/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7</w:t>
      </w:r>
      <w:r w:rsidRPr="006D1E6C">
        <w:rPr>
          <w:rFonts w:eastAsia="MS Mincho"/>
          <w:szCs w:val="28"/>
        </w:rPr>
        <w:t>.Особые условия</w:t>
      </w:r>
    </w:p>
    <w:p w:rsidR="006D1E6C" w:rsidRPr="006D1E6C" w:rsidRDefault="006D1E6C" w:rsidP="006D1E6C">
      <w:pPr>
        <w:pStyle w:val="22"/>
        <w:tabs>
          <w:tab w:val="left" w:pos="720"/>
        </w:tabs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7</w:t>
      </w:r>
      <w:r w:rsidRPr="006D1E6C">
        <w:rPr>
          <w:rFonts w:eastAsia="MS Mincho"/>
          <w:szCs w:val="28"/>
        </w:rPr>
        <w:t>.1. Реорганизация Арендодателя, а также перемена собственника арендуемого помещения не является основанием для изменения  условий или расторжения настоящего Договора.</w:t>
      </w:r>
    </w:p>
    <w:p w:rsidR="006D1E6C" w:rsidRPr="006D1E6C" w:rsidRDefault="006D1E6C" w:rsidP="006D1E6C">
      <w:pPr>
        <w:pStyle w:val="23"/>
        <w:tabs>
          <w:tab w:val="left" w:pos="720"/>
        </w:tabs>
        <w:spacing w:after="0"/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7.2. Арендатор</w:t>
      </w:r>
      <w:r w:rsidRPr="006D1E6C">
        <w:rPr>
          <w:rFonts w:eastAsia="MS Mincho"/>
          <w:szCs w:val="28"/>
        </w:rPr>
        <w:t xml:space="preserve"> ознакомлен со всеми  недостатками арендуемого имущества и претензий не имеет.</w:t>
      </w:r>
    </w:p>
    <w:p w:rsidR="006D1E6C" w:rsidRPr="006D1E6C" w:rsidRDefault="006D1E6C" w:rsidP="006D1E6C">
      <w:pPr>
        <w:pStyle w:val="23"/>
        <w:tabs>
          <w:tab w:val="left" w:pos="720"/>
        </w:tabs>
        <w:spacing w:after="0"/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7.3. Арендатор предупрежден о правах третьих лиц</w:t>
      </w:r>
      <w:r w:rsidRPr="006D1E6C">
        <w:rPr>
          <w:rFonts w:eastAsia="MS Mincho"/>
          <w:szCs w:val="28"/>
        </w:rPr>
        <w:t xml:space="preserve"> на сдаваемое в аренду имущество.</w:t>
      </w:r>
    </w:p>
    <w:p w:rsidR="006D1E6C" w:rsidRPr="006D1E6C" w:rsidRDefault="006D1E6C" w:rsidP="006D1E6C">
      <w:pPr>
        <w:pStyle w:val="23"/>
        <w:tabs>
          <w:tab w:val="left" w:pos="720"/>
        </w:tabs>
        <w:spacing w:after="0"/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7</w:t>
      </w:r>
      <w:r w:rsidRPr="006D1E6C">
        <w:rPr>
          <w:rFonts w:eastAsia="MS Mincho"/>
          <w:szCs w:val="28"/>
        </w:rPr>
        <w:t>.4. Настоящий Договор не дает права Арендатору на</w:t>
      </w:r>
      <w:r>
        <w:rPr>
          <w:rFonts w:eastAsia="MS Mincho"/>
          <w:szCs w:val="28"/>
        </w:rPr>
        <w:t xml:space="preserve">  размещение рекламы  на наружной части здания и арендуемого </w:t>
      </w:r>
      <w:r w:rsidRPr="006D1E6C">
        <w:rPr>
          <w:rFonts w:eastAsia="MS Mincho"/>
          <w:szCs w:val="28"/>
        </w:rPr>
        <w:t>помещения без письменного согласия Арендодателя и Администрации.</w:t>
      </w:r>
    </w:p>
    <w:p w:rsidR="006D1E6C" w:rsidRPr="006D1E6C" w:rsidRDefault="006D1E6C" w:rsidP="006D1E6C">
      <w:pPr>
        <w:pStyle w:val="23"/>
        <w:tabs>
          <w:tab w:val="left" w:pos="720"/>
        </w:tabs>
        <w:spacing w:after="0"/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7.5. Взаимоотношения сторон, не урегулированные</w:t>
      </w:r>
      <w:r w:rsidRPr="006D1E6C">
        <w:rPr>
          <w:rFonts w:eastAsia="MS Mincho"/>
          <w:szCs w:val="28"/>
        </w:rPr>
        <w:t xml:space="preserve"> настоящим       Договором, реглам</w:t>
      </w:r>
      <w:r>
        <w:rPr>
          <w:rFonts w:eastAsia="MS Mincho"/>
          <w:szCs w:val="28"/>
        </w:rPr>
        <w:t xml:space="preserve">ентируются действующим </w:t>
      </w:r>
      <w:r w:rsidRPr="006D1E6C">
        <w:rPr>
          <w:rFonts w:eastAsia="MS Mincho"/>
          <w:szCs w:val="28"/>
        </w:rPr>
        <w:t>законодательством Российской Федерации.</w:t>
      </w:r>
    </w:p>
    <w:p w:rsidR="006D1E6C" w:rsidRPr="006D1E6C" w:rsidRDefault="006D1E6C" w:rsidP="006D1E6C">
      <w:pPr>
        <w:pStyle w:val="af5"/>
        <w:tabs>
          <w:tab w:val="left" w:pos="720"/>
        </w:tabs>
        <w:ind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7</w:t>
      </w:r>
      <w:r w:rsidRPr="006D1E6C">
        <w:rPr>
          <w:rFonts w:eastAsia="MS Mincho"/>
          <w:szCs w:val="28"/>
        </w:rPr>
        <w:t>.</w:t>
      </w:r>
      <w:r>
        <w:rPr>
          <w:rFonts w:eastAsia="MS Mincho"/>
          <w:szCs w:val="28"/>
        </w:rPr>
        <w:t>6. При изменении наименования, местонахождения,</w:t>
      </w:r>
      <w:r w:rsidRPr="006D1E6C">
        <w:rPr>
          <w:rFonts w:eastAsia="MS Mincho"/>
          <w:szCs w:val="28"/>
        </w:rPr>
        <w:t xml:space="preserve"> банковских реквизитов или реорганизации одной из стор</w:t>
      </w:r>
      <w:r>
        <w:rPr>
          <w:rFonts w:eastAsia="MS Mincho"/>
          <w:szCs w:val="28"/>
        </w:rPr>
        <w:t xml:space="preserve">он, она обязана письменно в двухнедельный срок сообщить другой стороне о произошедших </w:t>
      </w:r>
      <w:r w:rsidRPr="006D1E6C">
        <w:rPr>
          <w:rFonts w:eastAsia="MS Mincho"/>
          <w:szCs w:val="28"/>
        </w:rPr>
        <w:t>измен</w:t>
      </w:r>
      <w:r>
        <w:rPr>
          <w:rFonts w:eastAsia="MS Mincho"/>
          <w:szCs w:val="28"/>
        </w:rPr>
        <w:t>ениях, кроме  случаев, когда</w:t>
      </w:r>
      <w:r w:rsidRPr="006D1E6C">
        <w:rPr>
          <w:rFonts w:eastAsia="MS Mincho"/>
          <w:szCs w:val="28"/>
        </w:rPr>
        <w:t xml:space="preserve"> изм</w:t>
      </w:r>
      <w:r>
        <w:rPr>
          <w:rFonts w:eastAsia="MS Mincho"/>
          <w:szCs w:val="28"/>
        </w:rPr>
        <w:t xml:space="preserve">енение наименования и </w:t>
      </w:r>
      <w:r w:rsidRPr="006D1E6C">
        <w:rPr>
          <w:rFonts w:eastAsia="MS Mincho"/>
          <w:szCs w:val="28"/>
        </w:rPr>
        <w:t>реорганизация пр</w:t>
      </w:r>
      <w:r>
        <w:rPr>
          <w:rFonts w:eastAsia="MS Mincho"/>
          <w:szCs w:val="28"/>
        </w:rPr>
        <w:t>оисходят   в   соответствии с актами</w:t>
      </w:r>
      <w:r w:rsidRPr="006D1E6C">
        <w:rPr>
          <w:rFonts w:eastAsia="MS Mincho"/>
          <w:szCs w:val="28"/>
        </w:rPr>
        <w:t xml:space="preserve"> Президента Российской Федерации и Правительства Российской Федерации.</w:t>
      </w:r>
    </w:p>
    <w:p w:rsidR="006D1E6C" w:rsidRPr="006D1E6C" w:rsidRDefault="006D1E6C" w:rsidP="006D1E6C">
      <w:pPr>
        <w:pStyle w:val="22"/>
        <w:tabs>
          <w:tab w:val="left" w:pos="720"/>
        </w:tabs>
        <w:ind w:left="0" w:firstLine="709"/>
        <w:jc w:val="both"/>
        <w:rPr>
          <w:rFonts w:eastAsia="MS Mincho"/>
          <w:szCs w:val="28"/>
        </w:rPr>
      </w:pPr>
      <w:r>
        <w:rPr>
          <w:rFonts w:eastAsia="MS Mincho"/>
          <w:szCs w:val="28"/>
        </w:rPr>
        <w:t>7.7.</w:t>
      </w:r>
      <w:r>
        <w:rPr>
          <w:rFonts w:eastAsia="MS Mincho"/>
          <w:szCs w:val="28"/>
        </w:rPr>
        <w:tab/>
        <w:t>Все споры между сторонами,</w:t>
      </w:r>
      <w:r w:rsidRPr="006D1E6C">
        <w:rPr>
          <w:rFonts w:eastAsia="MS Mincho"/>
          <w:szCs w:val="28"/>
        </w:rPr>
        <w:t xml:space="preserve"> возникающие при заключ</w:t>
      </w:r>
      <w:r>
        <w:rPr>
          <w:rFonts w:eastAsia="MS Mincho"/>
          <w:szCs w:val="28"/>
        </w:rPr>
        <w:t xml:space="preserve">ении, исполнении, расторжении настоящего Договора, </w:t>
      </w:r>
      <w:r w:rsidRPr="006D1E6C">
        <w:rPr>
          <w:rFonts w:eastAsia="MS Mincho"/>
          <w:szCs w:val="28"/>
        </w:rPr>
        <w:t>разрешаются Арбитражным судом.</w:t>
      </w:r>
    </w:p>
    <w:p w:rsidR="006D1E6C" w:rsidRPr="006D1E6C" w:rsidRDefault="006D1E6C" w:rsidP="006D1E6C">
      <w:pPr>
        <w:pStyle w:val="1"/>
        <w:ind w:firstLine="0"/>
        <w:rPr>
          <w:rFonts w:eastAsia="MS Mincho"/>
          <w:b w:val="0"/>
          <w:bCs/>
          <w:sz w:val="28"/>
          <w:szCs w:val="28"/>
        </w:rPr>
      </w:pPr>
      <w:r>
        <w:rPr>
          <w:rFonts w:eastAsia="MS Mincho"/>
          <w:b w:val="0"/>
          <w:sz w:val="28"/>
          <w:szCs w:val="28"/>
        </w:rPr>
        <w:t>8</w:t>
      </w:r>
      <w:r w:rsidRPr="006D1E6C">
        <w:rPr>
          <w:rFonts w:eastAsia="MS Mincho"/>
          <w:b w:val="0"/>
          <w:sz w:val="28"/>
          <w:szCs w:val="28"/>
        </w:rPr>
        <w:t>.Срок действия договора</w:t>
      </w:r>
    </w:p>
    <w:p w:rsidR="006D1E6C" w:rsidRDefault="006D1E6C" w:rsidP="006D1E6C">
      <w:pPr>
        <w:ind w:firstLine="708"/>
        <w:rPr>
          <w:rFonts w:eastAsia="MS Mincho"/>
          <w:szCs w:val="28"/>
        </w:rPr>
      </w:pPr>
      <w:r>
        <w:rPr>
          <w:rFonts w:eastAsia="MS Mincho"/>
          <w:bCs/>
          <w:szCs w:val="28"/>
        </w:rPr>
        <w:t>8</w:t>
      </w:r>
      <w:r w:rsidRPr="006D1E6C">
        <w:rPr>
          <w:rFonts w:eastAsia="MS Mincho"/>
          <w:bCs/>
          <w:szCs w:val="28"/>
        </w:rPr>
        <w:t>.1.</w:t>
      </w:r>
      <w:r w:rsidRPr="006D1E6C">
        <w:rPr>
          <w:rFonts w:eastAsia="MS Mincho"/>
          <w:szCs w:val="28"/>
        </w:rPr>
        <w:t>Договор действует с _________20__ г.  по ________________20__г.</w:t>
      </w:r>
    </w:p>
    <w:p w:rsidR="006D1E6C" w:rsidRPr="006D1E6C" w:rsidRDefault="006D1E6C" w:rsidP="006D1E6C">
      <w:pPr>
        <w:ind w:firstLine="708"/>
        <w:rPr>
          <w:rFonts w:eastAsia="MS Mincho"/>
          <w:szCs w:val="28"/>
        </w:rPr>
      </w:pPr>
    </w:p>
    <w:p w:rsidR="006D1E6C" w:rsidRDefault="006D1E6C" w:rsidP="006D1E6C">
      <w:pPr>
        <w:ind w:firstLine="0"/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t>9</w:t>
      </w:r>
      <w:r w:rsidRPr="006D1E6C">
        <w:rPr>
          <w:rFonts w:eastAsia="MS Mincho"/>
          <w:szCs w:val="28"/>
        </w:rPr>
        <w:t>. Юридические адреса сторон</w:t>
      </w:r>
    </w:p>
    <w:p w:rsidR="006D1E6C" w:rsidRPr="006D1E6C" w:rsidRDefault="006D1E6C" w:rsidP="006D1E6C">
      <w:pPr>
        <w:ind w:firstLine="0"/>
        <w:jc w:val="center"/>
        <w:rPr>
          <w:rFonts w:eastAsia="MS Mincho"/>
          <w:szCs w:val="28"/>
        </w:rPr>
      </w:pPr>
    </w:p>
    <w:p w:rsidR="006D1E6C" w:rsidRPr="006D1E6C" w:rsidRDefault="006D1E6C" w:rsidP="006D1E6C">
      <w:pPr>
        <w:ind w:firstLine="0"/>
        <w:rPr>
          <w:rFonts w:eastAsia="MS Mincho"/>
        </w:rPr>
      </w:pPr>
      <w:r w:rsidRPr="006D1E6C">
        <w:rPr>
          <w:rFonts w:eastAsia="MS Mincho"/>
        </w:rPr>
        <w:t xml:space="preserve">Арендатор:         </w:t>
      </w:r>
      <w:r>
        <w:rPr>
          <w:rFonts w:eastAsia="MS Mincho"/>
        </w:rPr>
        <w:t xml:space="preserve">  </w:t>
      </w:r>
      <w:r w:rsidRPr="006D1E6C">
        <w:rPr>
          <w:rFonts w:eastAsia="MS Mincho"/>
        </w:rPr>
        <w:t xml:space="preserve">              Наименование (ФИО ПБОЮЛ)</w:t>
      </w: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                 </w:t>
      </w:r>
      <w:r w:rsidRPr="006D1E6C">
        <w:rPr>
          <w:rFonts w:ascii="Times New Roman" w:eastAsia="MS Mincho" w:hAnsi="Times New Roman"/>
          <w:sz w:val="28"/>
          <w:szCs w:val="28"/>
        </w:rPr>
        <w:t>Юридический адрес</w:t>
      </w: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                 </w:t>
      </w:r>
      <w:r w:rsidRPr="006D1E6C">
        <w:rPr>
          <w:rFonts w:ascii="Times New Roman" w:eastAsia="MS Mincho" w:hAnsi="Times New Roman"/>
          <w:sz w:val="28"/>
          <w:szCs w:val="28"/>
        </w:rPr>
        <w:t>Почтовый   адрес</w:t>
      </w:r>
    </w:p>
    <w:p w:rsidR="006D1E6C" w:rsidRPr="006D1E6C" w:rsidRDefault="006D1E6C" w:rsidP="006D1E6C">
      <w:pPr>
        <w:pStyle w:val="af3"/>
        <w:ind w:left="2832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</w:t>
      </w:r>
      <w:r w:rsidRPr="006D1E6C">
        <w:rPr>
          <w:rFonts w:ascii="Times New Roman" w:eastAsia="MS Mincho" w:hAnsi="Times New Roman"/>
          <w:sz w:val="28"/>
          <w:szCs w:val="28"/>
        </w:rPr>
        <w:t>ИНН___________, ОКПО __________</w:t>
      </w: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/>
          <w:sz w:val="28"/>
          <w:szCs w:val="28"/>
        </w:rPr>
      </w:pPr>
      <w:r w:rsidRPr="006D1E6C">
        <w:rPr>
          <w:rFonts w:ascii="Times New Roman" w:eastAsia="MS Mincho" w:hAnsi="Times New Roman" w:cs="Times New Roman"/>
          <w:sz w:val="28"/>
          <w:szCs w:val="28"/>
        </w:rPr>
        <w:t>Арендодатель:</w:t>
      </w:r>
      <w:r w:rsidRPr="006D1E6C">
        <w:rPr>
          <w:rFonts w:ascii="Times New Roman" w:eastAsia="MS Mincho" w:hAnsi="Times New Roman" w:cs="Times New Roman"/>
          <w:sz w:val="24"/>
          <w:szCs w:val="24"/>
        </w:rPr>
        <w:t xml:space="preserve">      </w:t>
      </w:r>
      <w:r w:rsidRPr="006D1E6C">
        <w:rPr>
          <w:rFonts w:ascii="Times New Roman" w:eastAsia="MS Mincho" w:hAnsi="Times New Roman"/>
          <w:sz w:val="24"/>
        </w:rPr>
        <w:t xml:space="preserve">                </w:t>
      </w:r>
      <w:r w:rsidRPr="006D1E6C">
        <w:rPr>
          <w:rFonts w:ascii="Times New Roman" w:eastAsia="MS Mincho" w:hAnsi="Times New Roman" w:cs="Times New Roman"/>
          <w:sz w:val="28"/>
          <w:szCs w:val="28"/>
        </w:rPr>
        <w:t>Наименование</w:t>
      </w:r>
    </w:p>
    <w:p w:rsidR="006D1E6C" w:rsidRPr="006D1E6C" w:rsidRDefault="006D1E6C" w:rsidP="006D1E6C">
      <w:pPr>
        <w:pStyle w:val="af3"/>
        <w:ind w:left="2832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</w:t>
      </w:r>
      <w:r w:rsidRPr="006D1E6C">
        <w:rPr>
          <w:rFonts w:ascii="Times New Roman" w:eastAsia="MS Mincho" w:hAnsi="Times New Roman"/>
          <w:sz w:val="28"/>
          <w:szCs w:val="28"/>
        </w:rPr>
        <w:t>Юридический адрес</w:t>
      </w: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                 </w:t>
      </w:r>
      <w:r w:rsidRPr="006D1E6C">
        <w:rPr>
          <w:rFonts w:ascii="Times New Roman" w:eastAsia="MS Mincho" w:hAnsi="Times New Roman"/>
          <w:sz w:val="28"/>
          <w:szCs w:val="28"/>
        </w:rPr>
        <w:t>Почтовый   адрес</w:t>
      </w: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                                      </w:t>
      </w:r>
      <w:r w:rsidRPr="006D1E6C">
        <w:rPr>
          <w:rFonts w:ascii="Times New Roman" w:eastAsia="MS Mincho" w:hAnsi="Times New Roman"/>
          <w:sz w:val="28"/>
          <w:szCs w:val="28"/>
        </w:rPr>
        <w:t>ИНН___________, ОКПО __________</w:t>
      </w: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6D1E6C">
        <w:rPr>
          <w:rFonts w:ascii="Times New Roman" w:eastAsia="MS Mincho" w:hAnsi="Times New Roman" w:cs="Times New Roman"/>
          <w:sz w:val="28"/>
          <w:szCs w:val="28"/>
        </w:rPr>
        <w:t>Администрация:               Администрация Искитимского района</w:t>
      </w:r>
    </w:p>
    <w:p w:rsidR="006D1E6C" w:rsidRPr="006D1E6C" w:rsidRDefault="006D1E6C" w:rsidP="006D1E6C">
      <w:pPr>
        <w:pStyle w:val="af3"/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</w:t>
      </w:r>
      <w:r w:rsidRPr="006D1E6C">
        <w:rPr>
          <w:rFonts w:ascii="Times New Roman" w:eastAsia="MS Mincho" w:hAnsi="Times New Roman" w:cs="Times New Roman"/>
          <w:sz w:val="28"/>
          <w:szCs w:val="28"/>
        </w:rPr>
        <w:t>633209 НСО, г. Искитим, ул. Пушкина, 51</w:t>
      </w:r>
    </w:p>
    <w:p w:rsidR="006D1E6C" w:rsidRDefault="006D1E6C" w:rsidP="006D1E6C">
      <w:pPr>
        <w:pStyle w:val="af3"/>
        <w:tabs>
          <w:tab w:val="left" w:pos="2694"/>
        </w:tabs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</w:t>
      </w:r>
      <w:r w:rsidRPr="006D1E6C">
        <w:rPr>
          <w:rFonts w:ascii="Times New Roman" w:eastAsia="MS Mincho" w:hAnsi="Times New Roman" w:cs="Times New Roman"/>
          <w:sz w:val="28"/>
          <w:szCs w:val="28"/>
        </w:rPr>
        <w:t>ОКПО 04035432, ИНН 5446004474</w:t>
      </w:r>
    </w:p>
    <w:p w:rsidR="006D1E6C" w:rsidRDefault="006D1E6C" w:rsidP="006D1E6C">
      <w:pPr>
        <w:pStyle w:val="af3"/>
        <w:tabs>
          <w:tab w:val="left" w:pos="2694"/>
        </w:tabs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6D1E6C" w:rsidRDefault="006D1E6C" w:rsidP="006D1E6C">
      <w:pPr>
        <w:pStyle w:val="af3"/>
        <w:tabs>
          <w:tab w:val="left" w:pos="2694"/>
        </w:tabs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6D1E6C" w:rsidRPr="006D1E6C" w:rsidRDefault="006D1E6C" w:rsidP="006D1E6C">
      <w:pPr>
        <w:pStyle w:val="af3"/>
        <w:tabs>
          <w:tab w:val="left" w:pos="2694"/>
        </w:tabs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6D1E6C" w:rsidRDefault="006D1E6C" w:rsidP="006D1E6C">
      <w:pPr>
        <w:ind w:firstLine="0"/>
        <w:jc w:val="center"/>
        <w:rPr>
          <w:rFonts w:eastAsia="MS Mincho"/>
          <w:szCs w:val="28"/>
        </w:rPr>
      </w:pPr>
      <w:r>
        <w:rPr>
          <w:rFonts w:eastAsia="MS Mincho"/>
          <w:szCs w:val="28"/>
        </w:rPr>
        <w:lastRenderedPageBreak/>
        <w:t>10</w:t>
      </w:r>
      <w:r w:rsidRPr="006D1E6C">
        <w:rPr>
          <w:rFonts w:eastAsia="MS Mincho"/>
          <w:szCs w:val="28"/>
        </w:rPr>
        <w:t>. Подписи сторон:</w:t>
      </w:r>
    </w:p>
    <w:p w:rsidR="006D1E6C" w:rsidRPr="006D1E6C" w:rsidRDefault="006D1E6C" w:rsidP="006D1E6C">
      <w:pPr>
        <w:ind w:firstLine="0"/>
        <w:jc w:val="center"/>
        <w:rPr>
          <w:rFonts w:eastAsia="MS Mincho"/>
          <w:szCs w:val="28"/>
        </w:rPr>
      </w:pPr>
    </w:p>
    <w:p w:rsidR="006D1E6C" w:rsidRPr="006D1E6C" w:rsidRDefault="006D1E6C" w:rsidP="006D1E6C">
      <w:pPr>
        <w:ind w:firstLine="0"/>
        <w:rPr>
          <w:rFonts w:eastAsia="MS Mincho"/>
        </w:rPr>
      </w:pPr>
      <w:r w:rsidRPr="006D1E6C">
        <w:rPr>
          <w:rFonts w:eastAsia="MS Mincho"/>
        </w:rPr>
        <w:t xml:space="preserve">АДМИНИСТРАЦИЯ         АРЕНДОДАТЕЛЬ        </w:t>
      </w:r>
      <w:r>
        <w:rPr>
          <w:rFonts w:eastAsia="MS Mincho"/>
        </w:rPr>
        <w:t xml:space="preserve">    </w:t>
      </w:r>
      <w:r w:rsidRPr="006D1E6C">
        <w:rPr>
          <w:rFonts w:eastAsia="MS Mincho"/>
        </w:rPr>
        <w:t xml:space="preserve">   АРЕНДАТОР</w:t>
      </w:r>
    </w:p>
    <w:p w:rsidR="006D1E6C" w:rsidRPr="006D1E6C" w:rsidRDefault="006D1E6C" w:rsidP="006D1E6C">
      <w:pPr>
        <w:ind w:firstLine="0"/>
        <w:rPr>
          <w:rFonts w:eastAsia="MS Mincho"/>
          <w:szCs w:val="28"/>
        </w:rPr>
      </w:pP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D1E6C">
        <w:rPr>
          <w:rFonts w:ascii="Times New Roman" w:eastAsia="MS Mincho" w:hAnsi="Times New Roman" w:cs="Times New Roman"/>
          <w:sz w:val="24"/>
          <w:szCs w:val="24"/>
        </w:rPr>
        <w:t xml:space="preserve">Глава            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 w:rsidRPr="006D1E6C">
        <w:rPr>
          <w:rFonts w:ascii="Times New Roman" w:eastAsia="MS Mincho" w:hAnsi="Times New Roman" w:cs="Times New Roman"/>
          <w:sz w:val="24"/>
          <w:szCs w:val="24"/>
        </w:rPr>
        <w:t xml:space="preserve"> Директор                                      _____________________</w:t>
      </w: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D1E6C">
        <w:rPr>
          <w:rFonts w:ascii="Times New Roman" w:eastAsia="MS Mincho" w:hAnsi="Times New Roman" w:cs="Times New Roman"/>
          <w:sz w:val="24"/>
          <w:szCs w:val="24"/>
        </w:rPr>
        <w:t xml:space="preserve">Искитимского района             _____________________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  <w:r w:rsidRPr="006D1E6C">
        <w:rPr>
          <w:rFonts w:ascii="Times New Roman" w:eastAsia="MS Mincho" w:hAnsi="Times New Roman" w:cs="Times New Roman"/>
          <w:sz w:val="24"/>
          <w:szCs w:val="24"/>
        </w:rPr>
        <w:t xml:space="preserve">   </w:t>
      </w:r>
      <w:r>
        <w:rPr>
          <w:rFonts w:ascii="Times New Roman" w:eastAsia="MS Mincho" w:hAnsi="Times New Roman" w:cs="Times New Roman"/>
          <w:sz w:val="24"/>
          <w:szCs w:val="24"/>
        </w:rPr>
        <w:t>_____________________</w:t>
      </w: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6D1E6C" w:rsidRPr="006D1E6C" w:rsidRDefault="006D1E6C" w:rsidP="006D1E6C">
      <w:pPr>
        <w:pStyle w:val="af3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6D1E6C">
        <w:rPr>
          <w:rFonts w:ascii="Times New Roman" w:eastAsia="MS Mincho" w:hAnsi="Times New Roman" w:cs="Times New Roman"/>
          <w:sz w:val="24"/>
          <w:szCs w:val="24"/>
        </w:rPr>
        <w:t>___________О.В.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Лагода       </w:t>
      </w:r>
      <w:r w:rsidRPr="006D1E6C">
        <w:rPr>
          <w:rFonts w:ascii="Times New Roman" w:eastAsia="MS Mincho" w:hAnsi="Times New Roman" w:cs="Times New Roman"/>
          <w:sz w:val="24"/>
          <w:szCs w:val="24"/>
        </w:rPr>
        <w:t xml:space="preserve"> ______________________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6D1E6C">
        <w:rPr>
          <w:rFonts w:ascii="Times New Roman" w:eastAsia="MS Mincho" w:hAnsi="Times New Roman" w:cs="Times New Roman"/>
          <w:sz w:val="24"/>
          <w:szCs w:val="24"/>
        </w:rPr>
        <w:t xml:space="preserve">  ________________________</w:t>
      </w:r>
    </w:p>
    <w:p w:rsidR="006D1E6C" w:rsidRPr="006D1E6C" w:rsidRDefault="006D1E6C" w:rsidP="006D1E6C">
      <w:pPr>
        <w:pStyle w:val="ac"/>
        <w:ind w:firstLine="0"/>
        <w:rPr>
          <w:rFonts w:eastAsia="MS Mincho"/>
          <w:sz w:val="24"/>
        </w:rPr>
      </w:pPr>
      <w:r>
        <w:rPr>
          <w:rFonts w:eastAsia="MS Mincho"/>
          <w:sz w:val="24"/>
        </w:rPr>
        <w:t xml:space="preserve">_________________ 20__ г.    </w:t>
      </w:r>
      <w:r w:rsidRPr="006D1E6C">
        <w:rPr>
          <w:rFonts w:eastAsia="MS Mincho"/>
          <w:sz w:val="24"/>
        </w:rPr>
        <w:t xml:space="preserve">___________________20__ г  </w:t>
      </w:r>
      <w:r>
        <w:rPr>
          <w:rFonts w:eastAsia="MS Mincho"/>
          <w:sz w:val="24"/>
        </w:rPr>
        <w:t xml:space="preserve">     </w:t>
      </w:r>
      <w:r w:rsidRPr="006D1E6C">
        <w:rPr>
          <w:rFonts w:eastAsia="MS Mincho"/>
          <w:sz w:val="24"/>
        </w:rPr>
        <w:t xml:space="preserve"> ________________20___г.</w:t>
      </w:r>
    </w:p>
    <w:p w:rsidR="006D1E6C" w:rsidRPr="006D1E6C" w:rsidRDefault="006D1E6C" w:rsidP="006D1E6C">
      <w:pPr>
        <w:pStyle w:val="af3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16"/>
          <w:szCs w:val="16"/>
        </w:rPr>
        <w:t xml:space="preserve">                      </w:t>
      </w:r>
      <w:r w:rsidRPr="006D1E6C">
        <w:rPr>
          <w:rFonts w:ascii="Times New Roman" w:eastAsia="MS Mincho" w:hAnsi="Times New Roman" w:cs="Times New Roman"/>
          <w:sz w:val="16"/>
          <w:szCs w:val="16"/>
        </w:rPr>
        <w:t xml:space="preserve">М.П.      </w:t>
      </w:r>
      <w:r>
        <w:rPr>
          <w:rFonts w:ascii="Times New Roman" w:eastAsia="MS Mincho" w:hAnsi="Times New Roman" w:cs="Times New Roman"/>
          <w:sz w:val="16"/>
          <w:szCs w:val="16"/>
        </w:rPr>
        <w:t xml:space="preserve">          </w:t>
      </w:r>
      <w:r w:rsidRPr="006D1E6C">
        <w:rPr>
          <w:rFonts w:ascii="Times New Roman" w:eastAsia="MS Mincho" w:hAnsi="Times New Roman" w:cs="Times New Roman"/>
          <w:sz w:val="16"/>
          <w:szCs w:val="16"/>
        </w:rPr>
        <w:t xml:space="preserve">                  </w:t>
      </w:r>
      <w:r>
        <w:rPr>
          <w:rFonts w:ascii="Times New Roman" w:eastAsia="MS Mincho" w:hAnsi="Times New Roman" w:cs="Times New Roman"/>
          <w:sz w:val="16"/>
          <w:szCs w:val="16"/>
        </w:rPr>
        <w:t xml:space="preserve">                            </w:t>
      </w:r>
      <w:r w:rsidRPr="006D1E6C">
        <w:rPr>
          <w:rFonts w:ascii="Times New Roman" w:eastAsia="MS Mincho" w:hAnsi="Times New Roman" w:cs="Times New Roman"/>
          <w:sz w:val="16"/>
          <w:szCs w:val="16"/>
        </w:rPr>
        <w:t xml:space="preserve">         М.П.                                              </w:t>
      </w:r>
      <w:r>
        <w:rPr>
          <w:rFonts w:ascii="Times New Roman" w:eastAsia="MS Mincho" w:hAnsi="Times New Roman" w:cs="Times New Roman"/>
          <w:sz w:val="16"/>
          <w:szCs w:val="16"/>
        </w:rPr>
        <w:t xml:space="preserve">                            </w:t>
      </w:r>
      <w:r w:rsidRPr="006D1E6C">
        <w:rPr>
          <w:rFonts w:ascii="Times New Roman" w:eastAsia="MS Mincho" w:hAnsi="Times New Roman" w:cs="Times New Roman"/>
          <w:sz w:val="16"/>
          <w:szCs w:val="16"/>
        </w:rPr>
        <w:t xml:space="preserve">     М.П.</w:t>
      </w:r>
    </w:p>
    <w:p w:rsidR="006D1E6C" w:rsidRPr="006D1E6C" w:rsidRDefault="006D1E6C" w:rsidP="006D1E6C">
      <w:pPr>
        <w:pStyle w:val="ac"/>
        <w:spacing w:line="240" w:lineRule="atLeast"/>
        <w:ind w:firstLine="0"/>
        <w:rPr>
          <w:sz w:val="16"/>
          <w:szCs w:val="16"/>
        </w:rPr>
      </w:pP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1E6C" w:rsidRP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1E6C" w:rsidRP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1E6C">
        <w:rPr>
          <w:rFonts w:ascii="Times New Roman" w:hAnsi="Times New Roman" w:cs="Times New Roman"/>
          <w:bCs/>
          <w:sz w:val="24"/>
          <w:szCs w:val="24"/>
        </w:rPr>
        <w:t>СОГЛАСОВАНО</w:t>
      </w:r>
    </w:p>
    <w:p w:rsidR="006D1E6C" w:rsidRP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1E6C">
        <w:rPr>
          <w:rFonts w:ascii="Times New Roman" w:hAnsi="Times New Roman" w:cs="Times New Roman"/>
          <w:bCs/>
          <w:sz w:val="24"/>
          <w:szCs w:val="24"/>
        </w:rPr>
        <w:t>Начальник юридического отдела</w:t>
      </w:r>
    </w:p>
    <w:p w:rsidR="006D1E6C" w:rsidRP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1E6C">
        <w:rPr>
          <w:rFonts w:ascii="Times New Roman" w:hAnsi="Times New Roman" w:cs="Times New Roman"/>
          <w:bCs/>
          <w:sz w:val="24"/>
          <w:szCs w:val="24"/>
        </w:rPr>
        <w:t>администрации Искитимского района</w:t>
      </w:r>
    </w:p>
    <w:p w:rsidR="006D1E6C" w:rsidRPr="006D1E6C" w:rsidRDefault="006D1E6C" w:rsidP="006D1E6C">
      <w:pPr>
        <w:pStyle w:val="Con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1E6C">
        <w:rPr>
          <w:rFonts w:ascii="Times New Roman" w:hAnsi="Times New Roman" w:cs="Times New Roman"/>
          <w:bCs/>
          <w:sz w:val="24"/>
          <w:szCs w:val="24"/>
        </w:rPr>
        <w:t>_______________ В.А.Тюхаев</w:t>
      </w:r>
    </w:p>
    <w:p w:rsidR="006D1E6C" w:rsidRPr="006D1E6C" w:rsidRDefault="006D1E6C" w:rsidP="006D1E6C">
      <w:pPr>
        <w:pStyle w:val="ConsNonformat"/>
        <w:widowControl/>
        <w:rPr>
          <w:rFonts w:ascii="Times New Roman" w:hAnsi="Times New Roman" w:cs="Times New Roman"/>
          <w:bCs/>
          <w:sz w:val="24"/>
          <w:szCs w:val="24"/>
        </w:rPr>
      </w:pPr>
    </w:p>
    <w:p w:rsidR="006D1E6C" w:rsidRPr="006D1E6C" w:rsidRDefault="006D1E6C" w:rsidP="006D1E6C">
      <w:pPr>
        <w:pStyle w:val="ConsNonformat"/>
        <w:widowControl/>
        <w:rPr>
          <w:rFonts w:ascii="Times New Roman" w:hAnsi="Times New Roman" w:cs="Times New Roman"/>
          <w:bCs/>
          <w:sz w:val="24"/>
          <w:szCs w:val="24"/>
        </w:rPr>
      </w:pPr>
    </w:p>
    <w:p w:rsidR="006D1E6C" w:rsidRPr="006D1E6C" w:rsidRDefault="006D1E6C" w:rsidP="006D1E6C">
      <w:pPr>
        <w:shd w:val="clear" w:color="auto" w:fill="FFFFFF"/>
        <w:spacing w:before="250" w:line="252" w:lineRule="exact"/>
        <w:ind w:firstLine="0"/>
        <w:rPr>
          <w:color w:val="000000"/>
        </w:rPr>
      </w:pPr>
      <w:r w:rsidRPr="006D1E6C">
        <w:t>Зарегистрирован в управлении по имуществу и земельным отношениям  администрации Искитимского района «</w:t>
      </w:r>
      <w:r w:rsidRPr="006D1E6C">
        <w:rPr>
          <w:u w:val="single"/>
        </w:rPr>
        <w:t>___</w:t>
      </w:r>
      <w:r w:rsidRPr="006D1E6C">
        <w:t xml:space="preserve">» </w:t>
      </w:r>
      <w:r w:rsidRPr="006D1E6C">
        <w:rPr>
          <w:u w:val="single"/>
        </w:rPr>
        <w:t>_____________</w:t>
      </w:r>
      <w:r>
        <w:t>_20</w:t>
      </w:r>
      <w:r>
        <w:rPr>
          <w:u w:val="single"/>
        </w:rPr>
        <w:t>__</w:t>
      </w:r>
      <w:r w:rsidRPr="006D1E6C">
        <w:t>г. №</w:t>
      </w:r>
      <w:r w:rsidRPr="006D1E6C">
        <w:rPr>
          <w:u w:val="single"/>
        </w:rPr>
        <w:t xml:space="preserve"> __</w:t>
      </w:r>
      <w:r>
        <w:rPr>
          <w:u w:val="single"/>
        </w:rPr>
        <w:t>__</w:t>
      </w: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Pr="006D1E6C" w:rsidRDefault="006D1E6C" w:rsidP="006D1E6C">
      <w:pPr>
        <w:pStyle w:val="ac"/>
        <w:spacing w:line="240" w:lineRule="atLeast"/>
        <w:ind w:left="7230" w:firstLine="0"/>
        <w:jc w:val="left"/>
        <w:rPr>
          <w:sz w:val="20"/>
          <w:szCs w:val="20"/>
        </w:rPr>
      </w:pPr>
      <w:r w:rsidRPr="006D1E6C">
        <w:rPr>
          <w:sz w:val="20"/>
          <w:szCs w:val="20"/>
        </w:rPr>
        <w:lastRenderedPageBreak/>
        <w:t>Приложение № 1</w:t>
      </w:r>
    </w:p>
    <w:p w:rsidR="006D1E6C" w:rsidRPr="006D1E6C" w:rsidRDefault="006D1E6C" w:rsidP="006D1E6C">
      <w:pPr>
        <w:pStyle w:val="ac"/>
        <w:spacing w:line="240" w:lineRule="atLeast"/>
        <w:ind w:left="7230" w:firstLine="0"/>
        <w:jc w:val="left"/>
        <w:rPr>
          <w:sz w:val="20"/>
          <w:szCs w:val="20"/>
        </w:rPr>
      </w:pPr>
      <w:r w:rsidRPr="006D1E6C">
        <w:rPr>
          <w:sz w:val="20"/>
          <w:szCs w:val="20"/>
        </w:rPr>
        <w:t>к    Договору №      от</w:t>
      </w:r>
    </w:p>
    <w:p w:rsidR="006D1E6C" w:rsidRPr="006D1E6C" w:rsidRDefault="006D1E6C" w:rsidP="006D1E6C">
      <w:pPr>
        <w:pStyle w:val="ac"/>
        <w:spacing w:line="240" w:lineRule="atLeast"/>
        <w:ind w:left="7230" w:firstLine="0"/>
        <w:jc w:val="left"/>
        <w:rPr>
          <w:sz w:val="20"/>
          <w:szCs w:val="20"/>
        </w:rPr>
      </w:pPr>
    </w:p>
    <w:p w:rsidR="006D1E6C" w:rsidRPr="006D1E6C" w:rsidRDefault="006D1E6C" w:rsidP="006D1E6C">
      <w:pPr>
        <w:pStyle w:val="ac"/>
        <w:spacing w:line="240" w:lineRule="atLeast"/>
        <w:ind w:firstLine="0"/>
        <w:jc w:val="center"/>
        <w:rPr>
          <w:sz w:val="24"/>
        </w:rPr>
      </w:pPr>
      <w:r w:rsidRPr="006D1E6C">
        <w:rPr>
          <w:sz w:val="24"/>
        </w:rPr>
        <w:t>АКТ</w:t>
      </w:r>
    </w:p>
    <w:p w:rsidR="006D1E6C" w:rsidRPr="006D1E6C" w:rsidRDefault="006D1E6C" w:rsidP="006D1E6C">
      <w:pPr>
        <w:pStyle w:val="ac"/>
        <w:ind w:firstLine="0"/>
        <w:jc w:val="center"/>
        <w:rPr>
          <w:sz w:val="24"/>
        </w:rPr>
      </w:pPr>
      <w:r w:rsidRPr="006D1E6C">
        <w:rPr>
          <w:sz w:val="24"/>
        </w:rPr>
        <w:t xml:space="preserve">приема-передачи нежилого помещения, здания, сооружения, относящегося к     муниципальной собственности в аренду по адресу: </w:t>
      </w:r>
    </w:p>
    <w:p w:rsidR="006D1E6C" w:rsidRPr="006D1E6C" w:rsidRDefault="006D1E6C" w:rsidP="006D1E6C">
      <w:pPr>
        <w:pStyle w:val="ac"/>
        <w:ind w:firstLine="0"/>
        <w:jc w:val="center"/>
        <w:rPr>
          <w:sz w:val="24"/>
        </w:rPr>
      </w:pPr>
      <w:r w:rsidRPr="006D1E6C">
        <w:rPr>
          <w:sz w:val="24"/>
        </w:rPr>
        <w:t>_________________________________________________________________________</w:t>
      </w:r>
    </w:p>
    <w:p w:rsidR="006D1E6C" w:rsidRPr="006D1E6C" w:rsidRDefault="006D1E6C" w:rsidP="006D1E6C">
      <w:pPr>
        <w:pStyle w:val="ac"/>
        <w:ind w:firstLine="0"/>
        <w:rPr>
          <w:sz w:val="24"/>
        </w:rPr>
      </w:pPr>
    </w:p>
    <w:p w:rsidR="006D1E6C" w:rsidRPr="006D1E6C" w:rsidRDefault="006D1E6C" w:rsidP="006D1E6C">
      <w:pPr>
        <w:ind w:firstLine="0"/>
        <w:rPr>
          <w:iCs/>
        </w:rPr>
      </w:pPr>
      <w:r w:rsidRPr="006D1E6C">
        <w:rPr>
          <w:iCs/>
        </w:rPr>
        <w:t xml:space="preserve"> Мы, нижеподписавшиеся «Арендо</w:t>
      </w:r>
      <w:r>
        <w:rPr>
          <w:iCs/>
        </w:rPr>
        <w:t>датель»_____________________</w:t>
      </w:r>
      <w:r w:rsidRPr="006D1E6C">
        <w:rPr>
          <w:iCs/>
        </w:rPr>
        <w:t xml:space="preserve">____________, </w:t>
      </w:r>
      <w:r w:rsidRPr="006D1E6C">
        <w:t xml:space="preserve">в лице </w:t>
      </w:r>
      <w:r w:rsidRPr="006D1E6C">
        <w:rPr>
          <w:rFonts w:eastAsia="MS Mincho"/>
        </w:rPr>
        <w:t xml:space="preserve"> _______________________________________________, действующего на основании ______________________________________</w:t>
      </w:r>
      <w:r>
        <w:rPr>
          <w:rFonts w:eastAsia="MS Mincho"/>
        </w:rPr>
        <w:t>_____________________</w:t>
      </w:r>
      <w:r w:rsidRPr="006D1E6C">
        <w:rPr>
          <w:rFonts w:eastAsia="MS Mincho"/>
        </w:rPr>
        <w:t>, и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rPr>
          <w:iCs/>
        </w:rPr>
        <w:t>«Арендатор» ______________________________</w:t>
      </w:r>
      <w:r>
        <w:rPr>
          <w:iCs/>
        </w:rPr>
        <w:t>_________</w:t>
      </w:r>
      <w:r w:rsidRPr="006D1E6C">
        <w:rPr>
          <w:iCs/>
        </w:rPr>
        <w:t>__________</w:t>
      </w:r>
      <w:r w:rsidRPr="006D1E6C">
        <w:rPr>
          <w:bCs/>
        </w:rPr>
        <w:t xml:space="preserve">, </w:t>
      </w:r>
      <w:r w:rsidRPr="006D1E6C">
        <w:t>в  лице  ___________________________________________, действующего на основании ______________________________________________________________________Составили настоящий акт о нижеследующем: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  <w:rPr>
          <w:iCs/>
        </w:rPr>
      </w:pPr>
      <w:r w:rsidRPr="006D1E6C">
        <w:rPr>
          <w:iCs/>
        </w:rPr>
        <w:t>«Арендодатель» передает  «Арендатору» во временное пользование нежилые помещения (здание, сооружение) по адресу: __________________________________________________</w:t>
      </w:r>
      <w:r>
        <w:rPr>
          <w:iCs/>
        </w:rPr>
        <w:t>____________________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          общей площадью _________ кв.м.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          Техническое состояние передаваемого помещения (здания, сооружения) характеризуется следующим: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           состояние стен _______ ____________________</w:t>
      </w:r>
      <w:r>
        <w:t>_________</w:t>
      </w:r>
      <w:r w:rsidRPr="006D1E6C">
        <w:t>_______________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           состояние потолков ______ __________________</w:t>
      </w:r>
      <w:r>
        <w:t>_________</w:t>
      </w:r>
      <w:r w:rsidRPr="006D1E6C">
        <w:t>______________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           состояние пола __________ ___________________</w:t>
      </w:r>
      <w:r>
        <w:t>__________</w:t>
      </w:r>
      <w:r w:rsidRPr="006D1E6C">
        <w:t>___________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           состояние окон и дверей _____ ___________</w:t>
      </w:r>
      <w:r>
        <w:t>__________</w:t>
      </w:r>
      <w:r w:rsidRPr="006D1E6C">
        <w:t>_________________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           состояние электрооборудования ______ _______</w:t>
      </w:r>
      <w:r>
        <w:t>_________</w:t>
      </w:r>
      <w:r w:rsidRPr="006D1E6C">
        <w:t>______________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           кем производился ремонт _____________-_____________________________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           необходимость проведения текущего и капитального ремонта:  __________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>__________________________________</w:t>
      </w:r>
      <w:r>
        <w:t>____________________________________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           помещение находится в нормальном состоянии__________________</w:t>
      </w:r>
      <w:r>
        <w:t>______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Передал:                                                                 </w:t>
      </w:r>
      <w:r>
        <w:t xml:space="preserve">      </w:t>
      </w:r>
      <w:r w:rsidRPr="006D1E6C">
        <w:t>Принял: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 xml:space="preserve">Арендодатель                                </w:t>
      </w:r>
      <w:r>
        <w:t xml:space="preserve">                             </w:t>
      </w:r>
      <w:r w:rsidRPr="006D1E6C">
        <w:t xml:space="preserve"> </w:t>
      </w:r>
      <w:r w:rsidRPr="006D1E6C">
        <w:rPr>
          <w:iCs/>
        </w:rPr>
        <w:t>Арендатор</w:t>
      </w: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</w:p>
    <w:p w:rsidR="006D1E6C" w:rsidRPr="006D1E6C" w:rsidRDefault="006D1E6C" w:rsidP="006D1E6C">
      <w:pPr>
        <w:suppressAutoHyphens/>
        <w:autoSpaceDE w:val="0"/>
        <w:autoSpaceDN w:val="0"/>
        <w:adjustRightInd w:val="0"/>
        <w:ind w:firstLine="0"/>
      </w:pPr>
      <w:r w:rsidRPr="006D1E6C">
        <w:t>______________________</w:t>
      </w:r>
      <w:r w:rsidRPr="006D1E6C">
        <w:tab/>
        <w:t xml:space="preserve">                                    _________________________</w:t>
      </w:r>
    </w:p>
    <w:p w:rsidR="006D1E6C" w:rsidRPr="006D1E6C" w:rsidRDefault="006D1E6C" w:rsidP="006D1E6C">
      <w:pPr>
        <w:ind w:firstLine="0"/>
      </w:pPr>
      <w:r w:rsidRPr="006D1E6C">
        <w:t xml:space="preserve"> «___»________________201_г.                                 «___»_________________201_г. </w:t>
      </w:r>
    </w:p>
    <w:p w:rsidR="006D1E6C" w:rsidRPr="006D1E6C" w:rsidRDefault="006D1E6C" w:rsidP="006D1E6C">
      <w:pPr>
        <w:ind w:firstLine="0"/>
        <w:rPr>
          <w:sz w:val="16"/>
          <w:szCs w:val="16"/>
        </w:rPr>
      </w:pPr>
      <w:r w:rsidRPr="006D1E6C">
        <w:t xml:space="preserve">                 </w:t>
      </w:r>
      <w:r w:rsidRPr="006D1E6C">
        <w:rPr>
          <w:sz w:val="16"/>
          <w:szCs w:val="16"/>
        </w:rPr>
        <w:t xml:space="preserve">М.П.                                         </w:t>
      </w:r>
      <w:r w:rsidRPr="006D1E6C">
        <w:t xml:space="preserve">                                      </w:t>
      </w:r>
      <w:r>
        <w:t xml:space="preserve">                   </w:t>
      </w:r>
      <w:r w:rsidRPr="006D1E6C">
        <w:t xml:space="preserve">       </w:t>
      </w:r>
      <w:r w:rsidRPr="006D1E6C">
        <w:rPr>
          <w:sz w:val="16"/>
          <w:szCs w:val="16"/>
        </w:rPr>
        <w:t xml:space="preserve">М.П.    </w:t>
      </w:r>
    </w:p>
    <w:p w:rsidR="006D1E6C" w:rsidRDefault="006D1E6C" w:rsidP="006D1E6C">
      <w:pPr>
        <w:rPr>
          <w:sz w:val="16"/>
          <w:szCs w:val="16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lastRenderedPageBreak/>
        <w:t>ЖУРНАЛ учета входящих документов</w:t>
      </w:r>
    </w:p>
    <w:p w:rsidR="006D1E6C" w:rsidRDefault="006D1E6C" w:rsidP="006D1E6C">
      <w:pPr>
        <w:autoSpaceDE w:val="0"/>
        <w:autoSpaceDN w:val="0"/>
        <w:adjustRightInd w:val="0"/>
        <w:ind w:firstLine="540"/>
        <w:outlineLvl w:val="1"/>
        <w:rPr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05"/>
        <w:gridCol w:w="1722"/>
        <w:gridCol w:w="2268"/>
        <w:gridCol w:w="1635"/>
        <w:gridCol w:w="2100"/>
        <w:gridCol w:w="1793"/>
      </w:tblGrid>
      <w:tr w:rsidR="006D1E6C" w:rsidTr="00DA7337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E6C" w:rsidRPr="00F43131" w:rsidRDefault="006D1E6C" w:rsidP="006D1E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131">
              <w:rPr>
                <w:rFonts w:ascii="Times New Roman" w:hAnsi="Times New Roman" w:cs="Times New Roman"/>
                <w:sz w:val="24"/>
                <w:szCs w:val="24"/>
              </w:rPr>
              <w:br/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E6C" w:rsidRPr="00F43131" w:rsidRDefault="006D1E6C" w:rsidP="006D1E6C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  <w:r w:rsidRPr="00F43131">
              <w:rPr>
                <w:rFonts w:ascii="Times New Roman" w:hAnsi="Times New Roman" w:cs="Times New Roman"/>
                <w:sz w:val="24"/>
                <w:szCs w:val="24"/>
              </w:rPr>
              <w:br/>
              <w:t>регистрации</w:t>
            </w:r>
            <w:r w:rsidRPr="00F43131">
              <w:rPr>
                <w:rFonts w:ascii="Times New Roman" w:hAnsi="Times New Roman" w:cs="Times New Roman"/>
                <w:sz w:val="24"/>
                <w:szCs w:val="24"/>
              </w:rPr>
              <w:br/>
              <w:t>заявления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E6C" w:rsidRPr="00F43131" w:rsidRDefault="006D1E6C" w:rsidP="006D1E6C">
            <w:pPr>
              <w:pStyle w:val="ConsPlusCell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D1E6C" w:rsidRPr="00F43131" w:rsidRDefault="006D1E6C" w:rsidP="006D1E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>Предмет заявления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D1E6C" w:rsidRPr="00F43131" w:rsidRDefault="006D1E6C" w:rsidP="006D1E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 и число листов в документах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E6C" w:rsidRPr="00F43131" w:rsidRDefault="006D1E6C" w:rsidP="006D1E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131">
              <w:rPr>
                <w:rFonts w:ascii="Times New Roman" w:hAnsi="Times New Roman" w:cs="Times New Roman"/>
                <w:sz w:val="24"/>
                <w:szCs w:val="24"/>
              </w:rPr>
              <w:t>Ф.И.О. специалиста, принявшего документа</w:t>
            </w:r>
          </w:p>
        </w:tc>
      </w:tr>
      <w:tr w:rsidR="006D1E6C" w:rsidTr="00DA7337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E6C" w:rsidRDefault="006D1E6C" w:rsidP="006D1E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E6C" w:rsidRDefault="006D1E6C" w:rsidP="006D1E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E6C" w:rsidRDefault="006D1E6C" w:rsidP="006D1E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D1E6C" w:rsidRDefault="006D1E6C" w:rsidP="006D1E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D1E6C" w:rsidRDefault="006D1E6C" w:rsidP="006D1E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D1E6C" w:rsidRDefault="006D1E6C" w:rsidP="006D1E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1E6C" w:rsidTr="00DA7337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E6C" w:rsidRDefault="006D1E6C" w:rsidP="00DA733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E6C" w:rsidRDefault="006D1E6C" w:rsidP="00DA733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E6C" w:rsidRDefault="006D1E6C" w:rsidP="00DA733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1E6C" w:rsidRDefault="006D1E6C" w:rsidP="00DA733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1E6C" w:rsidRDefault="006D1E6C" w:rsidP="00DA733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1E6C" w:rsidRDefault="006D1E6C" w:rsidP="00DA733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  <w:sectPr w:rsidR="006D1E6C" w:rsidSect="006D1E6C">
          <w:type w:val="continuous"/>
          <w:pgSz w:w="11906" w:h="16838" w:code="9"/>
          <w:pgMar w:top="567" w:right="567" w:bottom="426" w:left="1418" w:header="709" w:footer="709" w:gutter="0"/>
          <w:cols w:space="720"/>
          <w:docGrid w:linePitch="381"/>
        </w:sectPr>
      </w:pPr>
    </w:p>
    <w:p w:rsidR="006D1E6C" w:rsidRDefault="006D1E6C" w:rsidP="006D1E6C">
      <w:pPr>
        <w:rPr>
          <w:szCs w:val="28"/>
        </w:rPr>
      </w:pPr>
    </w:p>
    <w:p w:rsidR="006D1E6C" w:rsidRDefault="006D1E6C" w:rsidP="006D1E6C">
      <w:pPr>
        <w:jc w:val="center"/>
        <w:rPr>
          <w:szCs w:val="28"/>
        </w:rPr>
      </w:pPr>
    </w:p>
    <w:p w:rsidR="006D1E6C" w:rsidRDefault="006D1E6C" w:rsidP="006D1E6C">
      <w:pPr>
        <w:jc w:val="center"/>
        <w:rPr>
          <w:szCs w:val="28"/>
        </w:rPr>
      </w:pPr>
    </w:p>
    <w:p w:rsidR="006D1E6C" w:rsidRDefault="006D1E6C" w:rsidP="006D1E6C">
      <w:pPr>
        <w:jc w:val="center"/>
        <w:rPr>
          <w:szCs w:val="28"/>
        </w:rPr>
      </w:pPr>
    </w:p>
    <w:p w:rsidR="006D1E6C" w:rsidRDefault="006D1E6C" w:rsidP="006D1E6C">
      <w:pPr>
        <w:jc w:val="center"/>
        <w:rPr>
          <w:szCs w:val="28"/>
        </w:rPr>
      </w:pPr>
    </w:p>
    <w:p w:rsidR="006D1E6C" w:rsidRDefault="006D1E6C" w:rsidP="006D1E6C">
      <w:pPr>
        <w:jc w:val="center"/>
        <w:rPr>
          <w:szCs w:val="28"/>
        </w:rPr>
      </w:pPr>
    </w:p>
    <w:p w:rsidR="006D1E6C" w:rsidRDefault="006D1E6C" w:rsidP="006D1E6C">
      <w:pPr>
        <w:jc w:val="center"/>
        <w:rPr>
          <w:szCs w:val="28"/>
        </w:rPr>
      </w:pPr>
    </w:p>
    <w:p w:rsidR="006D1E6C" w:rsidRDefault="006D1E6C" w:rsidP="006D1E6C">
      <w:pPr>
        <w:jc w:val="center"/>
        <w:rPr>
          <w:szCs w:val="28"/>
        </w:rPr>
      </w:pPr>
    </w:p>
    <w:p w:rsidR="006D1E6C" w:rsidRDefault="006D1E6C" w:rsidP="006D1E6C">
      <w:pPr>
        <w:jc w:val="center"/>
        <w:rPr>
          <w:szCs w:val="28"/>
        </w:rPr>
      </w:pPr>
    </w:p>
    <w:p w:rsidR="006D1E6C" w:rsidRDefault="006D1E6C" w:rsidP="006D1E6C">
      <w:pPr>
        <w:jc w:val="center"/>
        <w:rPr>
          <w:szCs w:val="28"/>
        </w:rPr>
      </w:pPr>
    </w:p>
    <w:p w:rsidR="006D1E6C" w:rsidRDefault="006D1E6C" w:rsidP="006D1E6C">
      <w:pPr>
        <w:jc w:val="center"/>
        <w:rPr>
          <w:szCs w:val="28"/>
        </w:rPr>
      </w:pPr>
    </w:p>
    <w:p w:rsidR="006D1E6C" w:rsidRPr="006D1E6C" w:rsidRDefault="006D1E6C" w:rsidP="006D1E6C">
      <w:pPr>
        <w:ind w:firstLine="0"/>
        <w:jc w:val="center"/>
        <w:rPr>
          <w:szCs w:val="28"/>
        </w:rPr>
      </w:pPr>
      <w:r w:rsidRPr="006D1E6C">
        <w:rPr>
          <w:szCs w:val="28"/>
        </w:rPr>
        <w:t>Блок-схема</w:t>
      </w:r>
    </w:p>
    <w:p w:rsidR="006D1E6C" w:rsidRPr="006D1E6C" w:rsidRDefault="006D1E6C" w:rsidP="006D1E6C">
      <w:pPr>
        <w:pStyle w:val="ConsPlusNormal0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D1E6C"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 при предоставлении муниципальной услуги по предоставлению в аренду имущества муниципальной казны  и муниципального имущества, находящегося в оперативном управлении муниципальных бюджетных учреждений  Искитимского района Новосибирской области без проведения торгов (конкурсов, аукционов)</w:t>
      </w:r>
    </w:p>
    <w:p w:rsidR="006D1E6C" w:rsidRPr="006D1E6C" w:rsidRDefault="006D1E6C" w:rsidP="006D1E6C">
      <w:pPr>
        <w:ind w:firstLine="0"/>
        <w:jc w:val="center"/>
        <w:rPr>
          <w:szCs w:val="28"/>
        </w:rPr>
      </w:pPr>
    </w:p>
    <w:p w:rsidR="006D1E6C" w:rsidRDefault="006D1E6C" w:rsidP="006D1E6C">
      <w:pPr>
        <w:rPr>
          <w:szCs w:val="28"/>
        </w:rPr>
      </w:pPr>
    </w:p>
    <w:p w:rsidR="006D1E6C" w:rsidRDefault="006D1E6C" w:rsidP="006D1E6C">
      <w:pPr>
        <w:rPr>
          <w:szCs w:val="28"/>
        </w:rPr>
      </w:pPr>
    </w:p>
    <w:p w:rsidR="006D1E6C" w:rsidRDefault="006D1E6C" w:rsidP="006D1E6C">
      <w:pPr>
        <w:rPr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Default="006D1E6C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6D1E6C" w:rsidRPr="006D1E6C" w:rsidRDefault="00505010" w:rsidP="006D1E6C">
      <w:pPr>
        <w:pStyle w:val="a6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  <w:r>
        <w:rPr>
          <w:noProof/>
          <w:szCs w:val="28"/>
        </w:rPr>
        <w:lastRenderedPageBreak/>
        <w:drawing>
          <wp:inline distT="0" distB="0" distL="0" distR="0">
            <wp:extent cx="9111615" cy="6297930"/>
            <wp:effectExtent l="19050" t="0" r="0" b="0"/>
            <wp:docPr id="1" name="Рисунок 1" descr="блок-схема к услуге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ок-схема к услуге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1615" cy="6297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1E6C" w:rsidRPr="006D1E6C" w:rsidSect="006D1E6C">
      <w:type w:val="continuous"/>
      <w:pgSz w:w="16838" w:h="11906" w:orient="landscape" w:code="9"/>
      <w:pgMar w:top="1418" w:right="567" w:bottom="567" w:left="425" w:header="709" w:footer="709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48501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D41001"/>
    <w:multiLevelType w:val="hybridMultilevel"/>
    <w:tmpl w:val="50600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C40962"/>
    <w:multiLevelType w:val="singleLevel"/>
    <w:tmpl w:val="62D87AC0"/>
    <w:lvl w:ilvl="0">
      <w:start w:val="1"/>
      <w:numFmt w:val="decimal"/>
      <w:lvlText w:val="3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AE16FB4"/>
    <w:multiLevelType w:val="hybridMultilevel"/>
    <w:tmpl w:val="59F0A6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23B3E"/>
    <w:rsid w:val="00005D4A"/>
    <w:rsid w:val="00051097"/>
    <w:rsid w:val="000755B4"/>
    <w:rsid w:val="00094650"/>
    <w:rsid w:val="00095FDA"/>
    <w:rsid w:val="000E0AB5"/>
    <w:rsid w:val="000F6838"/>
    <w:rsid w:val="001132A0"/>
    <w:rsid w:val="00114C56"/>
    <w:rsid w:val="0012105D"/>
    <w:rsid w:val="00140636"/>
    <w:rsid w:val="001646A3"/>
    <w:rsid w:val="00182EA9"/>
    <w:rsid w:val="00192B29"/>
    <w:rsid w:val="001A6195"/>
    <w:rsid w:val="001A75DD"/>
    <w:rsid w:val="001A7A5B"/>
    <w:rsid w:val="001D0306"/>
    <w:rsid w:val="001F1718"/>
    <w:rsid w:val="001F4BF9"/>
    <w:rsid w:val="001F6DE5"/>
    <w:rsid w:val="00214BF2"/>
    <w:rsid w:val="00223B3E"/>
    <w:rsid w:val="002507A3"/>
    <w:rsid w:val="0027437D"/>
    <w:rsid w:val="002752AD"/>
    <w:rsid w:val="00282128"/>
    <w:rsid w:val="002B00DE"/>
    <w:rsid w:val="002B2410"/>
    <w:rsid w:val="002D1D6B"/>
    <w:rsid w:val="002F42F0"/>
    <w:rsid w:val="002F7C72"/>
    <w:rsid w:val="00301D90"/>
    <w:rsid w:val="00306525"/>
    <w:rsid w:val="00322C09"/>
    <w:rsid w:val="003233DD"/>
    <w:rsid w:val="003474A1"/>
    <w:rsid w:val="00352222"/>
    <w:rsid w:val="00364FED"/>
    <w:rsid w:val="0037007D"/>
    <w:rsid w:val="00375213"/>
    <w:rsid w:val="00384225"/>
    <w:rsid w:val="003B2296"/>
    <w:rsid w:val="003B4FDD"/>
    <w:rsid w:val="003C38A3"/>
    <w:rsid w:val="003C58A5"/>
    <w:rsid w:val="003D02C6"/>
    <w:rsid w:val="003F6340"/>
    <w:rsid w:val="0040044A"/>
    <w:rsid w:val="00400F4E"/>
    <w:rsid w:val="0040747C"/>
    <w:rsid w:val="0041372A"/>
    <w:rsid w:val="004267DA"/>
    <w:rsid w:val="00475772"/>
    <w:rsid w:val="00487ADB"/>
    <w:rsid w:val="004D4551"/>
    <w:rsid w:val="004D5109"/>
    <w:rsid w:val="004F0872"/>
    <w:rsid w:val="00504FFB"/>
    <w:rsid w:val="00505010"/>
    <w:rsid w:val="00516BF5"/>
    <w:rsid w:val="005462F3"/>
    <w:rsid w:val="0055058F"/>
    <w:rsid w:val="0055457B"/>
    <w:rsid w:val="00570117"/>
    <w:rsid w:val="005931BF"/>
    <w:rsid w:val="00596088"/>
    <w:rsid w:val="005A6A43"/>
    <w:rsid w:val="005C0356"/>
    <w:rsid w:val="005D3E78"/>
    <w:rsid w:val="005D51C5"/>
    <w:rsid w:val="005F0563"/>
    <w:rsid w:val="005F67D4"/>
    <w:rsid w:val="006048B2"/>
    <w:rsid w:val="00631C21"/>
    <w:rsid w:val="00635191"/>
    <w:rsid w:val="00662F7A"/>
    <w:rsid w:val="00671C67"/>
    <w:rsid w:val="00680A30"/>
    <w:rsid w:val="006936AB"/>
    <w:rsid w:val="00693777"/>
    <w:rsid w:val="006C7DFE"/>
    <w:rsid w:val="006D0059"/>
    <w:rsid w:val="006D1E6C"/>
    <w:rsid w:val="006D5459"/>
    <w:rsid w:val="006D7C9E"/>
    <w:rsid w:val="006F435B"/>
    <w:rsid w:val="00716ED1"/>
    <w:rsid w:val="0071731B"/>
    <w:rsid w:val="0073448B"/>
    <w:rsid w:val="00737B2C"/>
    <w:rsid w:val="00760B47"/>
    <w:rsid w:val="007734B8"/>
    <w:rsid w:val="00780A83"/>
    <w:rsid w:val="00783CB1"/>
    <w:rsid w:val="00787A51"/>
    <w:rsid w:val="007C32B4"/>
    <w:rsid w:val="007C7408"/>
    <w:rsid w:val="007D3855"/>
    <w:rsid w:val="007E2B40"/>
    <w:rsid w:val="007E3B01"/>
    <w:rsid w:val="00801FCF"/>
    <w:rsid w:val="00812F18"/>
    <w:rsid w:val="00813083"/>
    <w:rsid w:val="00815364"/>
    <w:rsid w:val="008246C4"/>
    <w:rsid w:val="00851367"/>
    <w:rsid w:val="00875E6F"/>
    <w:rsid w:val="008C5EDA"/>
    <w:rsid w:val="008D37FE"/>
    <w:rsid w:val="008E13D4"/>
    <w:rsid w:val="008E60EF"/>
    <w:rsid w:val="00900D4D"/>
    <w:rsid w:val="00914A0D"/>
    <w:rsid w:val="009170CF"/>
    <w:rsid w:val="00945A64"/>
    <w:rsid w:val="009520C5"/>
    <w:rsid w:val="0097007B"/>
    <w:rsid w:val="009728C2"/>
    <w:rsid w:val="00982973"/>
    <w:rsid w:val="00995300"/>
    <w:rsid w:val="009A07D2"/>
    <w:rsid w:val="009A25B3"/>
    <w:rsid w:val="009B2AEA"/>
    <w:rsid w:val="009E1004"/>
    <w:rsid w:val="009F474F"/>
    <w:rsid w:val="009F660F"/>
    <w:rsid w:val="00A22DDB"/>
    <w:rsid w:val="00A2331E"/>
    <w:rsid w:val="00A612A5"/>
    <w:rsid w:val="00A95A6F"/>
    <w:rsid w:val="00A9738F"/>
    <w:rsid w:val="00AA488D"/>
    <w:rsid w:val="00AA7C0D"/>
    <w:rsid w:val="00AB1A54"/>
    <w:rsid w:val="00AD3AB1"/>
    <w:rsid w:val="00AD59C6"/>
    <w:rsid w:val="00AE22E6"/>
    <w:rsid w:val="00AE695A"/>
    <w:rsid w:val="00AE70E9"/>
    <w:rsid w:val="00B00826"/>
    <w:rsid w:val="00B03B8A"/>
    <w:rsid w:val="00B30C9A"/>
    <w:rsid w:val="00B35688"/>
    <w:rsid w:val="00B51965"/>
    <w:rsid w:val="00B533AB"/>
    <w:rsid w:val="00B56862"/>
    <w:rsid w:val="00BA70F9"/>
    <w:rsid w:val="00BC7BF2"/>
    <w:rsid w:val="00BF0349"/>
    <w:rsid w:val="00C10CCD"/>
    <w:rsid w:val="00C22829"/>
    <w:rsid w:val="00C372F2"/>
    <w:rsid w:val="00C42138"/>
    <w:rsid w:val="00C51527"/>
    <w:rsid w:val="00C60348"/>
    <w:rsid w:val="00C9072B"/>
    <w:rsid w:val="00C948D2"/>
    <w:rsid w:val="00C97F17"/>
    <w:rsid w:val="00CC131F"/>
    <w:rsid w:val="00CD59E6"/>
    <w:rsid w:val="00D20848"/>
    <w:rsid w:val="00D40D12"/>
    <w:rsid w:val="00D43A81"/>
    <w:rsid w:val="00D539FD"/>
    <w:rsid w:val="00DA108E"/>
    <w:rsid w:val="00DA5A1D"/>
    <w:rsid w:val="00DB3350"/>
    <w:rsid w:val="00DB603F"/>
    <w:rsid w:val="00DD357D"/>
    <w:rsid w:val="00E65151"/>
    <w:rsid w:val="00E821EB"/>
    <w:rsid w:val="00E83254"/>
    <w:rsid w:val="00E91170"/>
    <w:rsid w:val="00E97A1C"/>
    <w:rsid w:val="00EA076C"/>
    <w:rsid w:val="00EA2D66"/>
    <w:rsid w:val="00EC3708"/>
    <w:rsid w:val="00ED02C2"/>
    <w:rsid w:val="00F1045C"/>
    <w:rsid w:val="00F265D3"/>
    <w:rsid w:val="00F323C9"/>
    <w:rsid w:val="00F3607C"/>
    <w:rsid w:val="00F379C2"/>
    <w:rsid w:val="00F41D40"/>
    <w:rsid w:val="00F556DD"/>
    <w:rsid w:val="00F6748E"/>
    <w:rsid w:val="00FB4C94"/>
    <w:rsid w:val="00FC5A8A"/>
    <w:rsid w:val="00FD27AC"/>
    <w:rsid w:val="00FD2BA7"/>
    <w:rsid w:val="00FE193B"/>
    <w:rsid w:val="00FF0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A1C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0755B4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0755B4"/>
    <w:pPr>
      <w:suppressAutoHyphens/>
      <w:spacing w:before="120" w:after="120"/>
      <w:outlineLvl w:val="1"/>
    </w:pPr>
  </w:style>
  <w:style w:type="paragraph" w:styleId="3">
    <w:name w:val="heading 3"/>
    <w:basedOn w:val="a"/>
    <w:next w:val="a"/>
    <w:link w:val="30"/>
    <w:qFormat/>
    <w:rsid w:val="000755B4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0755B4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0755B4"/>
    <w:pPr>
      <w:ind w:firstLine="0"/>
      <w:jc w:val="left"/>
    </w:pPr>
    <w:rPr>
      <w:rFonts w:ascii="Baltica" w:hAnsi="Baltica"/>
      <w:sz w:val="24"/>
    </w:rPr>
  </w:style>
  <w:style w:type="paragraph" w:styleId="a4">
    <w:name w:val="Title"/>
    <w:basedOn w:val="a"/>
    <w:link w:val="a5"/>
    <w:qFormat/>
    <w:rsid w:val="000755B4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6">
    <w:name w:val="header"/>
    <w:basedOn w:val="a"/>
    <w:link w:val="a7"/>
    <w:rsid w:val="000755B4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0755B4"/>
    <w:pPr>
      <w:tabs>
        <w:tab w:val="center" w:pos="4536"/>
        <w:tab w:val="right" w:pos="9072"/>
      </w:tabs>
    </w:pPr>
  </w:style>
  <w:style w:type="paragraph" w:styleId="a9">
    <w:name w:val="Balloon Text"/>
    <w:basedOn w:val="a"/>
    <w:semiHidden/>
    <w:rsid w:val="000755B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E2B40"/>
    <w:rPr>
      <w:b/>
      <w:sz w:val="44"/>
    </w:rPr>
  </w:style>
  <w:style w:type="character" w:customStyle="1" w:styleId="30">
    <w:name w:val="Заголовок 3 Знак"/>
    <w:basedOn w:val="a0"/>
    <w:link w:val="3"/>
    <w:rsid w:val="007E2B40"/>
    <w:rPr>
      <w:sz w:val="32"/>
    </w:rPr>
  </w:style>
  <w:style w:type="character" w:customStyle="1" w:styleId="40">
    <w:name w:val="Заголовок 4 Знак"/>
    <w:basedOn w:val="a0"/>
    <w:link w:val="4"/>
    <w:rsid w:val="007E2B40"/>
    <w:rPr>
      <w:b/>
      <w:sz w:val="28"/>
    </w:rPr>
  </w:style>
  <w:style w:type="character" w:customStyle="1" w:styleId="a7">
    <w:name w:val="Верхний колонтитул Знак"/>
    <w:basedOn w:val="a0"/>
    <w:link w:val="a6"/>
    <w:rsid w:val="007E2B40"/>
    <w:rPr>
      <w:sz w:val="28"/>
    </w:rPr>
  </w:style>
  <w:style w:type="character" w:styleId="aa">
    <w:name w:val="Hyperlink"/>
    <w:unhideWhenUsed/>
    <w:rsid w:val="006D1E6C"/>
    <w:rPr>
      <w:color w:val="0000FF"/>
      <w:u w:val="single"/>
    </w:rPr>
  </w:style>
  <w:style w:type="paragraph" w:styleId="ab">
    <w:name w:val="Normal (Web)"/>
    <w:basedOn w:val="a"/>
    <w:unhideWhenUsed/>
    <w:rsid w:val="006D1E6C"/>
    <w:pPr>
      <w:spacing w:before="100" w:beforeAutospacing="1" w:after="100" w:afterAutospacing="1" w:line="0" w:lineRule="atLeast"/>
      <w:ind w:firstLine="0"/>
      <w:jc w:val="left"/>
    </w:pPr>
    <w:rPr>
      <w:sz w:val="24"/>
      <w:szCs w:val="24"/>
    </w:rPr>
  </w:style>
  <w:style w:type="paragraph" w:styleId="ac">
    <w:name w:val="Body Text Indent"/>
    <w:basedOn w:val="a"/>
    <w:link w:val="ad"/>
    <w:unhideWhenUsed/>
    <w:rsid w:val="006D1E6C"/>
    <w:pPr>
      <w:tabs>
        <w:tab w:val="left" w:pos="1080"/>
      </w:tabs>
      <w:autoSpaceDE w:val="0"/>
      <w:autoSpaceDN w:val="0"/>
      <w:adjustRightInd w:val="0"/>
      <w:spacing w:line="0" w:lineRule="atLeast"/>
      <w:ind w:firstLine="720"/>
    </w:pPr>
    <w:rPr>
      <w:szCs w:val="24"/>
    </w:rPr>
  </w:style>
  <w:style w:type="character" w:customStyle="1" w:styleId="ad">
    <w:name w:val="Основной текст с отступом Знак"/>
    <w:basedOn w:val="a0"/>
    <w:link w:val="ac"/>
    <w:rsid w:val="006D1E6C"/>
    <w:rPr>
      <w:sz w:val="28"/>
      <w:szCs w:val="24"/>
    </w:rPr>
  </w:style>
  <w:style w:type="paragraph" w:styleId="20">
    <w:name w:val="Body Text Indent 2"/>
    <w:basedOn w:val="a"/>
    <w:link w:val="21"/>
    <w:unhideWhenUsed/>
    <w:rsid w:val="006D1E6C"/>
    <w:pPr>
      <w:autoSpaceDE w:val="0"/>
      <w:autoSpaceDN w:val="0"/>
      <w:adjustRightInd w:val="0"/>
      <w:spacing w:line="0" w:lineRule="atLeast"/>
    </w:pPr>
    <w:rPr>
      <w:szCs w:val="28"/>
    </w:rPr>
  </w:style>
  <w:style w:type="character" w:customStyle="1" w:styleId="21">
    <w:name w:val="Основной текст с отступом 2 Знак"/>
    <w:basedOn w:val="a0"/>
    <w:link w:val="20"/>
    <w:rsid w:val="006D1E6C"/>
    <w:rPr>
      <w:sz w:val="28"/>
      <w:szCs w:val="28"/>
    </w:rPr>
  </w:style>
  <w:style w:type="character" w:customStyle="1" w:styleId="ConsPlusNormal">
    <w:name w:val="ConsPlusNormal Знак Знак Знак"/>
    <w:link w:val="ConsPlusNormal0"/>
    <w:locked/>
    <w:rsid w:val="006D1E6C"/>
    <w:rPr>
      <w:rFonts w:ascii="Arial" w:hAnsi="Arial" w:cs="Arial"/>
      <w:lang w:val="ru-RU" w:eastAsia="ru-RU" w:bidi="ar-SA"/>
    </w:rPr>
  </w:style>
  <w:style w:type="paragraph" w:customStyle="1" w:styleId="ConsPlusNormal0">
    <w:name w:val="ConsPlusNormal Знак Знак"/>
    <w:link w:val="ConsPlusNormal"/>
    <w:rsid w:val="006D1E6C"/>
    <w:pPr>
      <w:widowControl w:val="0"/>
      <w:autoSpaceDE w:val="0"/>
      <w:autoSpaceDN w:val="0"/>
      <w:adjustRightInd w:val="0"/>
      <w:spacing w:line="0" w:lineRule="atLeast"/>
      <w:ind w:firstLine="720"/>
    </w:pPr>
    <w:rPr>
      <w:rFonts w:ascii="Arial" w:hAnsi="Arial" w:cs="Arial"/>
    </w:rPr>
  </w:style>
  <w:style w:type="paragraph" w:customStyle="1" w:styleId="ConsPlusNormal1">
    <w:name w:val="ConsPlusNormal"/>
    <w:rsid w:val="006D1E6C"/>
    <w:pPr>
      <w:widowControl w:val="0"/>
      <w:autoSpaceDE w:val="0"/>
      <w:autoSpaceDN w:val="0"/>
      <w:adjustRightInd w:val="0"/>
      <w:spacing w:line="0" w:lineRule="atLeast"/>
      <w:ind w:firstLine="720"/>
    </w:pPr>
    <w:rPr>
      <w:rFonts w:ascii="Arial" w:hAnsi="Arial" w:cs="Arial"/>
    </w:rPr>
  </w:style>
  <w:style w:type="character" w:styleId="ae">
    <w:name w:val="Strong"/>
    <w:basedOn w:val="a0"/>
    <w:qFormat/>
    <w:rsid w:val="006D1E6C"/>
    <w:rPr>
      <w:b/>
      <w:bCs/>
    </w:rPr>
  </w:style>
  <w:style w:type="paragraph" w:customStyle="1" w:styleId="ConsNonformat">
    <w:name w:val="ConsNonformat"/>
    <w:rsid w:val="006D1E6C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">
    <w:name w:val="Body Text"/>
    <w:basedOn w:val="a"/>
    <w:link w:val="af0"/>
    <w:rsid w:val="006D1E6C"/>
    <w:pPr>
      <w:spacing w:after="120"/>
    </w:pPr>
  </w:style>
  <w:style w:type="character" w:customStyle="1" w:styleId="af0">
    <w:name w:val="Основной текст Знак"/>
    <w:basedOn w:val="a0"/>
    <w:link w:val="af"/>
    <w:rsid w:val="006D1E6C"/>
    <w:rPr>
      <w:sz w:val="28"/>
    </w:rPr>
  </w:style>
  <w:style w:type="paragraph" w:styleId="22">
    <w:name w:val="List 2"/>
    <w:basedOn w:val="a"/>
    <w:rsid w:val="006D1E6C"/>
    <w:pPr>
      <w:spacing w:line="0" w:lineRule="atLeast"/>
      <w:ind w:left="566" w:hanging="283"/>
      <w:jc w:val="left"/>
    </w:pPr>
    <w:rPr>
      <w:szCs w:val="24"/>
    </w:rPr>
  </w:style>
  <w:style w:type="paragraph" w:styleId="31">
    <w:name w:val="List 3"/>
    <w:basedOn w:val="a"/>
    <w:rsid w:val="006D1E6C"/>
    <w:pPr>
      <w:spacing w:line="0" w:lineRule="atLeast"/>
      <w:ind w:left="849" w:hanging="283"/>
      <w:jc w:val="left"/>
    </w:pPr>
    <w:rPr>
      <w:szCs w:val="24"/>
    </w:rPr>
  </w:style>
  <w:style w:type="paragraph" w:styleId="41">
    <w:name w:val="List 4"/>
    <w:basedOn w:val="a"/>
    <w:rsid w:val="006D1E6C"/>
    <w:pPr>
      <w:spacing w:line="0" w:lineRule="atLeast"/>
      <w:ind w:left="1132" w:hanging="283"/>
      <w:jc w:val="left"/>
    </w:pPr>
    <w:rPr>
      <w:szCs w:val="24"/>
    </w:rPr>
  </w:style>
  <w:style w:type="character" w:customStyle="1" w:styleId="a5">
    <w:name w:val="Название Знак"/>
    <w:basedOn w:val="a0"/>
    <w:link w:val="a4"/>
    <w:rsid w:val="006D1E6C"/>
    <w:rPr>
      <w:rFonts w:ascii="Arial" w:hAnsi="Arial"/>
      <w:b/>
      <w:kern w:val="28"/>
      <w:sz w:val="32"/>
    </w:rPr>
  </w:style>
  <w:style w:type="paragraph" w:styleId="23">
    <w:name w:val="List Continue 2"/>
    <w:basedOn w:val="a"/>
    <w:rsid w:val="006D1E6C"/>
    <w:pPr>
      <w:spacing w:after="120" w:line="0" w:lineRule="atLeast"/>
      <w:ind w:left="566" w:firstLine="0"/>
      <w:jc w:val="left"/>
    </w:pPr>
    <w:rPr>
      <w:szCs w:val="24"/>
    </w:rPr>
  </w:style>
  <w:style w:type="paragraph" w:styleId="32">
    <w:name w:val="List Continue 3"/>
    <w:basedOn w:val="a"/>
    <w:rsid w:val="006D1E6C"/>
    <w:pPr>
      <w:spacing w:after="120" w:line="0" w:lineRule="atLeast"/>
      <w:ind w:left="849" w:firstLine="0"/>
      <w:jc w:val="left"/>
    </w:pPr>
    <w:rPr>
      <w:szCs w:val="24"/>
    </w:rPr>
  </w:style>
  <w:style w:type="paragraph" w:styleId="af1">
    <w:name w:val="Subtitle"/>
    <w:basedOn w:val="a"/>
    <w:link w:val="af2"/>
    <w:qFormat/>
    <w:rsid w:val="006D1E6C"/>
    <w:pPr>
      <w:spacing w:after="60" w:line="0" w:lineRule="atLeast"/>
      <w:ind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2">
    <w:name w:val="Подзаголовок Знак"/>
    <w:basedOn w:val="a0"/>
    <w:link w:val="af1"/>
    <w:rsid w:val="006D1E6C"/>
    <w:rPr>
      <w:rFonts w:ascii="Arial" w:hAnsi="Arial" w:cs="Arial"/>
      <w:sz w:val="24"/>
      <w:szCs w:val="24"/>
    </w:rPr>
  </w:style>
  <w:style w:type="paragraph" w:styleId="af3">
    <w:name w:val="Plain Text"/>
    <w:basedOn w:val="a"/>
    <w:link w:val="af4"/>
    <w:rsid w:val="006D1E6C"/>
    <w:pPr>
      <w:spacing w:line="0" w:lineRule="atLeast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4">
    <w:name w:val="Текст Знак"/>
    <w:basedOn w:val="a0"/>
    <w:link w:val="af3"/>
    <w:rsid w:val="006D1E6C"/>
    <w:rPr>
      <w:rFonts w:ascii="Courier New" w:hAnsi="Courier New" w:cs="Courier New"/>
    </w:rPr>
  </w:style>
  <w:style w:type="paragraph" w:customStyle="1" w:styleId="af5">
    <w:name w:val="Краткий обратный адрес"/>
    <w:basedOn w:val="a"/>
    <w:rsid w:val="006D1E6C"/>
    <w:pPr>
      <w:spacing w:line="0" w:lineRule="atLeast"/>
      <w:ind w:firstLine="0"/>
      <w:jc w:val="left"/>
    </w:pPr>
    <w:rPr>
      <w:szCs w:val="24"/>
    </w:rPr>
  </w:style>
  <w:style w:type="paragraph" w:customStyle="1" w:styleId="ConsPlusCell">
    <w:name w:val="ConsPlusCell"/>
    <w:uiPriority w:val="99"/>
    <w:rsid w:val="006D1E6C"/>
    <w:pPr>
      <w:autoSpaceDE w:val="0"/>
      <w:autoSpaceDN w:val="0"/>
      <w:adjustRightInd w:val="0"/>
      <w:spacing w:line="0" w:lineRule="atLeast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muh_isk@ngs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skitim-r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iskitim-r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2011\1.%20&#1041;&#1051;&#1040;&#1053;&#1050;&#1048;\&#1043;&#1083;&#1072;&#1074;&#1072;\&#1055;&#1054;&#1057;&#1058;_&#1056;&#1040;&#1057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13EC2-172D-4586-AA34-4AC00CC4D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ПОСТ_РАСП</Template>
  <TotalTime>1</TotalTime>
  <Pages>27</Pages>
  <Words>9261</Words>
  <Characters>52789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Орлова</dc:creator>
  <cp:keywords/>
  <dc:description/>
  <cp:lastModifiedBy>Бабарина</cp:lastModifiedBy>
  <cp:revision>2</cp:revision>
  <cp:lastPrinted>2012-02-28T02:05:00Z</cp:lastPrinted>
  <dcterms:created xsi:type="dcterms:W3CDTF">2012-02-29T05:26:00Z</dcterms:created>
  <dcterms:modified xsi:type="dcterms:W3CDTF">2012-02-29T05:26:00Z</dcterms:modified>
</cp:coreProperties>
</file>